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2"/>
        <w:tblW w:w="0" w:type="auto"/>
        <w:tblLook w:val="01E0" w:firstRow="1" w:lastRow="1" w:firstColumn="1" w:lastColumn="1" w:noHBand="0" w:noVBand="0"/>
      </w:tblPr>
      <w:tblGrid>
        <w:gridCol w:w="1858"/>
        <w:gridCol w:w="2072"/>
        <w:gridCol w:w="3578"/>
        <w:gridCol w:w="2114"/>
      </w:tblGrid>
      <w:tr w:rsidR="00175268" w:rsidRPr="009D02CC" w14:paraId="1F3CFB7D" w14:textId="77777777" w:rsidTr="0090507C">
        <w:trPr>
          <w:trHeight w:val="687"/>
          <w:tblHeader/>
        </w:trPr>
        <w:tc>
          <w:tcPr>
            <w:tcW w:w="1858" w:type="dxa"/>
          </w:tcPr>
          <w:p w14:paraId="775BCEE6" w14:textId="77777777" w:rsidR="00175268" w:rsidRPr="009D02CC" w:rsidRDefault="00175268" w:rsidP="005F0FA8">
            <w:pPr>
              <w:pStyle w:val="Tablehead"/>
              <w:rPr>
                <w:szCs w:val="22"/>
              </w:rPr>
            </w:pPr>
            <w:bookmarkStart w:id="0" w:name="_GoBack"/>
            <w:bookmarkEnd w:id="0"/>
            <w:r w:rsidRPr="009D02CC">
              <w:rPr>
                <w:szCs w:val="22"/>
              </w:rPr>
              <w:t>Unit &amp; Learning objectives</w:t>
            </w:r>
          </w:p>
        </w:tc>
        <w:tc>
          <w:tcPr>
            <w:tcW w:w="2072" w:type="dxa"/>
          </w:tcPr>
          <w:p w14:paraId="5074DDC8" w14:textId="77777777" w:rsidR="00175268" w:rsidRPr="00175268" w:rsidRDefault="00175268" w:rsidP="00175268">
            <w:pPr>
              <w:pStyle w:val="Tablehead"/>
              <w:rPr>
                <w:szCs w:val="22"/>
              </w:rPr>
            </w:pPr>
            <w:r w:rsidRPr="00175268">
              <w:rPr>
                <w:szCs w:val="22"/>
              </w:rPr>
              <w:t>Programme of Study coverage (PoS)</w:t>
            </w:r>
          </w:p>
          <w:p w14:paraId="2E6D33B3" w14:textId="77777777" w:rsidR="00175268" w:rsidRPr="00175268" w:rsidRDefault="00175268" w:rsidP="00175268">
            <w:pPr>
              <w:pStyle w:val="Tablehead"/>
              <w:rPr>
                <w:szCs w:val="22"/>
              </w:rPr>
            </w:pPr>
          </w:p>
          <w:p w14:paraId="4EE31B47" w14:textId="13C3C250" w:rsidR="0059530E" w:rsidRPr="00B874F1" w:rsidRDefault="00175268" w:rsidP="00B874F1">
            <w:pPr>
              <w:pStyle w:val="Tablehead"/>
              <w:rPr>
                <w:szCs w:val="22"/>
              </w:rPr>
            </w:pPr>
            <w:r w:rsidRPr="00175268">
              <w:rPr>
                <w:szCs w:val="22"/>
              </w:rPr>
              <w:t>Pearson Progression Step Coverage (PPS)</w:t>
            </w:r>
          </w:p>
        </w:tc>
        <w:tc>
          <w:tcPr>
            <w:tcW w:w="3578" w:type="dxa"/>
          </w:tcPr>
          <w:p w14:paraId="181D522E" w14:textId="021731EE" w:rsidR="00175268" w:rsidRPr="009D02CC" w:rsidRDefault="00175268" w:rsidP="005F0FA8">
            <w:pPr>
              <w:pStyle w:val="Tablehead"/>
              <w:rPr>
                <w:szCs w:val="22"/>
              </w:rPr>
            </w:pPr>
            <w:r w:rsidRPr="009D02CC">
              <w:rPr>
                <w:szCs w:val="22"/>
              </w:rPr>
              <w:t>Key language</w:t>
            </w:r>
          </w:p>
        </w:tc>
        <w:tc>
          <w:tcPr>
            <w:tcW w:w="2114" w:type="dxa"/>
          </w:tcPr>
          <w:p w14:paraId="37E675AB" w14:textId="247F91CE" w:rsidR="00175268" w:rsidRPr="009D02CC" w:rsidRDefault="00175268" w:rsidP="00175268">
            <w:pPr>
              <w:pStyle w:val="Tablehead"/>
              <w:rPr>
                <w:szCs w:val="22"/>
              </w:rPr>
            </w:pPr>
            <w:r w:rsidRPr="009D02CC">
              <w:rPr>
                <w:szCs w:val="22"/>
              </w:rPr>
              <w:t xml:space="preserve">Grammar </w:t>
            </w:r>
            <w:r>
              <w:rPr>
                <w:szCs w:val="22"/>
              </w:rPr>
              <w:t xml:space="preserve">(G) </w:t>
            </w:r>
            <w:r w:rsidRPr="009D02CC">
              <w:rPr>
                <w:szCs w:val="22"/>
              </w:rPr>
              <w:t xml:space="preserve">and </w:t>
            </w:r>
            <w:r>
              <w:rPr>
                <w:szCs w:val="22"/>
              </w:rPr>
              <w:t>S</w:t>
            </w:r>
            <w:r w:rsidRPr="009D02CC">
              <w:rPr>
                <w:szCs w:val="22"/>
              </w:rPr>
              <w:t>kills coverage</w:t>
            </w:r>
          </w:p>
        </w:tc>
      </w:tr>
      <w:tr w:rsidR="00175268" w:rsidRPr="0090507C" w14:paraId="3E96D7EA" w14:textId="77777777" w:rsidTr="0090507C">
        <w:trPr>
          <w:cantSplit/>
          <w:trHeight w:val="1214"/>
        </w:trPr>
        <w:tc>
          <w:tcPr>
            <w:tcW w:w="1858" w:type="dxa"/>
          </w:tcPr>
          <w:p w14:paraId="5E0EB721" w14:textId="547F43E9" w:rsidR="00753418" w:rsidRDefault="00753418" w:rsidP="00753418">
            <w:pPr>
              <w:pStyle w:val="Tabletext"/>
              <w:rPr>
                <w:b/>
                <w:szCs w:val="20"/>
              </w:rPr>
            </w:pPr>
            <w:r w:rsidRPr="00753418">
              <w:rPr>
                <w:b/>
                <w:szCs w:val="20"/>
              </w:rPr>
              <w:t>Quiz about holiday time in the French-speaking world</w:t>
            </w:r>
          </w:p>
          <w:p w14:paraId="423C1ABB" w14:textId="132679FE" w:rsidR="00FF741B" w:rsidRPr="00753418" w:rsidRDefault="00753418" w:rsidP="00753418">
            <w:pPr>
              <w:pStyle w:val="Tabletextbullets"/>
              <w:numPr>
                <w:ilvl w:val="0"/>
                <w:numId w:val="0"/>
              </w:numPr>
              <w:ind w:left="340" w:hanging="340"/>
              <w:rPr>
                <w:szCs w:val="20"/>
              </w:rPr>
            </w:pPr>
            <w:r w:rsidRPr="00753418">
              <w:rPr>
                <w:szCs w:val="20"/>
              </w:rPr>
              <w:t>(pp. 6–7)</w:t>
            </w:r>
          </w:p>
        </w:tc>
        <w:tc>
          <w:tcPr>
            <w:tcW w:w="2072" w:type="dxa"/>
          </w:tcPr>
          <w:p w14:paraId="2E78172B" w14:textId="537A0C25" w:rsidR="00175268" w:rsidRPr="009D02CC" w:rsidRDefault="00175268" w:rsidP="00FF741B">
            <w:pPr>
              <w:pStyle w:val="Tabletext"/>
              <w:rPr>
                <w:szCs w:val="20"/>
              </w:rPr>
            </w:pPr>
          </w:p>
        </w:tc>
        <w:tc>
          <w:tcPr>
            <w:tcW w:w="3578" w:type="dxa"/>
          </w:tcPr>
          <w:p w14:paraId="2F6C0CF7" w14:textId="77777777" w:rsidR="00753418" w:rsidRPr="00753418" w:rsidRDefault="00753418" w:rsidP="00B2728E">
            <w:pPr>
              <w:pStyle w:val="Tabletext"/>
              <w:spacing w:after="0"/>
              <w:rPr>
                <w:i/>
                <w:szCs w:val="20"/>
                <w:lang w:val="fr-FR"/>
              </w:rPr>
            </w:pPr>
            <w:r w:rsidRPr="00753418">
              <w:rPr>
                <w:i/>
                <w:szCs w:val="20"/>
                <w:lang w:val="fr-FR"/>
              </w:rPr>
              <w:t>le printemps, l’été, l’automne, l’hiver</w:t>
            </w:r>
          </w:p>
          <w:p w14:paraId="5F3A21F7" w14:textId="77777777" w:rsidR="00753418" w:rsidRPr="00753418" w:rsidRDefault="00753418" w:rsidP="00F07379">
            <w:pPr>
              <w:pStyle w:val="Tabletext"/>
              <w:spacing w:before="0" w:after="0"/>
              <w:rPr>
                <w:i/>
                <w:szCs w:val="20"/>
                <w:lang w:val="fr-FR"/>
              </w:rPr>
            </w:pPr>
          </w:p>
          <w:p w14:paraId="0278C3F3" w14:textId="77777777" w:rsidR="00CF7EAD" w:rsidRDefault="00753418" w:rsidP="00B2728E">
            <w:pPr>
              <w:pStyle w:val="Tabletext"/>
              <w:spacing w:before="0" w:after="0"/>
              <w:rPr>
                <w:i/>
                <w:szCs w:val="20"/>
                <w:lang w:val="fr-FR"/>
              </w:rPr>
            </w:pPr>
            <w:r w:rsidRPr="00753418">
              <w:rPr>
                <w:i/>
                <w:szCs w:val="20"/>
                <w:lang w:val="fr-FR"/>
              </w:rPr>
              <w:t>janvier, février, mars, avril, mai, juin, juillet, août, septembre, octobre, novembre, décembre</w:t>
            </w:r>
          </w:p>
          <w:p w14:paraId="16DA530D" w14:textId="76324B1E" w:rsidR="001B3498" w:rsidRPr="001B3498" w:rsidRDefault="001B3498" w:rsidP="00753418">
            <w:pPr>
              <w:pStyle w:val="Tabletext"/>
              <w:rPr>
                <w:i/>
                <w:szCs w:val="20"/>
                <w:lang w:val="fr-FR"/>
              </w:rPr>
            </w:pPr>
          </w:p>
        </w:tc>
        <w:tc>
          <w:tcPr>
            <w:tcW w:w="2114" w:type="dxa"/>
          </w:tcPr>
          <w:p w14:paraId="2904F77A" w14:textId="4B1B356E" w:rsidR="00175268" w:rsidRPr="0006568A" w:rsidRDefault="00175268" w:rsidP="00753418">
            <w:pPr>
              <w:rPr>
                <w:b/>
                <w:szCs w:val="20"/>
                <w:lang w:val="fr-FR"/>
              </w:rPr>
            </w:pPr>
          </w:p>
        </w:tc>
      </w:tr>
      <w:tr w:rsidR="00753418" w:rsidRPr="00753418" w14:paraId="43F250CE" w14:textId="77777777" w:rsidTr="0090507C">
        <w:trPr>
          <w:cantSplit/>
          <w:trHeight w:val="1214"/>
        </w:trPr>
        <w:tc>
          <w:tcPr>
            <w:tcW w:w="1858" w:type="dxa"/>
          </w:tcPr>
          <w:p w14:paraId="274C1789" w14:textId="77777777" w:rsidR="00753418" w:rsidRPr="00753418" w:rsidRDefault="00753418" w:rsidP="00753418">
            <w:pPr>
              <w:pStyle w:val="Tabletext"/>
              <w:rPr>
                <w:b/>
                <w:szCs w:val="20"/>
              </w:rPr>
            </w:pPr>
            <w:r w:rsidRPr="00753418">
              <w:rPr>
                <w:b/>
                <w:szCs w:val="20"/>
              </w:rPr>
              <w:t>Point de départ</w:t>
            </w:r>
          </w:p>
          <w:p w14:paraId="2D2FB7F7" w14:textId="5CC389C6" w:rsidR="00753418" w:rsidRPr="00753418" w:rsidRDefault="00753418" w:rsidP="00753418">
            <w:pPr>
              <w:pStyle w:val="Tabletext"/>
              <w:rPr>
                <w:szCs w:val="20"/>
              </w:rPr>
            </w:pPr>
            <w:r w:rsidRPr="00753418">
              <w:rPr>
                <w:szCs w:val="20"/>
              </w:rPr>
              <w:t>(pp. 8</w:t>
            </w:r>
            <w:r>
              <w:rPr>
                <w:szCs w:val="20"/>
              </w:rPr>
              <w:t>–</w:t>
            </w:r>
            <w:r w:rsidRPr="00753418">
              <w:rPr>
                <w:szCs w:val="20"/>
              </w:rPr>
              <w:t>9)</w:t>
            </w:r>
          </w:p>
          <w:p w14:paraId="1AB1465D" w14:textId="77777777" w:rsidR="00753418" w:rsidRPr="00753418" w:rsidRDefault="00753418" w:rsidP="00753418">
            <w:pPr>
              <w:pStyle w:val="Tabletext"/>
              <w:rPr>
                <w:szCs w:val="20"/>
              </w:rPr>
            </w:pPr>
          </w:p>
          <w:p w14:paraId="1DE52A24" w14:textId="77777777" w:rsidR="00753418" w:rsidRPr="00753418" w:rsidRDefault="00753418" w:rsidP="00753418">
            <w:pPr>
              <w:pStyle w:val="Tabletext"/>
              <w:rPr>
                <w:szCs w:val="20"/>
              </w:rPr>
            </w:pPr>
            <w:r w:rsidRPr="00753418">
              <w:rPr>
                <w:szCs w:val="20"/>
              </w:rPr>
              <w:t>Talking about school holidays</w:t>
            </w:r>
          </w:p>
          <w:p w14:paraId="7B8E5E12" w14:textId="77777777" w:rsidR="00753418" w:rsidRPr="00753418" w:rsidRDefault="00753418" w:rsidP="00753418">
            <w:pPr>
              <w:pStyle w:val="Tabletext"/>
              <w:rPr>
                <w:szCs w:val="20"/>
              </w:rPr>
            </w:pPr>
          </w:p>
          <w:p w14:paraId="5A17A501" w14:textId="1FBBE52F" w:rsidR="00753418" w:rsidRPr="00FF741B" w:rsidRDefault="00753418" w:rsidP="00753418">
            <w:pPr>
              <w:pStyle w:val="Tabletext"/>
              <w:rPr>
                <w:b/>
                <w:szCs w:val="20"/>
              </w:rPr>
            </w:pPr>
            <w:r w:rsidRPr="00753418">
              <w:rPr>
                <w:szCs w:val="20"/>
              </w:rPr>
              <w:t xml:space="preserve">Revising the verbs </w:t>
            </w:r>
            <w:r w:rsidRPr="00753418">
              <w:rPr>
                <w:i/>
                <w:szCs w:val="20"/>
              </w:rPr>
              <w:t>avoir</w:t>
            </w:r>
            <w:r w:rsidRPr="00753418">
              <w:rPr>
                <w:szCs w:val="20"/>
              </w:rPr>
              <w:t xml:space="preserve"> and </w:t>
            </w:r>
            <w:r w:rsidRPr="00753418">
              <w:rPr>
                <w:i/>
                <w:szCs w:val="20"/>
              </w:rPr>
              <w:t>être</w:t>
            </w:r>
          </w:p>
        </w:tc>
        <w:tc>
          <w:tcPr>
            <w:tcW w:w="2072" w:type="dxa"/>
          </w:tcPr>
          <w:p w14:paraId="5927B4D6" w14:textId="77777777" w:rsidR="00753418" w:rsidRPr="00753418" w:rsidRDefault="00753418" w:rsidP="00753418">
            <w:pPr>
              <w:pStyle w:val="Tabletext"/>
              <w:rPr>
                <w:b/>
                <w:szCs w:val="20"/>
              </w:rPr>
            </w:pPr>
            <w:r w:rsidRPr="00753418">
              <w:rPr>
                <w:b/>
                <w:szCs w:val="20"/>
              </w:rPr>
              <w:t>PoS</w:t>
            </w:r>
          </w:p>
          <w:p w14:paraId="6351689B" w14:textId="77777777" w:rsidR="00753418" w:rsidRPr="00753418" w:rsidRDefault="00753418" w:rsidP="00753418">
            <w:pPr>
              <w:pStyle w:val="Tabletext"/>
              <w:rPr>
                <w:szCs w:val="20"/>
              </w:rPr>
            </w:pPr>
            <w:r w:rsidRPr="00753418">
              <w:rPr>
                <w:b/>
                <w:szCs w:val="20"/>
              </w:rPr>
              <w:t>LC1</w:t>
            </w:r>
            <w:r w:rsidRPr="00753418">
              <w:rPr>
                <w:szCs w:val="20"/>
              </w:rPr>
              <w:t xml:space="preserve"> Listening and responding</w:t>
            </w:r>
          </w:p>
          <w:p w14:paraId="4526ED9B" w14:textId="77777777" w:rsidR="00753418" w:rsidRPr="00753418" w:rsidRDefault="00753418" w:rsidP="00753418">
            <w:pPr>
              <w:pStyle w:val="Tabletext"/>
              <w:rPr>
                <w:szCs w:val="20"/>
              </w:rPr>
            </w:pPr>
          </w:p>
          <w:p w14:paraId="01763159" w14:textId="77777777" w:rsidR="00753418" w:rsidRPr="00753418" w:rsidRDefault="00753418" w:rsidP="00753418">
            <w:pPr>
              <w:pStyle w:val="Tabletext"/>
              <w:rPr>
                <w:szCs w:val="20"/>
              </w:rPr>
            </w:pPr>
            <w:r w:rsidRPr="00753418">
              <w:rPr>
                <w:b/>
                <w:szCs w:val="20"/>
              </w:rPr>
              <w:t>LC3</w:t>
            </w:r>
            <w:r w:rsidRPr="00753418">
              <w:rPr>
                <w:szCs w:val="20"/>
              </w:rPr>
              <w:t xml:space="preserve"> Conversation</w:t>
            </w:r>
          </w:p>
          <w:p w14:paraId="2E4FD53C" w14:textId="77777777" w:rsidR="00753418" w:rsidRPr="00753418" w:rsidRDefault="00753418" w:rsidP="00753418">
            <w:pPr>
              <w:pStyle w:val="Tabletext"/>
              <w:rPr>
                <w:szCs w:val="20"/>
              </w:rPr>
            </w:pPr>
          </w:p>
          <w:p w14:paraId="47B43797" w14:textId="77777777" w:rsidR="00753418" w:rsidRPr="00753418" w:rsidRDefault="00753418" w:rsidP="00753418">
            <w:pPr>
              <w:pStyle w:val="Tabletext"/>
              <w:rPr>
                <w:szCs w:val="20"/>
              </w:rPr>
            </w:pPr>
            <w:r w:rsidRPr="00753418">
              <w:rPr>
                <w:b/>
                <w:szCs w:val="20"/>
              </w:rPr>
              <w:t>LC5</w:t>
            </w:r>
            <w:r w:rsidRPr="00753418">
              <w:rPr>
                <w:szCs w:val="20"/>
              </w:rPr>
              <w:t xml:space="preserve"> Accurate pronunciation and intonation</w:t>
            </w:r>
          </w:p>
          <w:p w14:paraId="67C56432" w14:textId="77777777" w:rsidR="00753418" w:rsidRPr="00753418" w:rsidRDefault="00753418" w:rsidP="00753418">
            <w:pPr>
              <w:pStyle w:val="Tabletext"/>
              <w:rPr>
                <w:b/>
                <w:szCs w:val="20"/>
              </w:rPr>
            </w:pPr>
          </w:p>
          <w:p w14:paraId="5821F0E7" w14:textId="028C03D0" w:rsidR="00753418" w:rsidRPr="00175268" w:rsidRDefault="00753418" w:rsidP="00753418">
            <w:pPr>
              <w:pStyle w:val="Tabletext"/>
              <w:rPr>
                <w:b/>
                <w:szCs w:val="20"/>
              </w:rPr>
            </w:pPr>
            <w:r w:rsidRPr="00753418">
              <w:rPr>
                <w:b/>
                <w:szCs w:val="20"/>
              </w:rPr>
              <w:t xml:space="preserve">PPS: </w:t>
            </w:r>
            <w:r w:rsidR="00947DD3">
              <w:rPr>
                <w:szCs w:val="20"/>
              </w:rPr>
              <w:t>3rd–4th Steps</w:t>
            </w:r>
          </w:p>
        </w:tc>
        <w:tc>
          <w:tcPr>
            <w:tcW w:w="3578" w:type="dxa"/>
          </w:tcPr>
          <w:p w14:paraId="0BD69E8A" w14:textId="77777777" w:rsidR="00753418" w:rsidRPr="00753418" w:rsidRDefault="00753418" w:rsidP="00B2728E">
            <w:pPr>
              <w:pStyle w:val="Tabletext"/>
              <w:spacing w:after="0"/>
              <w:rPr>
                <w:i/>
                <w:szCs w:val="20"/>
                <w:lang w:val="fr-FR"/>
              </w:rPr>
            </w:pPr>
            <w:r w:rsidRPr="00753418">
              <w:rPr>
                <w:i/>
                <w:szCs w:val="20"/>
                <w:lang w:val="fr-FR"/>
              </w:rPr>
              <w:t>Tu as combien de semaines de vacances en été / hiver?</w:t>
            </w:r>
          </w:p>
          <w:p w14:paraId="438CDACA" w14:textId="77777777" w:rsidR="00753418" w:rsidRPr="00753418" w:rsidRDefault="00753418" w:rsidP="00F07379">
            <w:pPr>
              <w:pStyle w:val="Tabletext"/>
              <w:spacing w:before="0" w:after="0"/>
              <w:rPr>
                <w:i/>
                <w:szCs w:val="20"/>
                <w:lang w:val="fr-FR"/>
              </w:rPr>
            </w:pPr>
          </w:p>
          <w:p w14:paraId="0DB25C3D" w14:textId="77777777" w:rsidR="00753418" w:rsidRPr="00753418" w:rsidRDefault="00753418" w:rsidP="00B2728E">
            <w:pPr>
              <w:pStyle w:val="Tabletext"/>
              <w:spacing w:before="0"/>
              <w:rPr>
                <w:i/>
                <w:szCs w:val="20"/>
                <w:lang w:val="fr-FR"/>
              </w:rPr>
            </w:pPr>
            <w:r w:rsidRPr="00753418">
              <w:rPr>
                <w:i/>
                <w:szCs w:val="20"/>
                <w:lang w:val="fr-FR"/>
              </w:rPr>
              <w:t>Ici, on a / nous avons huit semaines de vacances en été.</w:t>
            </w:r>
          </w:p>
          <w:p w14:paraId="0E89565F" w14:textId="77777777" w:rsidR="00753418" w:rsidRPr="00753418" w:rsidRDefault="00753418" w:rsidP="00B2728E">
            <w:pPr>
              <w:pStyle w:val="Tabletext"/>
              <w:spacing w:after="0"/>
              <w:rPr>
                <w:i/>
                <w:szCs w:val="20"/>
                <w:lang w:val="fr-FR"/>
              </w:rPr>
            </w:pPr>
            <w:r w:rsidRPr="00753418">
              <w:rPr>
                <w:i/>
                <w:szCs w:val="20"/>
                <w:lang w:val="fr-FR"/>
              </w:rPr>
              <w:t>Ils ont trois jours de vacances en septembre.</w:t>
            </w:r>
          </w:p>
          <w:p w14:paraId="45C3358E" w14:textId="77777777" w:rsidR="00753418" w:rsidRPr="00753418" w:rsidRDefault="00753418" w:rsidP="00F07379">
            <w:pPr>
              <w:pStyle w:val="Tabletext"/>
              <w:spacing w:before="0" w:after="0"/>
              <w:rPr>
                <w:i/>
                <w:szCs w:val="20"/>
                <w:lang w:val="fr-FR"/>
              </w:rPr>
            </w:pPr>
          </w:p>
          <w:p w14:paraId="6CEA6785" w14:textId="77777777" w:rsidR="00753418" w:rsidRPr="00753418" w:rsidRDefault="00753418" w:rsidP="00B2728E">
            <w:pPr>
              <w:pStyle w:val="Tabletext"/>
              <w:spacing w:before="0"/>
              <w:rPr>
                <w:i/>
                <w:szCs w:val="20"/>
                <w:lang w:val="fr-FR"/>
              </w:rPr>
            </w:pPr>
            <w:r w:rsidRPr="00753418">
              <w:rPr>
                <w:i/>
                <w:szCs w:val="20"/>
                <w:lang w:val="fr-FR"/>
              </w:rPr>
              <w:t>Où habites-tu?</w:t>
            </w:r>
          </w:p>
          <w:p w14:paraId="77923879" w14:textId="77777777" w:rsidR="00753418" w:rsidRPr="00753418" w:rsidRDefault="00753418" w:rsidP="00753418">
            <w:pPr>
              <w:pStyle w:val="Tabletext"/>
              <w:rPr>
                <w:i/>
                <w:szCs w:val="20"/>
                <w:lang w:val="fr-FR"/>
              </w:rPr>
            </w:pPr>
            <w:r w:rsidRPr="00753418">
              <w:rPr>
                <w:i/>
                <w:szCs w:val="20"/>
                <w:lang w:val="fr-FR"/>
              </w:rPr>
              <w:t>J’habite à Manchester.</w:t>
            </w:r>
          </w:p>
          <w:p w14:paraId="3F8D6E2C" w14:textId="3670360E" w:rsidR="00753418" w:rsidRPr="00753418" w:rsidRDefault="00753418" w:rsidP="00753418">
            <w:pPr>
              <w:pStyle w:val="Tabletext"/>
              <w:rPr>
                <w:i/>
                <w:szCs w:val="20"/>
                <w:lang w:val="fr-FR"/>
              </w:rPr>
            </w:pPr>
            <w:r w:rsidRPr="00753418">
              <w:rPr>
                <w:i/>
                <w:szCs w:val="20"/>
                <w:lang w:val="fr-FR"/>
              </w:rPr>
              <w:t xml:space="preserve">J’habite en Angleterre / Écosse / Irlande (du </w:t>
            </w:r>
            <w:r w:rsidR="00834182">
              <w:rPr>
                <w:i/>
                <w:szCs w:val="20"/>
                <w:lang w:val="fr-FR"/>
              </w:rPr>
              <w:t>N</w:t>
            </w:r>
            <w:r w:rsidRPr="00753418">
              <w:rPr>
                <w:i/>
                <w:szCs w:val="20"/>
                <w:lang w:val="fr-FR"/>
              </w:rPr>
              <w:t>ord).</w:t>
            </w:r>
          </w:p>
          <w:p w14:paraId="2FC85D56" w14:textId="404F7093" w:rsidR="00753418" w:rsidRPr="00753418" w:rsidRDefault="00753418" w:rsidP="00B2728E">
            <w:pPr>
              <w:pStyle w:val="Tabletext"/>
              <w:spacing w:after="0"/>
              <w:rPr>
                <w:i/>
                <w:szCs w:val="20"/>
                <w:lang w:val="fr-FR"/>
              </w:rPr>
            </w:pPr>
            <w:r w:rsidRPr="00753418">
              <w:rPr>
                <w:i/>
                <w:szCs w:val="20"/>
                <w:lang w:val="fr-FR"/>
              </w:rPr>
              <w:t xml:space="preserve">J’habite au </w:t>
            </w:r>
            <w:r w:rsidR="00834182">
              <w:rPr>
                <w:i/>
                <w:szCs w:val="20"/>
                <w:lang w:val="fr-FR"/>
              </w:rPr>
              <w:t>p</w:t>
            </w:r>
            <w:r w:rsidRPr="00753418">
              <w:rPr>
                <w:i/>
                <w:szCs w:val="20"/>
                <w:lang w:val="fr-FR"/>
              </w:rPr>
              <w:t>ays de Galles.</w:t>
            </w:r>
          </w:p>
          <w:p w14:paraId="34B16D6E" w14:textId="77777777" w:rsidR="00753418" w:rsidRPr="00753418" w:rsidRDefault="00753418" w:rsidP="00F07379">
            <w:pPr>
              <w:pStyle w:val="Tabletext"/>
              <w:spacing w:before="0" w:after="0"/>
              <w:rPr>
                <w:i/>
                <w:szCs w:val="20"/>
                <w:lang w:val="fr-FR"/>
              </w:rPr>
            </w:pPr>
          </w:p>
          <w:p w14:paraId="15BFEFDA" w14:textId="77777777" w:rsidR="00753418" w:rsidRPr="00753418" w:rsidRDefault="00753418" w:rsidP="00B2728E">
            <w:pPr>
              <w:pStyle w:val="Tabletext"/>
              <w:spacing w:before="0"/>
              <w:rPr>
                <w:i/>
                <w:szCs w:val="20"/>
                <w:lang w:val="fr-FR"/>
              </w:rPr>
            </w:pPr>
            <w:r w:rsidRPr="00753418">
              <w:rPr>
                <w:i/>
                <w:szCs w:val="20"/>
                <w:lang w:val="fr-FR"/>
              </w:rPr>
              <w:t>Tu es où en vacances?</w:t>
            </w:r>
          </w:p>
          <w:p w14:paraId="7F613E55" w14:textId="608426F7" w:rsidR="00753418" w:rsidRPr="00753418" w:rsidRDefault="00753418" w:rsidP="00753418">
            <w:pPr>
              <w:pStyle w:val="Tabletext"/>
              <w:rPr>
                <w:i/>
                <w:szCs w:val="20"/>
                <w:lang w:val="fr-FR"/>
              </w:rPr>
            </w:pPr>
            <w:r w:rsidRPr="00753418">
              <w:rPr>
                <w:i/>
                <w:szCs w:val="20"/>
                <w:lang w:val="fr-FR"/>
              </w:rPr>
              <w:t xml:space="preserve">Je suis / Nous sommes en </w:t>
            </w:r>
            <w:r w:rsidR="00B53E52">
              <w:rPr>
                <w:i/>
                <w:szCs w:val="20"/>
                <w:lang w:val="fr-FR"/>
              </w:rPr>
              <w:br/>
            </w:r>
            <w:r w:rsidRPr="00753418">
              <w:rPr>
                <w:i/>
                <w:szCs w:val="20"/>
                <w:lang w:val="fr-FR"/>
              </w:rPr>
              <w:t>vacances …</w:t>
            </w:r>
          </w:p>
          <w:p w14:paraId="50A12F4D" w14:textId="48D7CE30" w:rsidR="00753418" w:rsidRPr="00753418" w:rsidRDefault="00753418" w:rsidP="00753418">
            <w:pPr>
              <w:pStyle w:val="Tabletext"/>
              <w:rPr>
                <w:i/>
                <w:szCs w:val="20"/>
                <w:lang w:val="fr-FR"/>
              </w:rPr>
            </w:pPr>
            <w:r w:rsidRPr="00753418">
              <w:rPr>
                <w:i/>
                <w:szCs w:val="20"/>
                <w:lang w:val="fr-FR"/>
              </w:rPr>
              <w:t xml:space="preserve">au bord de la mer / à la montagne / </w:t>
            </w:r>
            <w:r w:rsidR="00B53E52">
              <w:rPr>
                <w:i/>
                <w:szCs w:val="20"/>
                <w:lang w:val="fr-FR"/>
              </w:rPr>
              <w:br/>
            </w:r>
            <w:r w:rsidRPr="00753418">
              <w:rPr>
                <w:i/>
                <w:szCs w:val="20"/>
                <w:lang w:val="fr-FR"/>
              </w:rPr>
              <w:t>à la campagne / en colo (en colonie de vacances) / chez mes grands-parents</w:t>
            </w:r>
          </w:p>
          <w:p w14:paraId="52A07084" w14:textId="26510B23" w:rsidR="00753418" w:rsidRPr="00753418" w:rsidRDefault="00753418" w:rsidP="00B2728E">
            <w:pPr>
              <w:pStyle w:val="Tabletext"/>
              <w:spacing w:after="0"/>
              <w:rPr>
                <w:i/>
                <w:szCs w:val="20"/>
                <w:lang w:val="fr-FR"/>
              </w:rPr>
            </w:pPr>
            <w:r w:rsidRPr="00753418">
              <w:rPr>
                <w:i/>
                <w:szCs w:val="20"/>
                <w:lang w:val="fr-FR"/>
              </w:rPr>
              <w:t>… avec mes amis /</w:t>
            </w:r>
            <w:r w:rsidR="009E3946">
              <w:rPr>
                <w:i/>
                <w:szCs w:val="20"/>
                <w:lang w:val="fr-FR"/>
              </w:rPr>
              <w:t xml:space="preserve"> </w:t>
            </w:r>
            <w:r w:rsidRPr="00753418">
              <w:rPr>
                <w:i/>
                <w:szCs w:val="20"/>
                <w:lang w:val="fr-FR"/>
              </w:rPr>
              <w:t>mes copains / mes parents / ma famille</w:t>
            </w:r>
          </w:p>
          <w:p w14:paraId="70096618" w14:textId="77777777" w:rsidR="00753418" w:rsidRPr="00753418" w:rsidRDefault="00753418" w:rsidP="00F07379">
            <w:pPr>
              <w:pStyle w:val="Tabletext"/>
              <w:spacing w:before="0" w:after="0"/>
              <w:rPr>
                <w:i/>
                <w:szCs w:val="20"/>
                <w:lang w:val="fr-FR"/>
              </w:rPr>
            </w:pPr>
          </w:p>
          <w:p w14:paraId="258B9079" w14:textId="46432C0B" w:rsidR="00CF7EAD" w:rsidRDefault="00753418" w:rsidP="00B2728E">
            <w:pPr>
              <w:pStyle w:val="Tabletext"/>
              <w:spacing w:before="0" w:after="0"/>
              <w:rPr>
                <w:i/>
                <w:szCs w:val="20"/>
                <w:lang w:val="fr-FR"/>
              </w:rPr>
            </w:pPr>
            <w:r w:rsidRPr="00753418">
              <w:rPr>
                <w:i/>
                <w:szCs w:val="20"/>
                <w:lang w:val="fr-FR"/>
              </w:rPr>
              <w:t xml:space="preserve">C’est trop marrant / assez </w:t>
            </w:r>
            <w:r w:rsidR="00B53E52">
              <w:rPr>
                <w:i/>
                <w:szCs w:val="20"/>
                <w:lang w:val="fr-FR"/>
              </w:rPr>
              <w:br/>
            </w:r>
            <w:r w:rsidRPr="00753418">
              <w:rPr>
                <w:i/>
                <w:szCs w:val="20"/>
                <w:lang w:val="fr-FR"/>
              </w:rPr>
              <w:t>intéressant /</w:t>
            </w:r>
            <w:r w:rsidR="001B3498">
              <w:rPr>
                <w:i/>
                <w:szCs w:val="20"/>
                <w:lang w:val="fr-FR"/>
              </w:rPr>
              <w:t xml:space="preserve"> </w:t>
            </w:r>
            <w:r w:rsidRPr="00753418">
              <w:rPr>
                <w:i/>
                <w:szCs w:val="20"/>
                <w:lang w:val="fr-FR"/>
              </w:rPr>
              <w:t xml:space="preserve">complètement nul / </w:t>
            </w:r>
            <w:r w:rsidR="0027392A">
              <w:rPr>
                <w:i/>
                <w:szCs w:val="20"/>
                <w:lang w:val="fr-FR"/>
              </w:rPr>
              <w:br/>
            </w:r>
            <w:r w:rsidRPr="00753418">
              <w:rPr>
                <w:i/>
                <w:szCs w:val="20"/>
                <w:lang w:val="fr-FR"/>
              </w:rPr>
              <w:t>un peu ennuyeux!</w:t>
            </w:r>
          </w:p>
          <w:p w14:paraId="2923AA15" w14:textId="35B2C064" w:rsidR="001B3498" w:rsidRPr="00753418" w:rsidRDefault="001B3498" w:rsidP="00753418">
            <w:pPr>
              <w:pStyle w:val="Tabletext"/>
              <w:rPr>
                <w:i/>
                <w:szCs w:val="20"/>
                <w:lang w:val="fr-FR"/>
              </w:rPr>
            </w:pPr>
          </w:p>
        </w:tc>
        <w:tc>
          <w:tcPr>
            <w:tcW w:w="2114" w:type="dxa"/>
          </w:tcPr>
          <w:p w14:paraId="6A66E9AF" w14:textId="0FB48B13" w:rsidR="00753418" w:rsidRPr="00753418" w:rsidRDefault="00C13223" w:rsidP="00753418">
            <w:pPr>
              <w:rPr>
                <w:lang w:val="fr-FR"/>
              </w:rPr>
            </w:pPr>
            <w:r w:rsidRPr="00C13223">
              <w:rPr>
                <w:b/>
                <w:lang w:val="fr-FR"/>
              </w:rPr>
              <w:t>G:</w:t>
            </w:r>
            <w:r w:rsidR="00753418" w:rsidRPr="00753418">
              <w:rPr>
                <w:lang w:val="fr-FR"/>
              </w:rPr>
              <w:t xml:space="preserve"> The verb </w:t>
            </w:r>
            <w:r w:rsidR="00753418" w:rsidRPr="00753418">
              <w:rPr>
                <w:i/>
                <w:lang w:val="fr-FR"/>
              </w:rPr>
              <w:t>avoir</w:t>
            </w:r>
          </w:p>
          <w:p w14:paraId="091FCFA5" w14:textId="77777777" w:rsidR="00753418" w:rsidRPr="00753418" w:rsidRDefault="00753418" w:rsidP="00753418">
            <w:pPr>
              <w:rPr>
                <w:lang w:val="fr-FR"/>
              </w:rPr>
            </w:pPr>
          </w:p>
          <w:p w14:paraId="246DA417" w14:textId="77777777" w:rsidR="00753418" w:rsidRPr="00753418" w:rsidRDefault="00753418" w:rsidP="00753418">
            <w:pPr>
              <w:rPr>
                <w:lang w:val="fr-FR"/>
              </w:rPr>
            </w:pPr>
            <w:r w:rsidRPr="00753418">
              <w:rPr>
                <w:lang w:val="fr-FR"/>
              </w:rPr>
              <w:t>Pronunciation: liaison</w:t>
            </w:r>
          </w:p>
          <w:p w14:paraId="1D3CD435" w14:textId="77777777" w:rsidR="00753418" w:rsidRPr="00753418" w:rsidRDefault="00753418" w:rsidP="00753418">
            <w:pPr>
              <w:rPr>
                <w:lang w:val="fr-FR"/>
              </w:rPr>
            </w:pPr>
          </w:p>
          <w:p w14:paraId="41A5C487" w14:textId="13C6AFF4" w:rsidR="00753418" w:rsidRPr="00753418" w:rsidRDefault="00C13223" w:rsidP="00753418">
            <w:pPr>
              <w:rPr>
                <w:lang w:val="fr-FR"/>
              </w:rPr>
            </w:pPr>
            <w:r w:rsidRPr="00C13223">
              <w:rPr>
                <w:b/>
                <w:lang w:val="fr-FR"/>
              </w:rPr>
              <w:t>G:</w:t>
            </w:r>
            <w:r w:rsidR="00753418" w:rsidRPr="00753418">
              <w:rPr>
                <w:lang w:val="fr-FR"/>
              </w:rPr>
              <w:t xml:space="preserve"> The verb </w:t>
            </w:r>
            <w:r w:rsidR="00753418" w:rsidRPr="00753418">
              <w:rPr>
                <w:i/>
                <w:lang w:val="fr-FR"/>
              </w:rPr>
              <w:t>être</w:t>
            </w:r>
          </w:p>
          <w:p w14:paraId="0F714FA1" w14:textId="77777777" w:rsidR="00753418" w:rsidRPr="00753418" w:rsidRDefault="00753418" w:rsidP="00753418">
            <w:pPr>
              <w:rPr>
                <w:lang w:val="fr-FR"/>
              </w:rPr>
            </w:pPr>
          </w:p>
          <w:p w14:paraId="5840AB23" w14:textId="09088C23" w:rsidR="00753418" w:rsidRPr="00753418" w:rsidRDefault="00753418" w:rsidP="00753418">
            <w:pPr>
              <w:rPr>
                <w:lang w:val="fr-FR"/>
              </w:rPr>
            </w:pPr>
            <w:r w:rsidRPr="00753418">
              <w:rPr>
                <w:lang w:val="fr-FR"/>
              </w:rPr>
              <w:t xml:space="preserve">Pronunciation of </w:t>
            </w:r>
            <w:r w:rsidRPr="00753418">
              <w:rPr>
                <w:i/>
                <w:lang w:val="fr-FR"/>
              </w:rPr>
              <w:t>an</w:t>
            </w:r>
            <w:r w:rsidRPr="00753418">
              <w:rPr>
                <w:lang w:val="fr-FR"/>
              </w:rPr>
              <w:t xml:space="preserve">, </w:t>
            </w:r>
            <w:r w:rsidRPr="00753418">
              <w:rPr>
                <w:i/>
                <w:lang w:val="fr-FR"/>
              </w:rPr>
              <w:t>en</w:t>
            </w:r>
            <w:r w:rsidRPr="00753418">
              <w:rPr>
                <w:lang w:val="fr-FR"/>
              </w:rPr>
              <w:t xml:space="preserve"> and </w:t>
            </w:r>
            <w:r w:rsidRPr="00753418">
              <w:rPr>
                <w:i/>
                <w:lang w:val="fr-FR"/>
              </w:rPr>
              <w:t>gn</w:t>
            </w:r>
            <w:r w:rsidRPr="00753418">
              <w:rPr>
                <w:lang w:val="fr-FR"/>
              </w:rPr>
              <w:t xml:space="preserve"> sounds: </w:t>
            </w:r>
            <w:r w:rsidRPr="00753418">
              <w:rPr>
                <w:i/>
                <w:lang w:val="fr-FR"/>
              </w:rPr>
              <w:t>en vacances / grands-parents; campagne / montagne</w:t>
            </w:r>
          </w:p>
        </w:tc>
      </w:tr>
      <w:tr w:rsidR="00175268" w:rsidRPr="00FF741B" w14:paraId="6753AAC5" w14:textId="77777777" w:rsidTr="0090507C">
        <w:trPr>
          <w:cantSplit/>
          <w:trHeight w:val="510"/>
        </w:trPr>
        <w:tc>
          <w:tcPr>
            <w:tcW w:w="1858" w:type="dxa"/>
          </w:tcPr>
          <w:p w14:paraId="08F355B6" w14:textId="77777777" w:rsidR="00753418" w:rsidRPr="00753418" w:rsidRDefault="00753418" w:rsidP="00753418">
            <w:pPr>
              <w:pStyle w:val="Tabletext"/>
              <w:rPr>
                <w:b/>
                <w:szCs w:val="20"/>
                <w:lang w:val="fr-FR"/>
              </w:rPr>
            </w:pPr>
            <w:r w:rsidRPr="00753418">
              <w:rPr>
                <w:b/>
                <w:szCs w:val="20"/>
                <w:lang w:val="fr-FR"/>
              </w:rPr>
              <w:lastRenderedPageBreak/>
              <w:t>1 Tu as passé de bonnes vacances?</w:t>
            </w:r>
          </w:p>
          <w:p w14:paraId="7A2BEED2" w14:textId="2EF7B972" w:rsidR="00753418" w:rsidRPr="00753418" w:rsidRDefault="00753418" w:rsidP="00753418">
            <w:pPr>
              <w:pStyle w:val="Tabletext"/>
              <w:rPr>
                <w:szCs w:val="20"/>
              </w:rPr>
            </w:pPr>
            <w:r w:rsidRPr="00753418">
              <w:rPr>
                <w:szCs w:val="20"/>
              </w:rPr>
              <w:t>(pp. 10</w:t>
            </w:r>
            <w:r>
              <w:rPr>
                <w:szCs w:val="20"/>
              </w:rPr>
              <w:t>–</w:t>
            </w:r>
            <w:r w:rsidRPr="00753418">
              <w:rPr>
                <w:szCs w:val="20"/>
              </w:rPr>
              <w:t>11)</w:t>
            </w:r>
          </w:p>
          <w:p w14:paraId="0275E7FA" w14:textId="77777777" w:rsidR="00753418" w:rsidRPr="00753418" w:rsidRDefault="00753418" w:rsidP="00753418">
            <w:pPr>
              <w:pStyle w:val="Tabletext"/>
              <w:rPr>
                <w:szCs w:val="20"/>
              </w:rPr>
            </w:pPr>
          </w:p>
          <w:p w14:paraId="005114B3" w14:textId="77777777" w:rsidR="00753418" w:rsidRPr="00753418" w:rsidRDefault="00753418" w:rsidP="00753418">
            <w:pPr>
              <w:pStyle w:val="Tabletext"/>
              <w:rPr>
                <w:szCs w:val="20"/>
              </w:rPr>
            </w:pPr>
            <w:r w:rsidRPr="00753418">
              <w:rPr>
                <w:szCs w:val="20"/>
              </w:rPr>
              <w:t>Saying what you did during the holidays</w:t>
            </w:r>
          </w:p>
          <w:p w14:paraId="4193D752" w14:textId="77777777" w:rsidR="00753418" w:rsidRPr="00753418" w:rsidRDefault="00753418" w:rsidP="00753418">
            <w:pPr>
              <w:pStyle w:val="Tabletext"/>
              <w:rPr>
                <w:b/>
                <w:szCs w:val="20"/>
              </w:rPr>
            </w:pPr>
          </w:p>
          <w:p w14:paraId="5FB8296B" w14:textId="77777777" w:rsidR="00753418" w:rsidRPr="00753418" w:rsidRDefault="00753418" w:rsidP="00753418">
            <w:pPr>
              <w:pStyle w:val="Tabletext"/>
              <w:rPr>
                <w:szCs w:val="20"/>
              </w:rPr>
            </w:pPr>
            <w:r w:rsidRPr="00753418">
              <w:rPr>
                <w:szCs w:val="20"/>
              </w:rPr>
              <w:t xml:space="preserve">Using the perfect tense of regular </w:t>
            </w:r>
          </w:p>
          <w:p w14:paraId="28B75AA8" w14:textId="080A9F6F" w:rsidR="00175268" w:rsidRPr="006740F7" w:rsidRDefault="00947DD3" w:rsidP="00753418">
            <w:pPr>
              <w:pStyle w:val="Tabletext"/>
              <w:spacing w:before="0"/>
              <w:rPr>
                <w:szCs w:val="20"/>
              </w:rPr>
            </w:pPr>
            <w:r>
              <w:rPr>
                <w:i/>
                <w:szCs w:val="20"/>
              </w:rPr>
              <w:t>–</w:t>
            </w:r>
            <w:r w:rsidR="00753418" w:rsidRPr="00753418">
              <w:rPr>
                <w:i/>
                <w:szCs w:val="20"/>
              </w:rPr>
              <w:t>er</w:t>
            </w:r>
            <w:r w:rsidR="00753418" w:rsidRPr="00753418">
              <w:rPr>
                <w:szCs w:val="20"/>
              </w:rPr>
              <w:t xml:space="preserve"> verbs</w:t>
            </w:r>
            <w:r w:rsidR="00753418" w:rsidRPr="00753418">
              <w:rPr>
                <w:b/>
                <w:szCs w:val="20"/>
              </w:rPr>
              <w:t xml:space="preserve"> </w:t>
            </w:r>
          </w:p>
        </w:tc>
        <w:tc>
          <w:tcPr>
            <w:tcW w:w="2072" w:type="dxa"/>
          </w:tcPr>
          <w:p w14:paraId="0371B1B9" w14:textId="77777777" w:rsidR="00753418" w:rsidRPr="00753418" w:rsidRDefault="00753418" w:rsidP="00753418">
            <w:pPr>
              <w:pStyle w:val="Tabletext"/>
              <w:rPr>
                <w:b/>
                <w:szCs w:val="20"/>
              </w:rPr>
            </w:pPr>
            <w:r w:rsidRPr="00753418">
              <w:rPr>
                <w:b/>
                <w:szCs w:val="20"/>
              </w:rPr>
              <w:t>PoS</w:t>
            </w:r>
          </w:p>
          <w:p w14:paraId="3BBBAF58" w14:textId="77777777" w:rsidR="00753418" w:rsidRPr="00753418" w:rsidRDefault="00753418" w:rsidP="00753418">
            <w:pPr>
              <w:pStyle w:val="Tabletext"/>
              <w:rPr>
                <w:szCs w:val="20"/>
              </w:rPr>
            </w:pPr>
            <w:r w:rsidRPr="00753418">
              <w:rPr>
                <w:b/>
                <w:szCs w:val="20"/>
              </w:rPr>
              <w:t>GV1</w:t>
            </w:r>
            <w:r w:rsidRPr="00753418">
              <w:rPr>
                <w:szCs w:val="20"/>
              </w:rPr>
              <w:t xml:space="preserve"> Tenses</w:t>
            </w:r>
          </w:p>
          <w:p w14:paraId="2A429218" w14:textId="77777777" w:rsidR="00753418" w:rsidRPr="00753418" w:rsidRDefault="00753418" w:rsidP="00753418">
            <w:pPr>
              <w:pStyle w:val="Tabletext"/>
              <w:rPr>
                <w:szCs w:val="20"/>
              </w:rPr>
            </w:pPr>
          </w:p>
          <w:p w14:paraId="56EB755D" w14:textId="77777777" w:rsidR="00753418" w:rsidRPr="00753418" w:rsidRDefault="00753418" w:rsidP="00753418">
            <w:pPr>
              <w:pStyle w:val="Tabletext"/>
              <w:rPr>
                <w:szCs w:val="20"/>
              </w:rPr>
            </w:pPr>
            <w:r w:rsidRPr="00753418">
              <w:rPr>
                <w:b/>
                <w:szCs w:val="20"/>
              </w:rPr>
              <w:t>GV3</w:t>
            </w:r>
            <w:r w:rsidRPr="00753418">
              <w:rPr>
                <w:szCs w:val="20"/>
              </w:rPr>
              <w:t xml:space="preserve"> Developing vocabulary</w:t>
            </w:r>
          </w:p>
          <w:p w14:paraId="2202580A" w14:textId="77777777" w:rsidR="00753418" w:rsidRPr="00753418" w:rsidRDefault="00753418" w:rsidP="00753418">
            <w:pPr>
              <w:pStyle w:val="Tabletext"/>
              <w:rPr>
                <w:szCs w:val="20"/>
              </w:rPr>
            </w:pPr>
          </w:p>
          <w:p w14:paraId="4EF836A6" w14:textId="77777777" w:rsidR="00753418" w:rsidRPr="00753418" w:rsidRDefault="00753418" w:rsidP="00753418">
            <w:pPr>
              <w:pStyle w:val="Tabletext"/>
              <w:rPr>
                <w:szCs w:val="20"/>
              </w:rPr>
            </w:pPr>
            <w:r w:rsidRPr="00753418">
              <w:rPr>
                <w:b/>
                <w:szCs w:val="20"/>
              </w:rPr>
              <w:t>LC5</w:t>
            </w:r>
            <w:r w:rsidRPr="00753418">
              <w:rPr>
                <w:szCs w:val="20"/>
              </w:rPr>
              <w:t xml:space="preserve"> Accurate pronunciation and intonation</w:t>
            </w:r>
          </w:p>
          <w:p w14:paraId="23554EEE" w14:textId="77777777" w:rsidR="00753418" w:rsidRPr="00753418" w:rsidRDefault="00753418" w:rsidP="00753418">
            <w:pPr>
              <w:pStyle w:val="Tabletext"/>
              <w:rPr>
                <w:szCs w:val="20"/>
              </w:rPr>
            </w:pPr>
          </w:p>
          <w:p w14:paraId="1AC1C506" w14:textId="77777777" w:rsidR="00753418" w:rsidRPr="00753418" w:rsidRDefault="00753418" w:rsidP="00753418">
            <w:pPr>
              <w:pStyle w:val="Tabletext"/>
              <w:rPr>
                <w:szCs w:val="20"/>
              </w:rPr>
            </w:pPr>
            <w:r w:rsidRPr="00753418">
              <w:rPr>
                <w:b/>
                <w:szCs w:val="20"/>
              </w:rPr>
              <w:t>LC8</w:t>
            </w:r>
            <w:r w:rsidRPr="00753418">
              <w:rPr>
                <w:szCs w:val="20"/>
              </w:rPr>
              <w:t xml:space="preserve"> Writing creatively</w:t>
            </w:r>
          </w:p>
          <w:p w14:paraId="16B03260" w14:textId="77777777" w:rsidR="00753418" w:rsidRPr="00753418" w:rsidRDefault="00753418" w:rsidP="00753418">
            <w:pPr>
              <w:pStyle w:val="Tabletext"/>
              <w:rPr>
                <w:b/>
                <w:szCs w:val="20"/>
              </w:rPr>
            </w:pPr>
          </w:p>
          <w:p w14:paraId="1934F4D2" w14:textId="636BE2E9" w:rsidR="00175268" w:rsidRPr="00FF741B" w:rsidRDefault="00753418" w:rsidP="00753418">
            <w:pPr>
              <w:pStyle w:val="Tabletext"/>
              <w:rPr>
                <w:szCs w:val="20"/>
              </w:rPr>
            </w:pPr>
            <w:r w:rsidRPr="00753418">
              <w:rPr>
                <w:b/>
                <w:szCs w:val="20"/>
              </w:rPr>
              <w:t xml:space="preserve">PPS: </w:t>
            </w:r>
            <w:r w:rsidR="00947DD3">
              <w:rPr>
                <w:szCs w:val="20"/>
              </w:rPr>
              <w:t>1st–5th Steps</w:t>
            </w:r>
          </w:p>
        </w:tc>
        <w:tc>
          <w:tcPr>
            <w:tcW w:w="3578" w:type="dxa"/>
          </w:tcPr>
          <w:p w14:paraId="1822427C" w14:textId="77777777" w:rsidR="00753418" w:rsidRPr="00753418" w:rsidRDefault="00753418" w:rsidP="00753418">
            <w:pPr>
              <w:pStyle w:val="Tabletext"/>
              <w:rPr>
                <w:i/>
                <w:szCs w:val="20"/>
                <w:lang w:val="fr-FR"/>
              </w:rPr>
            </w:pPr>
            <w:r w:rsidRPr="00753418">
              <w:rPr>
                <w:i/>
                <w:szCs w:val="20"/>
                <w:lang w:val="fr-FR"/>
              </w:rPr>
              <w:t>Pendant les vacances …</w:t>
            </w:r>
          </w:p>
          <w:p w14:paraId="755D4870" w14:textId="77777777" w:rsidR="00753418" w:rsidRPr="00753418" w:rsidRDefault="00753418" w:rsidP="00753418">
            <w:pPr>
              <w:pStyle w:val="Tabletext"/>
              <w:rPr>
                <w:i/>
                <w:szCs w:val="20"/>
                <w:lang w:val="fr-FR"/>
              </w:rPr>
            </w:pPr>
            <w:r w:rsidRPr="00753418">
              <w:rPr>
                <w:i/>
                <w:szCs w:val="20"/>
                <w:lang w:val="fr-FR"/>
              </w:rPr>
              <w:t>J’ai joué au tennis.</w:t>
            </w:r>
          </w:p>
          <w:p w14:paraId="16B0F623" w14:textId="77777777" w:rsidR="00753418" w:rsidRPr="00753418" w:rsidRDefault="00753418" w:rsidP="00753418">
            <w:pPr>
              <w:pStyle w:val="Tabletext"/>
              <w:rPr>
                <w:i/>
                <w:szCs w:val="20"/>
                <w:lang w:val="fr-FR"/>
              </w:rPr>
            </w:pPr>
            <w:r w:rsidRPr="00753418">
              <w:rPr>
                <w:i/>
                <w:szCs w:val="20"/>
                <w:lang w:val="fr-FR"/>
              </w:rPr>
              <w:t>J’ai mangé des glaces.</w:t>
            </w:r>
          </w:p>
          <w:p w14:paraId="1DDF6386" w14:textId="77777777" w:rsidR="00753418" w:rsidRPr="00753418" w:rsidRDefault="00753418" w:rsidP="00753418">
            <w:pPr>
              <w:pStyle w:val="Tabletext"/>
              <w:rPr>
                <w:i/>
                <w:szCs w:val="20"/>
                <w:lang w:val="fr-FR"/>
              </w:rPr>
            </w:pPr>
            <w:r w:rsidRPr="00753418">
              <w:rPr>
                <w:i/>
                <w:szCs w:val="20"/>
                <w:lang w:val="fr-FR"/>
              </w:rPr>
              <w:t>J’ai retrouvé mes amis.</w:t>
            </w:r>
          </w:p>
          <w:p w14:paraId="1DF9D81C" w14:textId="77777777" w:rsidR="00753418" w:rsidRPr="00753418" w:rsidRDefault="00753418" w:rsidP="00753418">
            <w:pPr>
              <w:pStyle w:val="Tabletext"/>
              <w:rPr>
                <w:i/>
                <w:szCs w:val="20"/>
                <w:lang w:val="fr-FR"/>
              </w:rPr>
            </w:pPr>
            <w:r w:rsidRPr="00753418">
              <w:rPr>
                <w:i/>
                <w:szCs w:val="20"/>
                <w:lang w:val="fr-FR"/>
              </w:rPr>
              <w:t>J’ai écouté de la musique.</w:t>
            </w:r>
          </w:p>
          <w:p w14:paraId="14E46824" w14:textId="77777777" w:rsidR="00753418" w:rsidRPr="00753418" w:rsidRDefault="00753418" w:rsidP="00753418">
            <w:pPr>
              <w:pStyle w:val="Tabletext"/>
              <w:rPr>
                <w:i/>
                <w:szCs w:val="20"/>
                <w:lang w:val="fr-FR"/>
              </w:rPr>
            </w:pPr>
            <w:r w:rsidRPr="00753418">
              <w:rPr>
                <w:i/>
                <w:szCs w:val="20"/>
                <w:lang w:val="fr-FR"/>
              </w:rPr>
              <w:t>J’ai acheté des baskets.</w:t>
            </w:r>
          </w:p>
          <w:p w14:paraId="197BE8E0" w14:textId="77777777" w:rsidR="00753418" w:rsidRPr="00753418" w:rsidRDefault="00753418" w:rsidP="00753418">
            <w:pPr>
              <w:pStyle w:val="Tabletext"/>
              <w:rPr>
                <w:i/>
                <w:szCs w:val="20"/>
                <w:lang w:val="fr-FR"/>
              </w:rPr>
            </w:pPr>
            <w:r w:rsidRPr="00753418">
              <w:rPr>
                <w:i/>
                <w:szCs w:val="20"/>
                <w:lang w:val="fr-FR"/>
              </w:rPr>
              <w:t>J’ai regardé des clips vidéo.</w:t>
            </w:r>
          </w:p>
          <w:p w14:paraId="41A18AE7" w14:textId="77777777" w:rsidR="00753418" w:rsidRPr="00753418" w:rsidRDefault="00753418" w:rsidP="00753418">
            <w:pPr>
              <w:pStyle w:val="Tabletext"/>
              <w:rPr>
                <w:i/>
                <w:szCs w:val="20"/>
                <w:lang w:val="fr-FR"/>
              </w:rPr>
            </w:pPr>
            <w:r w:rsidRPr="00753418">
              <w:rPr>
                <w:i/>
                <w:szCs w:val="20"/>
                <w:lang w:val="fr-FR"/>
              </w:rPr>
              <w:t>J’ai nagé dans la mer.</w:t>
            </w:r>
          </w:p>
          <w:p w14:paraId="6D5A9C3A" w14:textId="77777777" w:rsidR="00753418" w:rsidRPr="00753418" w:rsidRDefault="00753418" w:rsidP="00B2728E">
            <w:pPr>
              <w:pStyle w:val="Tabletext"/>
              <w:spacing w:after="0"/>
              <w:rPr>
                <w:i/>
                <w:szCs w:val="20"/>
                <w:lang w:val="fr-FR"/>
              </w:rPr>
            </w:pPr>
            <w:r w:rsidRPr="00753418">
              <w:rPr>
                <w:i/>
                <w:szCs w:val="20"/>
                <w:lang w:val="fr-FR"/>
              </w:rPr>
              <w:t>J’ai traîné à la maison.</w:t>
            </w:r>
          </w:p>
          <w:p w14:paraId="482854E1" w14:textId="77777777" w:rsidR="00753418" w:rsidRPr="00753418" w:rsidRDefault="00753418" w:rsidP="00753418">
            <w:pPr>
              <w:pStyle w:val="Tabletext"/>
              <w:rPr>
                <w:i/>
                <w:szCs w:val="20"/>
                <w:lang w:val="fr-FR"/>
              </w:rPr>
            </w:pPr>
          </w:p>
          <w:p w14:paraId="4E4D26A9" w14:textId="77777777" w:rsidR="00753418" w:rsidRPr="00753418" w:rsidRDefault="00753418" w:rsidP="00B2728E">
            <w:pPr>
              <w:pStyle w:val="Tabletext"/>
              <w:spacing w:before="0" w:after="0"/>
              <w:rPr>
                <w:i/>
                <w:szCs w:val="20"/>
                <w:lang w:val="fr-FR"/>
              </w:rPr>
            </w:pPr>
            <w:r w:rsidRPr="00753418">
              <w:rPr>
                <w:i/>
                <w:szCs w:val="20"/>
                <w:lang w:val="fr-FR"/>
              </w:rPr>
              <w:t>… au parc / à la piscine</w:t>
            </w:r>
          </w:p>
          <w:p w14:paraId="00D102F5" w14:textId="77777777" w:rsidR="00753418" w:rsidRPr="00753418" w:rsidRDefault="00753418" w:rsidP="00753418">
            <w:pPr>
              <w:pStyle w:val="Tabletext"/>
              <w:rPr>
                <w:i/>
                <w:szCs w:val="20"/>
                <w:lang w:val="fr-FR"/>
              </w:rPr>
            </w:pPr>
          </w:p>
          <w:p w14:paraId="76F87BD0" w14:textId="77777777" w:rsidR="00CF7EAD" w:rsidRDefault="00753418" w:rsidP="00B2728E">
            <w:pPr>
              <w:pStyle w:val="Tabletext"/>
              <w:spacing w:before="0" w:after="0"/>
              <w:rPr>
                <w:i/>
                <w:szCs w:val="20"/>
                <w:lang w:val="fr-FR"/>
              </w:rPr>
            </w:pPr>
            <w:r w:rsidRPr="00753418">
              <w:rPr>
                <w:i/>
                <w:szCs w:val="20"/>
                <w:lang w:val="fr-FR"/>
              </w:rPr>
              <w:t>On a …</w:t>
            </w:r>
          </w:p>
          <w:p w14:paraId="1D1DB0C8" w14:textId="6D41236A" w:rsidR="001B3498" w:rsidRPr="001B3498" w:rsidRDefault="001B3498" w:rsidP="00753418">
            <w:pPr>
              <w:pStyle w:val="Tabletext"/>
              <w:rPr>
                <w:i/>
                <w:szCs w:val="20"/>
                <w:lang w:val="fr-FR"/>
              </w:rPr>
            </w:pPr>
          </w:p>
        </w:tc>
        <w:tc>
          <w:tcPr>
            <w:tcW w:w="2114" w:type="dxa"/>
          </w:tcPr>
          <w:p w14:paraId="185F41A6" w14:textId="167935AD" w:rsidR="00753418" w:rsidRPr="00753418" w:rsidRDefault="00C13223" w:rsidP="00753418">
            <w:pPr>
              <w:pStyle w:val="Tabletextbullets"/>
              <w:numPr>
                <w:ilvl w:val="0"/>
                <w:numId w:val="0"/>
              </w:numPr>
              <w:rPr>
                <w:szCs w:val="20"/>
              </w:rPr>
            </w:pPr>
            <w:r w:rsidRPr="00C13223">
              <w:rPr>
                <w:b/>
                <w:szCs w:val="20"/>
              </w:rPr>
              <w:t>G:</w:t>
            </w:r>
            <w:r w:rsidR="00753418">
              <w:rPr>
                <w:szCs w:val="20"/>
              </w:rPr>
              <w:t xml:space="preserve"> </w:t>
            </w:r>
            <w:r w:rsidR="00753418" w:rsidRPr="00753418">
              <w:rPr>
                <w:szCs w:val="20"/>
              </w:rPr>
              <w:t xml:space="preserve">The perfect tense of regular </w:t>
            </w:r>
            <w:r w:rsidR="00947DD3">
              <w:rPr>
                <w:szCs w:val="20"/>
              </w:rPr>
              <w:t>–</w:t>
            </w:r>
            <w:r w:rsidR="00753418" w:rsidRPr="00753418">
              <w:rPr>
                <w:i/>
                <w:szCs w:val="20"/>
              </w:rPr>
              <w:t>er</w:t>
            </w:r>
            <w:r w:rsidR="00753418" w:rsidRPr="00753418">
              <w:rPr>
                <w:szCs w:val="20"/>
              </w:rPr>
              <w:t xml:space="preserve"> verbs</w:t>
            </w:r>
          </w:p>
          <w:p w14:paraId="19663E32" w14:textId="77777777" w:rsidR="00753418" w:rsidRPr="00753418" w:rsidRDefault="00753418" w:rsidP="00753418">
            <w:pPr>
              <w:pStyle w:val="Tabletextbullets"/>
              <w:numPr>
                <w:ilvl w:val="0"/>
                <w:numId w:val="0"/>
              </w:numPr>
              <w:rPr>
                <w:szCs w:val="20"/>
              </w:rPr>
            </w:pPr>
          </w:p>
          <w:p w14:paraId="026CC32F" w14:textId="61E979D5" w:rsidR="00753418" w:rsidRPr="0006568A" w:rsidRDefault="00753418" w:rsidP="00753418">
            <w:pPr>
              <w:pStyle w:val="Tabletextbullets"/>
              <w:numPr>
                <w:ilvl w:val="0"/>
                <w:numId w:val="0"/>
              </w:numPr>
              <w:rPr>
                <w:i/>
                <w:szCs w:val="20"/>
              </w:rPr>
            </w:pPr>
            <w:r w:rsidRPr="0006568A">
              <w:rPr>
                <w:szCs w:val="20"/>
              </w:rPr>
              <w:t xml:space="preserve">Pronunciation of </w:t>
            </w:r>
            <w:r w:rsidR="00947DD3">
              <w:rPr>
                <w:szCs w:val="20"/>
              </w:rPr>
              <w:t>–</w:t>
            </w:r>
            <w:r w:rsidRPr="0006568A">
              <w:rPr>
                <w:i/>
                <w:szCs w:val="20"/>
              </w:rPr>
              <w:t>ai</w:t>
            </w:r>
            <w:r w:rsidRPr="0006568A">
              <w:rPr>
                <w:szCs w:val="20"/>
              </w:rPr>
              <w:t xml:space="preserve"> and </w:t>
            </w:r>
            <w:r w:rsidR="00947DD3">
              <w:rPr>
                <w:szCs w:val="20"/>
              </w:rPr>
              <w:t>–</w:t>
            </w:r>
            <w:r w:rsidRPr="0006568A">
              <w:rPr>
                <w:i/>
                <w:szCs w:val="20"/>
              </w:rPr>
              <w:t>é</w:t>
            </w:r>
          </w:p>
          <w:p w14:paraId="21888C56" w14:textId="77777777" w:rsidR="00753418" w:rsidRPr="0006568A" w:rsidRDefault="00753418" w:rsidP="00753418">
            <w:pPr>
              <w:pStyle w:val="Tabletextbullets"/>
              <w:numPr>
                <w:ilvl w:val="0"/>
                <w:numId w:val="0"/>
              </w:numPr>
              <w:rPr>
                <w:szCs w:val="20"/>
              </w:rPr>
            </w:pPr>
          </w:p>
          <w:p w14:paraId="0E7C83CF" w14:textId="77777777" w:rsidR="00753418" w:rsidRPr="0006568A" w:rsidRDefault="00753418" w:rsidP="00753418">
            <w:pPr>
              <w:pStyle w:val="Tabletextbullets"/>
              <w:numPr>
                <w:ilvl w:val="0"/>
                <w:numId w:val="0"/>
              </w:numPr>
              <w:rPr>
                <w:szCs w:val="20"/>
              </w:rPr>
            </w:pPr>
            <w:r w:rsidRPr="0006568A">
              <w:rPr>
                <w:szCs w:val="20"/>
              </w:rPr>
              <w:t>Asking ‘yes’ / ‘no’ questions</w:t>
            </w:r>
          </w:p>
          <w:p w14:paraId="59D94808" w14:textId="77777777" w:rsidR="00753418" w:rsidRPr="0006568A" w:rsidRDefault="00753418" w:rsidP="00753418">
            <w:pPr>
              <w:pStyle w:val="Tabletextbullets"/>
              <w:numPr>
                <w:ilvl w:val="0"/>
                <w:numId w:val="0"/>
              </w:numPr>
              <w:rPr>
                <w:szCs w:val="20"/>
              </w:rPr>
            </w:pPr>
          </w:p>
          <w:p w14:paraId="7FAD3EB5" w14:textId="77777777" w:rsidR="00753418" w:rsidRPr="00753418" w:rsidRDefault="00753418" w:rsidP="00753418">
            <w:pPr>
              <w:pStyle w:val="Tabletextbullets"/>
              <w:numPr>
                <w:ilvl w:val="0"/>
                <w:numId w:val="0"/>
              </w:numPr>
              <w:rPr>
                <w:szCs w:val="20"/>
              </w:rPr>
            </w:pPr>
            <w:r w:rsidRPr="00753418">
              <w:rPr>
                <w:szCs w:val="20"/>
              </w:rPr>
              <w:t>Reading skills: Using context and logic</w:t>
            </w:r>
          </w:p>
          <w:p w14:paraId="344BA3DC" w14:textId="77777777" w:rsidR="00753418" w:rsidRPr="00753418" w:rsidRDefault="00753418" w:rsidP="00753418">
            <w:pPr>
              <w:pStyle w:val="Tabletextbullets"/>
              <w:numPr>
                <w:ilvl w:val="0"/>
                <w:numId w:val="0"/>
              </w:numPr>
              <w:rPr>
                <w:szCs w:val="20"/>
              </w:rPr>
            </w:pPr>
          </w:p>
          <w:p w14:paraId="1713A2A7" w14:textId="54D9FD5F" w:rsidR="00753418" w:rsidRPr="00753418" w:rsidRDefault="00753418" w:rsidP="00753418">
            <w:pPr>
              <w:pStyle w:val="Tabletextbullets"/>
              <w:numPr>
                <w:ilvl w:val="0"/>
                <w:numId w:val="0"/>
              </w:numPr>
              <w:rPr>
                <w:szCs w:val="20"/>
              </w:rPr>
            </w:pPr>
            <w:r w:rsidRPr="00753418">
              <w:rPr>
                <w:szCs w:val="20"/>
              </w:rPr>
              <w:t xml:space="preserve">Using </w:t>
            </w:r>
            <w:r w:rsidRPr="00753418">
              <w:rPr>
                <w:i/>
                <w:szCs w:val="20"/>
              </w:rPr>
              <w:t>on</w:t>
            </w:r>
            <w:r w:rsidRPr="00753418">
              <w:rPr>
                <w:szCs w:val="20"/>
              </w:rPr>
              <w:t xml:space="preserve"> to mean ‘we’</w:t>
            </w:r>
          </w:p>
        </w:tc>
      </w:tr>
      <w:tr w:rsidR="00753418" w:rsidRPr="00FF741B" w14:paraId="00ABF8CA" w14:textId="77777777" w:rsidTr="0090507C">
        <w:trPr>
          <w:cantSplit/>
          <w:trHeight w:val="1214"/>
        </w:trPr>
        <w:tc>
          <w:tcPr>
            <w:tcW w:w="1858" w:type="dxa"/>
          </w:tcPr>
          <w:p w14:paraId="6B26C0F3" w14:textId="77777777" w:rsidR="00F11B95" w:rsidRPr="00F11B95" w:rsidRDefault="00F11B95" w:rsidP="00F11B95">
            <w:pPr>
              <w:pStyle w:val="Tabletext"/>
              <w:rPr>
                <w:b/>
                <w:szCs w:val="20"/>
                <w:lang w:val="fr-FR"/>
              </w:rPr>
            </w:pPr>
            <w:r w:rsidRPr="00F11B95">
              <w:rPr>
                <w:b/>
                <w:szCs w:val="20"/>
                <w:lang w:val="fr-FR"/>
              </w:rPr>
              <w:t>2 Qu’est-ce que tu as fait?</w:t>
            </w:r>
          </w:p>
          <w:p w14:paraId="48C5149A" w14:textId="77EC211A" w:rsidR="00F11B95" w:rsidRPr="00F11B95" w:rsidRDefault="00F11B95" w:rsidP="00F11B95">
            <w:pPr>
              <w:pStyle w:val="Tabletext"/>
              <w:rPr>
                <w:szCs w:val="20"/>
              </w:rPr>
            </w:pPr>
            <w:r w:rsidRPr="00F11B95">
              <w:rPr>
                <w:szCs w:val="20"/>
              </w:rPr>
              <w:t>(pp. 12–13)</w:t>
            </w:r>
          </w:p>
          <w:p w14:paraId="4BB42831" w14:textId="77777777" w:rsidR="00F11B95" w:rsidRPr="00F11B95" w:rsidRDefault="00F11B95" w:rsidP="00F11B95">
            <w:pPr>
              <w:pStyle w:val="Tabletext"/>
              <w:rPr>
                <w:szCs w:val="20"/>
              </w:rPr>
            </w:pPr>
          </w:p>
          <w:p w14:paraId="5976CE3E" w14:textId="77777777" w:rsidR="00F11B95" w:rsidRPr="00F11B95" w:rsidRDefault="00F11B95" w:rsidP="00F11B95">
            <w:pPr>
              <w:pStyle w:val="Tabletext"/>
              <w:rPr>
                <w:szCs w:val="20"/>
              </w:rPr>
            </w:pPr>
            <w:r w:rsidRPr="00F11B95">
              <w:rPr>
                <w:szCs w:val="20"/>
              </w:rPr>
              <w:t>Describing a visit to a theme park</w:t>
            </w:r>
          </w:p>
          <w:p w14:paraId="3DD316B0" w14:textId="77777777" w:rsidR="00F11B95" w:rsidRPr="00F11B95" w:rsidRDefault="00F11B95" w:rsidP="00F11B95">
            <w:pPr>
              <w:pStyle w:val="Tabletext"/>
              <w:rPr>
                <w:szCs w:val="20"/>
              </w:rPr>
            </w:pPr>
          </w:p>
          <w:p w14:paraId="159AD6DA" w14:textId="13AD2391" w:rsidR="00753418" w:rsidRPr="00FF741B" w:rsidRDefault="00F11B95" w:rsidP="00F11B95">
            <w:pPr>
              <w:pStyle w:val="Tabletext"/>
              <w:rPr>
                <w:b/>
                <w:szCs w:val="20"/>
              </w:rPr>
            </w:pPr>
            <w:r w:rsidRPr="00F11B95">
              <w:rPr>
                <w:szCs w:val="20"/>
              </w:rPr>
              <w:t>Using the perfect tense of irregular verbs</w:t>
            </w:r>
            <w:r w:rsidRPr="00F11B95">
              <w:rPr>
                <w:b/>
                <w:szCs w:val="20"/>
              </w:rPr>
              <w:t xml:space="preserve"> </w:t>
            </w:r>
          </w:p>
        </w:tc>
        <w:tc>
          <w:tcPr>
            <w:tcW w:w="2072" w:type="dxa"/>
          </w:tcPr>
          <w:p w14:paraId="6E368B3B" w14:textId="77777777" w:rsidR="00F11B95" w:rsidRPr="00F11B95" w:rsidRDefault="00F11B95" w:rsidP="00F11B95">
            <w:pPr>
              <w:pStyle w:val="Tabletext"/>
              <w:rPr>
                <w:b/>
                <w:szCs w:val="20"/>
              </w:rPr>
            </w:pPr>
            <w:r w:rsidRPr="00F11B95">
              <w:rPr>
                <w:b/>
                <w:szCs w:val="20"/>
              </w:rPr>
              <w:t>PoS</w:t>
            </w:r>
          </w:p>
          <w:p w14:paraId="3D8841E2" w14:textId="77777777" w:rsidR="00F11B95" w:rsidRPr="00F11B95" w:rsidRDefault="00F11B95" w:rsidP="00F11B95">
            <w:pPr>
              <w:pStyle w:val="Tabletext"/>
              <w:rPr>
                <w:b/>
                <w:szCs w:val="20"/>
              </w:rPr>
            </w:pPr>
            <w:r w:rsidRPr="00F11B95">
              <w:rPr>
                <w:b/>
                <w:szCs w:val="20"/>
              </w:rPr>
              <w:t xml:space="preserve">GV1 </w:t>
            </w:r>
            <w:r w:rsidRPr="00F11B95">
              <w:rPr>
                <w:szCs w:val="20"/>
              </w:rPr>
              <w:t>Tenses</w:t>
            </w:r>
          </w:p>
          <w:p w14:paraId="2F5440DC" w14:textId="77777777" w:rsidR="00F11B95" w:rsidRPr="00F11B95" w:rsidRDefault="00F11B95" w:rsidP="00F11B95">
            <w:pPr>
              <w:pStyle w:val="Tabletext"/>
              <w:rPr>
                <w:b/>
                <w:szCs w:val="20"/>
              </w:rPr>
            </w:pPr>
          </w:p>
          <w:p w14:paraId="4E4915E2" w14:textId="77777777" w:rsidR="00F11B95" w:rsidRPr="00F11B95" w:rsidRDefault="00F11B95" w:rsidP="00F11B95">
            <w:pPr>
              <w:pStyle w:val="Tabletext"/>
              <w:rPr>
                <w:b/>
                <w:szCs w:val="20"/>
              </w:rPr>
            </w:pPr>
            <w:r w:rsidRPr="00F11B95">
              <w:rPr>
                <w:b/>
                <w:szCs w:val="20"/>
              </w:rPr>
              <w:t xml:space="preserve">GV3 </w:t>
            </w:r>
            <w:r w:rsidRPr="00F11B95">
              <w:rPr>
                <w:szCs w:val="20"/>
              </w:rPr>
              <w:t>Developing  vocabulary / Opinions and discussions</w:t>
            </w:r>
          </w:p>
          <w:p w14:paraId="64D95066" w14:textId="77777777" w:rsidR="00F11B95" w:rsidRPr="00F11B95" w:rsidRDefault="00F11B95" w:rsidP="00F11B95">
            <w:pPr>
              <w:pStyle w:val="Tabletext"/>
              <w:rPr>
                <w:b/>
                <w:szCs w:val="20"/>
              </w:rPr>
            </w:pPr>
          </w:p>
          <w:p w14:paraId="7FEE35F6" w14:textId="77777777" w:rsidR="00F11B95" w:rsidRPr="00F11B95" w:rsidRDefault="00F11B95" w:rsidP="00F11B95">
            <w:pPr>
              <w:pStyle w:val="Tabletext"/>
              <w:rPr>
                <w:b/>
                <w:szCs w:val="20"/>
              </w:rPr>
            </w:pPr>
            <w:r w:rsidRPr="00F11B95">
              <w:rPr>
                <w:b/>
                <w:szCs w:val="20"/>
              </w:rPr>
              <w:t xml:space="preserve">LC1 </w:t>
            </w:r>
            <w:r w:rsidRPr="00F11B95">
              <w:rPr>
                <w:szCs w:val="20"/>
              </w:rPr>
              <w:t>Listening and responding</w:t>
            </w:r>
          </w:p>
          <w:p w14:paraId="7099278F" w14:textId="77777777" w:rsidR="00F11B95" w:rsidRPr="00F11B95" w:rsidRDefault="00F11B95" w:rsidP="00F11B95">
            <w:pPr>
              <w:pStyle w:val="Tabletext"/>
              <w:rPr>
                <w:b/>
                <w:szCs w:val="20"/>
              </w:rPr>
            </w:pPr>
          </w:p>
          <w:p w14:paraId="3E8F8944" w14:textId="77777777" w:rsidR="00F11B95" w:rsidRPr="00F11B95" w:rsidRDefault="00F11B95" w:rsidP="00F11B95">
            <w:pPr>
              <w:pStyle w:val="Tabletext"/>
              <w:rPr>
                <w:b/>
                <w:szCs w:val="20"/>
              </w:rPr>
            </w:pPr>
            <w:r w:rsidRPr="00F11B95">
              <w:rPr>
                <w:b/>
                <w:szCs w:val="20"/>
              </w:rPr>
              <w:t xml:space="preserve">LC6 </w:t>
            </w:r>
            <w:r w:rsidRPr="00F11B95">
              <w:rPr>
                <w:szCs w:val="20"/>
              </w:rPr>
              <w:t>Reading comprehension / Translation into English</w:t>
            </w:r>
          </w:p>
          <w:p w14:paraId="2391DA55" w14:textId="77777777" w:rsidR="00F11B95" w:rsidRPr="00F11B95" w:rsidRDefault="00F11B95" w:rsidP="00F11B95">
            <w:pPr>
              <w:pStyle w:val="Tabletext"/>
              <w:rPr>
                <w:b/>
                <w:szCs w:val="20"/>
              </w:rPr>
            </w:pPr>
          </w:p>
          <w:p w14:paraId="70312D9A" w14:textId="71738AFA" w:rsidR="00753418" w:rsidRPr="00175268" w:rsidRDefault="00F11B95" w:rsidP="00F11B95">
            <w:pPr>
              <w:pStyle w:val="Tabletext"/>
              <w:rPr>
                <w:b/>
                <w:szCs w:val="20"/>
              </w:rPr>
            </w:pPr>
            <w:r w:rsidRPr="00F11B95">
              <w:rPr>
                <w:b/>
                <w:szCs w:val="20"/>
              </w:rPr>
              <w:t xml:space="preserve">PPS: </w:t>
            </w:r>
            <w:r w:rsidR="00A5526B">
              <w:rPr>
                <w:szCs w:val="20"/>
              </w:rPr>
              <w:t>1st–5th Steps</w:t>
            </w:r>
          </w:p>
        </w:tc>
        <w:tc>
          <w:tcPr>
            <w:tcW w:w="3578" w:type="dxa"/>
          </w:tcPr>
          <w:p w14:paraId="09B93150" w14:textId="77777777" w:rsidR="00F11B95" w:rsidRPr="00F11B95" w:rsidRDefault="00F11B95" w:rsidP="00B2728E">
            <w:pPr>
              <w:pStyle w:val="Tabletext"/>
              <w:spacing w:after="0"/>
              <w:rPr>
                <w:i/>
                <w:szCs w:val="20"/>
                <w:lang w:val="fr-FR"/>
              </w:rPr>
            </w:pPr>
            <w:r w:rsidRPr="00F11B95">
              <w:rPr>
                <w:i/>
                <w:szCs w:val="20"/>
                <w:lang w:val="fr-FR"/>
              </w:rPr>
              <w:t>Qu’est-ce que tu as fait pendant les vacances?</w:t>
            </w:r>
          </w:p>
          <w:p w14:paraId="20A57A18" w14:textId="77777777" w:rsidR="00F11B95" w:rsidRPr="00F11B95" w:rsidRDefault="00F11B95" w:rsidP="00F07379">
            <w:pPr>
              <w:pStyle w:val="Tabletext"/>
              <w:spacing w:before="0" w:after="0"/>
              <w:rPr>
                <w:i/>
                <w:szCs w:val="20"/>
                <w:lang w:val="fr-FR"/>
              </w:rPr>
            </w:pPr>
          </w:p>
          <w:p w14:paraId="0749AEC2" w14:textId="77777777" w:rsidR="00F11B95" w:rsidRPr="00F11B95" w:rsidRDefault="00F11B95" w:rsidP="00B2728E">
            <w:pPr>
              <w:pStyle w:val="Tabletext"/>
              <w:spacing w:before="0" w:after="0"/>
              <w:rPr>
                <w:i/>
                <w:szCs w:val="20"/>
                <w:lang w:val="fr-FR"/>
              </w:rPr>
            </w:pPr>
            <w:r w:rsidRPr="00F11B95">
              <w:rPr>
                <w:i/>
                <w:szCs w:val="20"/>
                <w:lang w:val="fr-FR"/>
              </w:rPr>
              <w:t>Qu’est-ce que tu as fait au parc d’attractions?</w:t>
            </w:r>
          </w:p>
          <w:p w14:paraId="30C1F942" w14:textId="77777777" w:rsidR="00F11B95" w:rsidRPr="00F11B95" w:rsidRDefault="00F11B95" w:rsidP="00F07379">
            <w:pPr>
              <w:pStyle w:val="Tabletext"/>
              <w:spacing w:before="0" w:after="0"/>
              <w:rPr>
                <w:i/>
                <w:szCs w:val="20"/>
                <w:lang w:val="fr-FR"/>
              </w:rPr>
            </w:pPr>
          </w:p>
          <w:p w14:paraId="124B9F64" w14:textId="1224EF70" w:rsidR="00F11B95" w:rsidRPr="00F11B95" w:rsidRDefault="00F11B95" w:rsidP="00B2728E">
            <w:pPr>
              <w:pStyle w:val="Tabletext"/>
              <w:spacing w:before="0"/>
              <w:rPr>
                <w:i/>
                <w:szCs w:val="20"/>
                <w:lang w:val="fr-FR"/>
              </w:rPr>
            </w:pPr>
            <w:r w:rsidRPr="00F11B95">
              <w:rPr>
                <w:i/>
                <w:szCs w:val="20"/>
                <w:lang w:val="fr-FR"/>
              </w:rPr>
              <w:t>Pendant les vacances</w:t>
            </w:r>
            <w:r w:rsidR="00977314">
              <w:rPr>
                <w:i/>
                <w:szCs w:val="20"/>
                <w:lang w:val="fr-FR"/>
              </w:rPr>
              <w:t xml:space="preserve"> </w:t>
            </w:r>
            <w:r w:rsidRPr="00F11B95">
              <w:rPr>
                <w:i/>
                <w:szCs w:val="20"/>
                <w:lang w:val="fr-FR"/>
              </w:rPr>
              <w:t>…</w:t>
            </w:r>
          </w:p>
          <w:p w14:paraId="64F3E39D" w14:textId="4A12B46B" w:rsidR="00F11B95" w:rsidRPr="00F11B95" w:rsidRDefault="00F11B95" w:rsidP="005045B2">
            <w:pPr>
              <w:pStyle w:val="Tabletext"/>
              <w:spacing w:after="0"/>
              <w:rPr>
                <w:i/>
                <w:szCs w:val="20"/>
                <w:lang w:val="fr-FR"/>
              </w:rPr>
            </w:pPr>
            <w:r w:rsidRPr="00F11B95">
              <w:rPr>
                <w:i/>
                <w:szCs w:val="20"/>
                <w:lang w:val="fr-FR"/>
              </w:rPr>
              <w:t>J’ai visité un parc d’attractions.</w:t>
            </w:r>
          </w:p>
          <w:p w14:paraId="7B6FFD56" w14:textId="77777777" w:rsidR="00F11B95" w:rsidRPr="00F11B95" w:rsidRDefault="00F11B95" w:rsidP="00B2728E">
            <w:pPr>
              <w:pStyle w:val="Tabletext"/>
              <w:spacing w:before="0"/>
              <w:rPr>
                <w:i/>
                <w:szCs w:val="20"/>
                <w:lang w:val="fr-FR"/>
              </w:rPr>
            </w:pPr>
            <w:r w:rsidRPr="00F11B95">
              <w:rPr>
                <w:i/>
                <w:szCs w:val="20"/>
                <w:lang w:val="fr-FR"/>
              </w:rPr>
              <w:t>J’ai bu un coca au café.</w:t>
            </w:r>
          </w:p>
          <w:p w14:paraId="1256BD63" w14:textId="77777777" w:rsidR="00F11B95" w:rsidRPr="00F11B95" w:rsidRDefault="00F11B95" w:rsidP="00F11B95">
            <w:pPr>
              <w:pStyle w:val="Tabletext"/>
              <w:rPr>
                <w:i/>
                <w:szCs w:val="20"/>
                <w:lang w:val="fr-FR"/>
              </w:rPr>
            </w:pPr>
            <w:r w:rsidRPr="00F11B95">
              <w:rPr>
                <w:i/>
                <w:szCs w:val="20"/>
                <w:lang w:val="fr-FR"/>
              </w:rPr>
              <w:t>J’ai pris beaucoup de photos.</w:t>
            </w:r>
          </w:p>
          <w:p w14:paraId="24AC3D3B" w14:textId="77777777" w:rsidR="00F11B95" w:rsidRPr="00F11B95" w:rsidRDefault="00F11B95" w:rsidP="00F11B95">
            <w:pPr>
              <w:pStyle w:val="Tabletext"/>
              <w:rPr>
                <w:i/>
                <w:szCs w:val="20"/>
                <w:lang w:val="fr-FR"/>
              </w:rPr>
            </w:pPr>
            <w:r w:rsidRPr="00F11B95">
              <w:rPr>
                <w:i/>
                <w:szCs w:val="20"/>
                <w:lang w:val="fr-FR"/>
              </w:rPr>
              <w:t>J’ai vu un spectacle.</w:t>
            </w:r>
          </w:p>
          <w:p w14:paraId="7EB5D819" w14:textId="77777777" w:rsidR="00F11B95" w:rsidRPr="00F11B95" w:rsidRDefault="00F11B95" w:rsidP="00F11B95">
            <w:pPr>
              <w:pStyle w:val="Tabletext"/>
              <w:rPr>
                <w:i/>
                <w:szCs w:val="20"/>
                <w:lang w:val="fr-FR"/>
              </w:rPr>
            </w:pPr>
            <w:r w:rsidRPr="00F11B95">
              <w:rPr>
                <w:i/>
                <w:szCs w:val="20"/>
                <w:lang w:val="fr-FR"/>
              </w:rPr>
              <w:t>J’ai fait une balade en bateau.</w:t>
            </w:r>
          </w:p>
          <w:p w14:paraId="213024DB" w14:textId="4AA04B0E" w:rsidR="00F11B95" w:rsidRPr="00F11B95" w:rsidRDefault="00F11B95" w:rsidP="00F11B95">
            <w:pPr>
              <w:pStyle w:val="Tabletext"/>
              <w:rPr>
                <w:i/>
                <w:szCs w:val="20"/>
                <w:lang w:val="fr-FR"/>
              </w:rPr>
            </w:pPr>
            <w:r w:rsidRPr="00F11B95">
              <w:rPr>
                <w:i/>
                <w:szCs w:val="20"/>
                <w:lang w:val="fr-FR"/>
              </w:rPr>
              <w:t>J’ai vu mes personnages préf</w:t>
            </w:r>
            <w:r w:rsidR="00834182">
              <w:rPr>
                <w:i/>
                <w:szCs w:val="20"/>
                <w:lang w:val="fr-FR"/>
              </w:rPr>
              <w:t>é</w:t>
            </w:r>
            <w:r w:rsidRPr="00F11B95">
              <w:rPr>
                <w:i/>
                <w:szCs w:val="20"/>
                <w:lang w:val="fr-FR"/>
              </w:rPr>
              <w:t>rés.</w:t>
            </w:r>
          </w:p>
          <w:p w14:paraId="4F029D14" w14:textId="77777777" w:rsidR="00F11B95" w:rsidRPr="00F11B95" w:rsidRDefault="00F11B95" w:rsidP="00B2728E">
            <w:pPr>
              <w:pStyle w:val="Tabletext"/>
              <w:spacing w:after="0"/>
              <w:rPr>
                <w:i/>
                <w:szCs w:val="20"/>
                <w:lang w:val="fr-FR"/>
              </w:rPr>
            </w:pPr>
            <w:r w:rsidRPr="00F11B95">
              <w:rPr>
                <w:i/>
                <w:szCs w:val="20"/>
                <w:lang w:val="fr-FR"/>
              </w:rPr>
              <w:t>J’ai fait tous les manèges.</w:t>
            </w:r>
          </w:p>
          <w:p w14:paraId="3250F8F5" w14:textId="77777777" w:rsidR="00F11B95" w:rsidRPr="00F11B95" w:rsidRDefault="00F11B95" w:rsidP="00F07379">
            <w:pPr>
              <w:pStyle w:val="Tabletext"/>
              <w:spacing w:before="0" w:after="0"/>
              <w:rPr>
                <w:i/>
                <w:szCs w:val="20"/>
                <w:lang w:val="fr-FR"/>
              </w:rPr>
            </w:pPr>
          </w:p>
          <w:p w14:paraId="676BB009" w14:textId="77777777" w:rsidR="00F11B95" w:rsidRPr="00F11B95" w:rsidRDefault="00F11B95" w:rsidP="00B2728E">
            <w:pPr>
              <w:pStyle w:val="Tabletext"/>
              <w:spacing w:before="0" w:after="0"/>
              <w:rPr>
                <w:i/>
                <w:szCs w:val="20"/>
                <w:lang w:val="fr-FR"/>
              </w:rPr>
            </w:pPr>
            <w:r w:rsidRPr="00F11B95">
              <w:rPr>
                <w:i/>
                <w:szCs w:val="20"/>
                <w:lang w:val="fr-FR"/>
              </w:rPr>
              <w:t>après, d’abord, ensuite, finalement, puis</w:t>
            </w:r>
          </w:p>
          <w:p w14:paraId="294D2BBA" w14:textId="77777777" w:rsidR="00F11B95" w:rsidRPr="00F11B95" w:rsidRDefault="00F11B95" w:rsidP="00F07379">
            <w:pPr>
              <w:pStyle w:val="Tabletext"/>
              <w:spacing w:before="0" w:after="0"/>
              <w:rPr>
                <w:i/>
                <w:szCs w:val="20"/>
                <w:lang w:val="fr-FR"/>
              </w:rPr>
            </w:pPr>
          </w:p>
          <w:p w14:paraId="21203FED" w14:textId="77777777" w:rsidR="00CF7EAD" w:rsidRDefault="00F11B95" w:rsidP="00B2728E">
            <w:pPr>
              <w:pStyle w:val="Tabletext"/>
              <w:spacing w:after="0"/>
              <w:rPr>
                <w:i/>
                <w:szCs w:val="20"/>
                <w:lang w:val="fr-FR"/>
              </w:rPr>
            </w:pPr>
            <w:r w:rsidRPr="00F11B95">
              <w:rPr>
                <w:i/>
                <w:szCs w:val="20"/>
                <w:lang w:val="fr-FR"/>
              </w:rPr>
              <w:t>C’était</w:t>
            </w:r>
            <w:r w:rsidR="0006568A">
              <w:rPr>
                <w:i/>
                <w:szCs w:val="20"/>
                <w:lang w:val="fr-FR"/>
              </w:rPr>
              <w:t xml:space="preserve"> …</w:t>
            </w:r>
          </w:p>
          <w:p w14:paraId="29AF66EE" w14:textId="45567701" w:rsidR="001B3498" w:rsidRPr="00F11B95" w:rsidRDefault="001B3498" w:rsidP="00F11B95">
            <w:pPr>
              <w:pStyle w:val="Tabletext"/>
              <w:rPr>
                <w:i/>
                <w:szCs w:val="20"/>
                <w:lang w:val="fr-FR"/>
              </w:rPr>
            </w:pPr>
          </w:p>
        </w:tc>
        <w:tc>
          <w:tcPr>
            <w:tcW w:w="2114" w:type="dxa"/>
          </w:tcPr>
          <w:p w14:paraId="1593536C" w14:textId="1819D99B" w:rsidR="00F11B95" w:rsidRDefault="00C13223" w:rsidP="00F11B95">
            <w:r w:rsidRPr="00C13223">
              <w:rPr>
                <w:b/>
              </w:rPr>
              <w:t>G:</w:t>
            </w:r>
            <w:r w:rsidR="00F11B95">
              <w:t xml:space="preserve"> The perfect tense of irregular verbs</w:t>
            </w:r>
          </w:p>
          <w:p w14:paraId="4FF41DDD" w14:textId="77777777" w:rsidR="00F11B95" w:rsidRDefault="00F11B95" w:rsidP="00F11B95"/>
          <w:p w14:paraId="490C8736" w14:textId="632A9A00" w:rsidR="00753418" w:rsidRPr="00753418" w:rsidRDefault="00F11B95" w:rsidP="00F11B95">
            <w:r>
              <w:t xml:space="preserve">Using </w:t>
            </w:r>
            <w:r w:rsidRPr="00F11B95">
              <w:rPr>
                <w:i/>
              </w:rPr>
              <w:t>c’était</w:t>
            </w:r>
            <w:r>
              <w:t xml:space="preserve"> + adjective</w:t>
            </w:r>
          </w:p>
        </w:tc>
      </w:tr>
      <w:tr w:rsidR="00753418" w:rsidRPr="00DD3FE4" w14:paraId="249D4269" w14:textId="77777777" w:rsidTr="0090507C">
        <w:trPr>
          <w:cantSplit/>
          <w:trHeight w:val="510"/>
        </w:trPr>
        <w:tc>
          <w:tcPr>
            <w:tcW w:w="1858" w:type="dxa"/>
          </w:tcPr>
          <w:p w14:paraId="383A381F" w14:textId="2B045A81" w:rsidR="00853F30" w:rsidRPr="00853F30" w:rsidRDefault="00853F30" w:rsidP="00853F30">
            <w:pPr>
              <w:pStyle w:val="Tabletext"/>
              <w:rPr>
                <w:b/>
                <w:szCs w:val="20"/>
                <w:lang w:val="fr-FR"/>
              </w:rPr>
            </w:pPr>
            <w:bookmarkStart w:id="1" w:name="_Hlk532375864"/>
            <w:r w:rsidRPr="00853F30">
              <w:rPr>
                <w:b/>
                <w:szCs w:val="20"/>
                <w:lang w:val="fr-FR"/>
              </w:rPr>
              <w:lastRenderedPageBreak/>
              <w:t>3 Tu es allé(e) où?</w:t>
            </w:r>
            <w:bookmarkEnd w:id="1"/>
          </w:p>
          <w:p w14:paraId="2C87C69E" w14:textId="19D56F03" w:rsidR="00853F30" w:rsidRPr="00853F30" w:rsidRDefault="00853F30" w:rsidP="00853F30">
            <w:pPr>
              <w:pStyle w:val="Tabletext"/>
              <w:rPr>
                <w:szCs w:val="20"/>
              </w:rPr>
            </w:pPr>
            <w:r w:rsidRPr="00853F30">
              <w:rPr>
                <w:szCs w:val="20"/>
              </w:rPr>
              <w:t>(pp. 14–15)</w:t>
            </w:r>
          </w:p>
          <w:p w14:paraId="6FDB6E91" w14:textId="77777777" w:rsidR="00853F30" w:rsidRPr="00853F30" w:rsidRDefault="00853F30" w:rsidP="00853F30">
            <w:pPr>
              <w:pStyle w:val="Tabletext"/>
              <w:rPr>
                <w:szCs w:val="20"/>
              </w:rPr>
            </w:pPr>
          </w:p>
          <w:p w14:paraId="502DA257" w14:textId="77777777" w:rsidR="00853F30" w:rsidRPr="00853F30" w:rsidRDefault="00853F30" w:rsidP="00853F30">
            <w:pPr>
              <w:pStyle w:val="Tabletext"/>
              <w:rPr>
                <w:szCs w:val="20"/>
              </w:rPr>
            </w:pPr>
            <w:r w:rsidRPr="00853F30">
              <w:rPr>
                <w:szCs w:val="20"/>
              </w:rPr>
              <w:t>Saying where you went and how</w:t>
            </w:r>
          </w:p>
          <w:p w14:paraId="01B9D294" w14:textId="77777777" w:rsidR="00853F30" w:rsidRPr="00853F30" w:rsidRDefault="00853F30" w:rsidP="00853F30">
            <w:pPr>
              <w:pStyle w:val="Tabletext"/>
              <w:rPr>
                <w:szCs w:val="20"/>
              </w:rPr>
            </w:pPr>
          </w:p>
          <w:p w14:paraId="2899609D" w14:textId="0AF9832F" w:rsidR="00753418" w:rsidRDefault="00853F30" w:rsidP="00853F30">
            <w:pPr>
              <w:pStyle w:val="Tabletext"/>
              <w:rPr>
                <w:b/>
                <w:szCs w:val="20"/>
              </w:rPr>
            </w:pPr>
            <w:r w:rsidRPr="00853F30">
              <w:rPr>
                <w:szCs w:val="20"/>
              </w:rPr>
              <w:t xml:space="preserve">Using the perfect tense of verbs </w:t>
            </w:r>
            <w:r w:rsidR="00C96934">
              <w:rPr>
                <w:szCs w:val="20"/>
              </w:rPr>
              <w:t>t</w:t>
            </w:r>
            <w:r w:rsidR="00C96934">
              <w:t>hat</w:t>
            </w:r>
            <w:r w:rsidRPr="00853F30">
              <w:rPr>
                <w:szCs w:val="20"/>
              </w:rPr>
              <w:t xml:space="preserve"> take </w:t>
            </w:r>
            <w:r w:rsidRPr="00853F30">
              <w:rPr>
                <w:i/>
                <w:szCs w:val="20"/>
              </w:rPr>
              <w:t>être</w:t>
            </w:r>
          </w:p>
        </w:tc>
        <w:tc>
          <w:tcPr>
            <w:tcW w:w="2072" w:type="dxa"/>
          </w:tcPr>
          <w:p w14:paraId="6BC06CEC" w14:textId="77777777" w:rsidR="00DD3FE4" w:rsidRPr="00DD3FE4" w:rsidRDefault="00DD3FE4" w:rsidP="00DD3FE4">
            <w:pPr>
              <w:pStyle w:val="Tabletext"/>
              <w:rPr>
                <w:b/>
                <w:szCs w:val="20"/>
              </w:rPr>
            </w:pPr>
            <w:r w:rsidRPr="00DD3FE4">
              <w:rPr>
                <w:b/>
                <w:szCs w:val="20"/>
              </w:rPr>
              <w:t>PoS</w:t>
            </w:r>
          </w:p>
          <w:p w14:paraId="501F88B4" w14:textId="77777777" w:rsidR="00DD3FE4" w:rsidRPr="00DD3FE4" w:rsidRDefault="00DD3FE4" w:rsidP="00DD3FE4">
            <w:pPr>
              <w:pStyle w:val="Tabletext"/>
              <w:rPr>
                <w:b/>
                <w:szCs w:val="20"/>
              </w:rPr>
            </w:pPr>
            <w:r w:rsidRPr="00DD3FE4">
              <w:rPr>
                <w:b/>
                <w:szCs w:val="20"/>
              </w:rPr>
              <w:t xml:space="preserve">GV1 </w:t>
            </w:r>
            <w:r w:rsidRPr="00DD3FE4">
              <w:rPr>
                <w:szCs w:val="20"/>
              </w:rPr>
              <w:t>Tenses</w:t>
            </w:r>
          </w:p>
          <w:p w14:paraId="64CC3BAD" w14:textId="77777777" w:rsidR="00DD3FE4" w:rsidRPr="00DD3FE4" w:rsidRDefault="00DD3FE4" w:rsidP="00DD3FE4">
            <w:pPr>
              <w:pStyle w:val="Tabletext"/>
              <w:rPr>
                <w:b/>
                <w:szCs w:val="20"/>
              </w:rPr>
            </w:pPr>
          </w:p>
          <w:p w14:paraId="0A1A5755" w14:textId="77777777" w:rsidR="00DD3FE4" w:rsidRPr="00DD3FE4" w:rsidRDefault="00DD3FE4" w:rsidP="00DD3FE4">
            <w:pPr>
              <w:pStyle w:val="Tabletext"/>
              <w:rPr>
                <w:b/>
                <w:szCs w:val="20"/>
              </w:rPr>
            </w:pPr>
            <w:r w:rsidRPr="00DD3FE4">
              <w:rPr>
                <w:b/>
                <w:szCs w:val="20"/>
              </w:rPr>
              <w:t xml:space="preserve">LC4 </w:t>
            </w:r>
            <w:r w:rsidRPr="00DD3FE4">
              <w:rPr>
                <w:szCs w:val="20"/>
              </w:rPr>
              <w:t>Expressing ideas (speaking)</w:t>
            </w:r>
          </w:p>
          <w:p w14:paraId="2F95188B" w14:textId="77777777" w:rsidR="00DD3FE4" w:rsidRPr="00DD3FE4" w:rsidRDefault="00DD3FE4" w:rsidP="00DD3FE4">
            <w:pPr>
              <w:pStyle w:val="Tabletext"/>
              <w:rPr>
                <w:b/>
                <w:szCs w:val="20"/>
              </w:rPr>
            </w:pPr>
          </w:p>
          <w:p w14:paraId="05DB5CF9" w14:textId="77777777" w:rsidR="00DD3FE4" w:rsidRPr="00DD3FE4" w:rsidRDefault="00DD3FE4" w:rsidP="00DD3FE4">
            <w:pPr>
              <w:pStyle w:val="Tabletext"/>
              <w:rPr>
                <w:b/>
                <w:szCs w:val="20"/>
              </w:rPr>
            </w:pPr>
            <w:r w:rsidRPr="00DD3FE4">
              <w:rPr>
                <w:b/>
                <w:szCs w:val="20"/>
              </w:rPr>
              <w:t xml:space="preserve">LC8 </w:t>
            </w:r>
            <w:r w:rsidRPr="00DD3FE4">
              <w:rPr>
                <w:szCs w:val="20"/>
              </w:rPr>
              <w:t>Translation into French</w:t>
            </w:r>
          </w:p>
          <w:p w14:paraId="4B8A7314" w14:textId="77777777" w:rsidR="00DD3FE4" w:rsidRPr="00DD3FE4" w:rsidRDefault="00DD3FE4" w:rsidP="00DD3FE4">
            <w:pPr>
              <w:pStyle w:val="Tabletext"/>
              <w:rPr>
                <w:b/>
                <w:szCs w:val="20"/>
              </w:rPr>
            </w:pPr>
          </w:p>
          <w:p w14:paraId="1F1C41C7" w14:textId="7434FAE0" w:rsidR="00753418" w:rsidRPr="00175268" w:rsidRDefault="00DD3FE4" w:rsidP="00DD3FE4">
            <w:pPr>
              <w:pStyle w:val="Tabletext"/>
              <w:rPr>
                <w:b/>
                <w:szCs w:val="20"/>
              </w:rPr>
            </w:pPr>
            <w:r w:rsidRPr="00DD3FE4">
              <w:rPr>
                <w:b/>
                <w:szCs w:val="20"/>
              </w:rPr>
              <w:t xml:space="preserve">PPS: </w:t>
            </w:r>
            <w:r w:rsidR="00A625A5">
              <w:rPr>
                <w:szCs w:val="20"/>
              </w:rPr>
              <w:t>4th–5th Steps</w:t>
            </w:r>
          </w:p>
        </w:tc>
        <w:tc>
          <w:tcPr>
            <w:tcW w:w="3578" w:type="dxa"/>
          </w:tcPr>
          <w:p w14:paraId="3FA0B11D" w14:textId="77777777" w:rsidR="00DD3FE4" w:rsidRPr="00DD3FE4" w:rsidRDefault="00DD3FE4" w:rsidP="00DD3FE4">
            <w:pPr>
              <w:pStyle w:val="Tabletext"/>
              <w:rPr>
                <w:i/>
                <w:szCs w:val="20"/>
                <w:lang w:val="fr-FR"/>
              </w:rPr>
            </w:pPr>
            <w:r w:rsidRPr="00DD3FE4">
              <w:rPr>
                <w:i/>
                <w:szCs w:val="20"/>
                <w:lang w:val="fr-FR"/>
              </w:rPr>
              <w:t>Tu es allé(e) en vacances avec qui?</w:t>
            </w:r>
          </w:p>
          <w:p w14:paraId="12B76C58" w14:textId="46EFC6E1" w:rsidR="00DD3FE4" w:rsidRPr="00DD3FE4" w:rsidRDefault="00DD3FE4" w:rsidP="00B2728E">
            <w:pPr>
              <w:pStyle w:val="Tabletext"/>
              <w:spacing w:after="0"/>
              <w:rPr>
                <w:i/>
                <w:szCs w:val="20"/>
                <w:lang w:val="fr-FR"/>
              </w:rPr>
            </w:pPr>
            <w:r w:rsidRPr="00DD3FE4">
              <w:rPr>
                <w:i/>
                <w:szCs w:val="20"/>
                <w:lang w:val="fr-FR"/>
              </w:rPr>
              <w:t xml:space="preserve">Je suis allée en vacances avec </w:t>
            </w:r>
            <w:r w:rsidR="002341B6">
              <w:rPr>
                <w:i/>
                <w:szCs w:val="20"/>
                <w:lang w:val="fr-FR"/>
              </w:rPr>
              <w:br/>
            </w:r>
            <w:r w:rsidRPr="00DD3FE4">
              <w:rPr>
                <w:i/>
                <w:szCs w:val="20"/>
                <w:lang w:val="fr-FR"/>
              </w:rPr>
              <w:t xml:space="preserve">mes parents / ma famille / ma sœur / mes copains. </w:t>
            </w:r>
          </w:p>
          <w:p w14:paraId="21C43866" w14:textId="77777777" w:rsidR="00DD3FE4" w:rsidRPr="00DD3FE4" w:rsidRDefault="00DD3FE4" w:rsidP="00F07379">
            <w:pPr>
              <w:pStyle w:val="Tabletext"/>
              <w:spacing w:before="0" w:after="0"/>
              <w:rPr>
                <w:i/>
                <w:szCs w:val="20"/>
                <w:lang w:val="fr-FR"/>
              </w:rPr>
            </w:pPr>
          </w:p>
          <w:p w14:paraId="7FB45F04" w14:textId="67838389" w:rsidR="00DD3FE4" w:rsidRPr="00DD3FE4" w:rsidRDefault="00DD3FE4" w:rsidP="00B2728E">
            <w:pPr>
              <w:pStyle w:val="Tabletext"/>
              <w:spacing w:before="0"/>
              <w:rPr>
                <w:i/>
                <w:szCs w:val="20"/>
                <w:lang w:val="fr-FR"/>
              </w:rPr>
            </w:pPr>
            <w:r w:rsidRPr="00DD3FE4">
              <w:rPr>
                <w:i/>
                <w:szCs w:val="20"/>
                <w:lang w:val="fr-FR"/>
              </w:rPr>
              <w:t>Vous êtes allé(e)</w:t>
            </w:r>
            <w:r w:rsidR="00215754">
              <w:rPr>
                <w:i/>
                <w:szCs w:val="20"/>
                <w:lang w:val="fr-FR"/>
              </w:rPr>
              <w:t>(s)</w:t>
            </w:r>
            <w:r w:rsidRPr="00DD3FE4">
              <w:rPr>
                <w:i/>
                <w:szCs w:val="20"/>
                <w:lang w:val="fr-FR"/>
              </w:rPr>
              <w:t xml:space="preserve"> où?</w:t>
            </w:r>
          </w:p>
          <w:p w14:paraId="44CD3C7F" w14:textId="38F0A89F" w:rsidR="00DD3FE4" w:rsidRPr="00DD3FE4" w:rsidRDefault="00DD3FE4" w:rsidP="00DD3FE4">
            <w:pPr>
              <w:pStyle w:val="Tabletext"/>
              <w:rPr>
                <w:i/>
                <w:szCs w:val="20"/>
                <w:lang w:val="fr-FR"/>
              </w:rPr>
            </w:pPr>
            <w:r w:rsidRPr="00DD3FE4">
              <w:rPr>
                <w:i/>
                <w:szCs w:val="20"/>
                <w:lang w:val="fr-FR"/>
              </w:rPr>
              <w:t xml:space="preserve">Nous sommes allés / </w:t>
            </w:r>
            <w:r w:rsidR="0059530E">
              <w:rPr>
                <w:i/>
                <w:szCs w:val="20"/>
                <w:lang w:val="fr-FR"/>
              </w:rPr>
              <w:br/>
            </w:r>
            <w:r w:rsidRPr="00DD3FE4">
              <w:rPr>
                <w:i/>
                <w:szCs w:val="20"/>
                <w:lang w:val="fr-FR"/>
              </w:rPr>
              <w:t>On est allés</w:t>
            </w:r>
            <w:r w:rsidR="00977314">
              <w:rPr>
                <w:i/>
                <w:szCs w:val="20"/>
                <w:lang w:val="fr-FR"/>
              </w:rPr>
              <w:t xml:space="preserve"> </w:t>
            </w:r>
            <w:r w:rsidRPr="00DD3FE4">
              <w:rPr>
                <w:i/>
                <w:szCs w:val="20"/>
                <w:lang w:val="fr-FR"/>
              </w:rPr>
              <w:t>…</w:t>
            </w:r>
          </w:p>
          <w:p w14:paraId="1096BE63" w14:textId="77777777" w:rsidR="00DD3FE4" w:rsidRPr="00DD3FE4" w:rsidRDefault="00DD3FE4" w:rsidP="00DD3FE4">
            <w:pPr>
              <w:pStyle w:val="Tabletext"/>
              <w:rPr>
                <w:i/>
                <w:szCs w:val="20"/>
                <w:lang w:val="fr-FR"/>
              </w:rPr>
            </w:pPr>
            <w:r w:rsidRPr="00DD3FE4">
              <w:rPr>
                <w:i/>
                <w:szCs w:val="20"/>
                <w:lang w:val="fr-FR"/>
              </w:rPr>
              <w:t>en Grèce / Espagne</w:t>
            </w:r>
          </w:p>
          <w:p w14:paraId="0212A52D" w14:textId="77777777" w:rsidR="00DD3FE4" w:rsidRPr="00DD3FE4" w:rsidRDefault="00DD3FE4" w:rsidP="00DD3FE4">
            <w:pPr>
              <w:pStyle w:val="Tabletext"/>
              <w:rPr>
                <w:i/>
                <w:szCs w:val="20"/>
                <w:lang w:val="fr-FR"/>
              </w:rPr>
            </w:pPr>
            <w:r w:rsidRPr="00DD3FE4">
              <w:rPr>
                <w:i/>
                <w:szCs w:val="20"/>
                <w:lang w:val="fr-FR"/>
              </w:rPr>
              <w:t>aux États-Unis</w:t>
            </w:r>
          </w:p>
          <w:p w14:paraId="20574E38" w14:textId="77777777" w:rsidR="00DD3FE4" w:rsidRPr="00DD3FE4" w:rsidRDefault="00DD3FE4" w:rsidP="00B2728E">
            <w:pPr>
              <w:pStyle w:val="Tabletext"/>
              <w:spacing w:after="0"/>
              <w:rPr>
                <w:i/>
                <w:szCs w:val="20"/>
                <w:lang w:val="fr-FR"/>
              </w:rPr>
            </w:pPr>
            <w:r w:rsidRPr="00DD3FE4">
              <w:rPr>
                <w:i/>
                <w:szCs w:val="20"/>
                <w:lang w:val="fr-FR"/>
              </w:rPr>
              <w:t>au Maroc</w:t>
            </w:r>
          </w:p>
          <w:p w14:paraId="50608DE4" w14:textId="77777777" w:rsidR="00DD3FE4" w:rsidRPr="00DD3FE4" w:rsidRDefault="00DD3FE4" w:rsidP="00F07379">
            <w:pPr>
              <w:pStyle w:val="Tabletext"/>
              <w:spacing w:before="0" w:after="0"/>
              <w:rPr>
                <w:i/>
                <w:szCs w:val="20"/>
                <w:lang w:val="fr-FR"/>
              </w:rPr>
            </w:pPr>
          </w:p>
          <w:p w14:paraId="2330429D" w14:textId="77777777" w:rsidR="00DD3FE4" w:rsidRPr="00DD3FE4" w:rsidRDefault="00DD3FE4" w:rsidP="00B2728E">
            <w:pPr>
              <w:pStyle w:val="Tabletext"/>
              <w:spacing w:before="0"/>
              <w:rPr>
                <w:i/>
                <w:szCs w:val="20"/>
                <w:lang w:val="fr-FR"/>
              </w:rPr>
            </w:pPr>
            <w:r w:rsidRPr="00DD3FE4">
              <w:rPr>
                <w:i/>
                <w:szCs w:val="20"/>
                <w:lang w:val="fr-FR"/>
              </w:rPr>
              <w:t>Vous avez voyagé comment?</w:t>
            </w:r>
          </w:p>
          <w:p w14:paraId="5BF883EB" w14:textId="2D3E866B" w:rsidR="00DD3FE4" w:rsidRPr="00DD3FE4" w:rsidRDefault="00DD3FE4" w:rsidP="00DD3FE4">
            <w:pPr>
              <w:pStyle w:val="Tabletext"/>
              <w:rPr>
                <w:i/>
                <w:szCs w:val="20"/>
                <w:lang w:val="fr-FR"/>
              </w:rPr>
            </w:pPr>
            <w:r w:rsidRPr="00DD3FE4">
              <w:rPr>
                <w:i/>
                <w:szCs w:val="20"/>
                <w:lang w:val="fr-FR"/>
              </w:rPr>
              <w:t xml:space="preserve">J’ai voyagé / Nous avons voyagé </w:t>
            </w:r>
            <w:r w:rsidR="00977314">
              <w:rPr>
                <w:i/>
                <w:szCs w:val="20"/>
                <w:lang w:val="fr-FR"/>
              </w:rPr>
              <w:br/>
            </w:r>
            <w:r w:rsidRPr="00DD3FE4">
              <w:rPr>
                <w:i/>
                <w:szCs w:val="20"/>
                <w:lang w:val="fr-FR"/>
              </w:rPr>
              <w:t xml:space="preserve">en ... </w:t>
            </w:r>
          </w:p>
          <w:p w14:paraId="65388BC2" w14:textId="77777777" w:rsidR="00902559" w:rsidRDefault="00902559" w:rsidP="00B2728E">
            <w:pPr>
              <w:pStyle w:val="Tabletext"/>
              <w:spacing w:after="0"/>
              <w:rPr>
                <w:i/>
                <w:szCs w:val="20"/>
                <w:lang w:val="fr-FR"/>
              </w:rPr>
            </w:pPr>
            <w:r w:rsidRPr="00902559">
              <w:rPr>
                <w:i/>
                <w:szCs w:val="20"/>
                <w:lang w:val="fr-FR"/>
              </w:rPr>
              <w:t xml:space="preserve">avion / bateau / bus / car / train / voiture </w:t>
            </w:r>
          </w:p>
          <w:p w14:paraId="1A14217F" w14:textId="2B5E8C49" w:rsidR="001B3498" w:rsidRPr="00DD3FE4" w:rsidRDefault="001B3498" w:rsidP="00DD3FE4">
            <w:pPr>
              <w:pStyle w:val="Tabletext"/>
              <w:rPr>
                <w:i/>
                <w:szCs w:val="20"/>
                <w:lang w:val="fr-FR"/>
              </w:rPr>
            </w:pPr>
          </w:p>
        </w:tc>
        <w:tc>
          <w:tcPr>
            <w:tcW w:w="2114" w:type="dxa"/>
          </w:tcPr>
          <w:p w14:paraId="69D0A112" w14:textId="22AE13D1" w:rsidR="00DD3FE4" w:rsidRPr="00DD3FE4" w:rsidRDefault="00C13223" w:rsidP="00DD3FE4">
            <w:r w:rsidRPr="00C13223">
              <w:rPr>
                <w:b/>
              </w:rPr>
              <w:t>G:</w:t>
            </w:r>
            <w:r w:rsidR="00DD3FE4" w:rsidRPr="00DD3FE4">
              <w:t xml:space="preserve"> Using the perfect tense of verbs </w:t>
            </w:r>
            <w:r w:rsidR="00CC7526">
              <w:t>that</w:t>
            </w:r>
            <w:r w:rsidR="00CC7526" w:rsidRPr="00DD3FE4">
              <w:t xml:space="preserve"> </w:t>
            </w:r>
            <w:r w:rsidR="00DD3FE4" w:rsidRPr="00DD3FE4">
              <w:t xml:space="preserve">take </w:t>
            </w:r>
            <w:r w:rsidR="00DD3FE4" w:rsidRPr="00DD3FE4">
              <w:rPr>
                <w:i/>
              </w:rPr>
              <w:t>être</w:t>
            </w:r>
            <w:r w:rsidR="00A53794">
              <w:rPr>
                <w:i/>
              </w:rPr>
              <w:t xml:space="preserve"> </w:t>
            </w:r>
          </w:p>
          <w:p w14:paraId="03C01047" w14:textId="77777777" w:rsidR="00DD3FE4" w:rsidRPr="00DD3FE4" w:rsidRDefault="00DD3FE4" w:rsidP="00DD3FE4"/>
          <w:p w14:paraId="1155D371" w14:textId="7A3D1402" w:rsidR="00753418" w:rsidRPr="00DD3FE4" w:rsidRDefault="00DD3FE4" w:rsidP="00DD3FE4">
            <w:pPr>
              <w:rPr>
                <w:lang w:val="fr-FR"/>
              </w:rPr>
            </w:pPr>
            <w:r w:rsidRPr="00DD3FE4">
              <w:rPr>
                <w:lang w:val="fr-FR"/>
              </w:rPr>
              <w:t>Pronunciation: liaison</w:t>
            </w:r>
          </w:p>
        </w:tc>
      </w:tr>
      <w:tr w:rsidR="00753418" w:rsidRPr="00DD3FE4" w14:paraId="045BD2B6" w14:textId="77777777" w:rsidTr="0090507C">
        <w:trPr>
          <w:cantSplit/>
          <w:trHeight w:val="1214"/>
        </w:trPr>
        <w:tc>
          <w:tcPr>
            <w:tcW w:w="1858" w:type="dxa"/>
          </w:tcPr>
          <w:p w14:paraId="1FF823E3" w14:textId="77777777" w:rsidR="00DD3FE4" w:rsidRPr="008B4885" w:rsidRDefault="00DD3FE4" w:rsidP="00DD3FE4">
            <w:pPr>
              <w:pStyle w:val="Tabletext"/>
              <w:rPr>
                <w:b/>
                <w:szCs w:val="20"/>
              </w:rPr>
            </w:pPr>
            <w:r w:rsidRPr="008B4885">
              <w:rPr>
                <w:b/>
                <w:szCs w:val="20"/>
              </w:rPr>
              <w:t>4 Quel désastre!</w:t>
            </w:r>
          </w:p>
          <w:p w14:paraId="0D85729E" w14:textId="1ACD9071" w:rsidR="00DD3FE4" w:rsidRPr="00923CF4" w:rsidRDefault="00DD3FE4" w:rsidP="00DD3FE4">
            <w:pPr>
              <w:pStyle w:val="Tabletext"/>
              <w:rPr>
                <w:szCs w:val="20"/>
                <w:u w:val="single"/>
              </w:rPr>
            </w:pPr>
            <w:r w:rsidRPr="00923CF4">
              <w:rPr>
                <w:szCs w:val="20"/>
                <w:u w:val="single"/>
              </w:rPr>
              <w:t xml:space="preserve">Listening and Reading </w:t>
            </w:r>
            <w:r w:rsidR="002D62C3" w:rsidRPr="00923CF4">
              <w:rPr>
                <w:szCs w:val="20"/>
                <w:u w:val="single"/>
              </w:rPr>
              <w:t>S</w:t>
            </w:r>
            <w:r w:rsidRPr="00923CF4">
              <w:rPr>
                <w:szCs w:val="20"/>
                <w:u w:val="single"/>
              </w:rPr>
              <w:t>kills</w:t>
            </w:r>
          </w:p>
          <w:p w14:paraId="538ABEE3" w14:textId="129EBF69" w:rsidR="00DD3FE4" w:rsidRPr="00923CF4" w:rsidRDefault="00DD3FE4" w:rsidP="00DD3FE4">
            <w:pPr>
              <w:pStyle w:val="Tabletext"/>
              <w:rPr>
                <w:szCs w:val="20"/>
              </w:rPr>
            </w:pPr>
            <w:r w:rsidRPr="00923CF4">
              <w:rPr>
                <w:szCs w:val="20"/>
              </w:rPr>
              <w:t>(pp. 16–17)</w:t>
            </w:r>
          </w:p>
          <w:p w14:paraId="0CC9D9BE" w14:textId="77777777" w:rsidR="00DD3FE4" w:rsidRPr="00923CF4" w:rsidRDefault="00DD3FE4" w:rsidP="00DD3FE4">
            <w:pPr>
              <w:pStyle w:val="Tabletext"/>
              <w:rPr>
                <w:szCs w:val="20"/>
              </w:rPr>
            </w:pPr>
          </w:p>
          <w:p w14:paraId="36B3083E" w14:textId="77777777" w:rsidR="00DD3FE4" w:rsidRPr="00923CF4" w:rsidRDefault="00DD3FE4" w:rsidP="00DD3FE4">
            <w:pPr>
              <w:pStyle w:val="Tabletext"/>
              <w:rPr>
                <w:szCs w:val="20"/>
              </w:rPr>
            </w:pPr>
            <w:r w:rsidRPr="00923CF4">
              <w:rPr>
                <w:szCs w:val="20"/>
              </w:rPr>
              <w:t>Listening for negatives in the perfect tense</w:t>
            </w:r>
          </w:p>
          <w:p w14:paraId="0D501189" w14:textId="77777777" w:rsidR="00DD3FE4" w:rsidRPr="00923CF4" w:rsidRDefault="00DD3FE4" w:rsidP="00DD3FE4">
            <w:pPr>
              <w:pStyle w:val="Tabletext"/>
              <w:rPr>
                <w:szCs w:val="20"/>
              </w:rPr>
            </w:pPr>
          </w:p>
          <w:p w14:paraId="27C756E0" w14:textId="53BD7488" w:rsidR="00753418" w:rsidRPr="00923CF4" w:rsidRDefault="00DD3FE4" w:rsidP="00DD3FE4">
            <w:pPr>
              <w:pStyle w:val="Tabletext"/>
              <w:rPr>
                <w:szCs w:val="20"/>
              </w:rPr>
            </w:pPr>
            <w:r w:rsidRPr="00923CF4">
              <w:rPr>
                <w:szCs w:val="20"/>
              </w:rPr>
              <w:t>Reading to spot the perfect tense in a text</w:t>
            </w:r>
          </w:p>
        </w:tc>
        <w:tc>
          <w:tcPr>
            <w:tcW w:w="2072" w:type="dxa"/>
          </w:tcPr>
          <w:p w14:paraId="6DFA9D2D" w14:textId="77777777" w:rsidR="00DD3FE4" w:rsidRPr="00DD3FE4" w:rsidRDefault="00DD3FE4" w:rsidP="00DD3FE4">
            <w:pPr>
              <w:pStyle w:val="Tabletext"/>
              <w:rPr>
                <w:b/>
                <w:szCs w:val="20"/>
              </w:rPr>
            </w:pPr>
            <w:r w:rsidRPr="00DD3FE4">
              <w:rPr>
                <w:b/>
                <w:szCs w:val="20"/>
              </w:rPr>
              <w:t>PoS</w:t>
            </w:r>
          </w:p>
          <w:p w14:paraId="426CABD4" w14:textId="77777777" w:rsidR="00DD3FE4" w:rsidRPr="00DD3FE4" w:rsidRDefault="00DD3FE4" w:rsidP="00DD3FE4">
            <w:pPr>
              <w:pStyle w:val="Tabletext"/>
              <w:rPr>
                <w:b/>
                <w:szCs w:val="20"/>
              </w:rPr>
            </w:pPr>
            <w:r w:rsidRPr="00DD3FE4">
              <w:rPr>
                <w:b/>
                <w:szCs w:val="20"/>
              </w:rPr>
              <w:t xml:space="preserve">LC1 </w:t>
            </w:r>
            <w:r w:rsidRPr="00DD3FE4">
              <w:rPr>
                <w:szCs w:val="20"/>
              </w:rPr>
              <w:t>Listening and responding</w:t>
            </w:r>
          </w:p>
          <w:p w14:paraId="5E08ADD2" w14:textId="77777777" w:rsidR="00DD3FE4" w:rsidRPr="00DD3FE4" w:rsidRDefault="00DD3FE4" w:rsidP="00DD3FE4">
            <w:pPr>
              <w:pStyle w:val="Tabletext"/>
              <w:rPr>
                <w:b/>
                <w:szCs w:val="20"/>
              </w:rPr>
            </w:pPr>
          </w:p>
          <w:p w14:paraId="0E0127E9" w14:textId="77777777" w:rsidR="00DD3FE4" w:rsidRPr="00DD3FE4" w:rsidRDefault="00DD3FE4" w:rsidP="00DD3FE4">
            <w:pPr>
              <w:pStyle w:val="Tabletext"/>
              <w:rPr>
                <w:b/>
                <w:szCs w:val="20"/>
              </w:rPr>
            </w:pPr>
            <w:r w:rsidRPr="00DD3FE4">
              <w:rPr>
                <w:b/>
                <w:szCs w:val="20"/>
              </w:rPr>
              <w:t xml:space="preserve">LC2 </w:t>
            </w:r>
            <w:r w:rsidRPr="00DD3FE4">
              <w:rPr>
                <w:szCs w:val="20"/>
              </w:rPr>
              <w:t>Transcription</w:t>
            </w:r>
          </w:p>
          <w:p w14:paraId="5D64C838" w14:textId="77777777" w:rsidR="00DD3FE4" w:rsidRPr="00DD3FE4" w:rsidRDefault="00DD3FE4" w:rsidP="00DD3FE4">
            <w:pPr>
              <w:pStyle w:val="Tabletext"/>
              <w:rPr>
                <w:b/>
                <w:szCs w:val="20"/>
              </w:rPr>
            </w:pPr>
          </w:p>
          <w:p w14:paraId="7E61FD7B" w14:textId="77777777" w:rsidR="00DD3FE4" w:rsidRPr="00DD3FE4" w:rsidRDefault="00DD3FE4" w:rsidP="00DD3FE4">
            <w:pPr>
              <w:pStyle w:val="Tabletext"/>
              <w:rPr>
                <w:b/>
                <w:szCs w:val="20"/>
              </w:rPr>
            </w:pPr>
            <w:r w:rsidRPr="00DD3FE4">
              <w:rPr>
                <w:b/>
                <w:szCs w:val="20"/>
              </w:rPr>
              <w:t xml:space="preserve">LC6 </w:t>
            </w:r>
            <w:r w:rsidRPr="00DD3FE4">
              <w:rPr>
                <w:szCs w:val="20"/>
              </w:rPr>
              <w:t>Reading comprehension</w:t>
            </w:r>
          </w:p>
          <w:p w14:paraId="10466287" w14:textId="77777777" w:rsidR="00DD3FE4" w:rsidRPr="00DD3FE4" w:rsidRDefault="00DD3FE4" w:rsidP="00DD3FE4">
            <w:pPr>
              <w:pStyle w:val="Tabletext"/>
              <w:rPr>
                <w:b/>
                <w:szCs w:val="20"/>
              </w:rPr>
            </w:pPr>
          </w:p>
          <w:p w14:paraId="773E9ED8" w14:textId="77777777" w:rsidR="00DD3FE4" w:rsidRPr="00DD3FE4" w:rsidRDefault="00DD3FE4" w:rsidP="00DD3FE4">
            <w:pPr>
              <w:pStyle w:val="Tabletext"/>
              <w:rPr>
                <w:b/>
                <w:szCs w:val="20"/>
              </w:rPr>
            </w:pPr>
            <w:r w:rsidRPr="00DD3FE4">
              <w:rPr>
                <w:b/>
                <w:szCs w:val="20"/>
              </w:rPr>
              <w:t xml:space="preserve">LC8 </w:t>
            </w:r>
            <w:r w:rsidRPr="00DD3FE4">
              <w:rPr>
                <w:szCs w:val="20"/>
              </w:rPr>
              <w:t>Writing creatively</w:t>
            </w:r>
          </w:p>
          <w:p w14:paraId="3860C173" w14:textId="77777777" w:rsidR="00DD3FE4" w:rsidRPr="00DD3FE4" w:rsidRDefault="00DD3FE4" w:rsidP="00DD3FE4">
            <w:pPr>
              <w:pStyle w:val="Tabletext"/>
              <w:rPr>
                <w:b/>
                <w:szCs w:val="20"/>
              </w:rPr>
            </w:pPr>
          </w:p>
          <w:p w14:paraId="255C97D5" w14:textId="4D648A3C" w:rsidR="00753418" w:rsidRPr="00DD3FE4" w:rsidRDefault="00DD3FE4" w:rsidP="00DD3FE4">
            <w:pPr>
              <w:pStyle w:val="Tabletext"/>
              <w:rPr>
                <w:b/>
                <w:szCs w:val="20"/>
              </w:rPr>
            </w:pPr>
            <w:r w:rsidRPr="00DD3FE4">
              <w:rPr>
                <w:b/>
                <w:szCs w:val="20"/>
              </w:rPr>
              <w:t xml:space="preserve">PPS: </w:t>
            </w:r>
            <w:r w:rsidR="0069491B">
              <w:rPr>
                <w:szCs w:val="20"/>
              </w:rPr>
              <w:t>4th–5th Steps</w:t>
            </w:r>
          </w:p>
        </w:tc>
        <w:tc>
          <w:tcPr>
            <w:tcW w:w="3578" w:type="dxa"/>
          </w:tcPr>
          <w:p w14:paraId="709E1AEC" w14:textId="2F0C4EA2" w:rsidR="00DD3FE4" w:rsidRPr="00DD3FE4" w:rsidRDefault="00DD3FE4" w:rsidP="00DD3FE4">
            <w:pPr>
              <w:pStyle w:val="Tabletext"/>
              <w:rPr>
                <w:i/>
                <w:szCs w:val="20"/>
                <w:lang w:val="fr-FR"/>
              </w:rPr>
            </w:pPr>
            <w:r w:rsidRPr="00DD3FE4">
              <w:rPr>
                <w:i/>
                <w:szCs w:val="20"/>
                <w:lang w:val="fr-FR"/>
              </w:rPr>
              <w:t>Je n’ai pas pris de photos parce que j’ai perdu mon portable.</w:t>
            </w:r>
          </w:p>
          <w:p w14:paraId="7C7BCA3D" w14:textId="30BA8BF6" w:rsidR="00DD3FE4" w:rsidRPr="00DD3FE4" w:rsidRDefault="00DD3FE4" w:rsidP="00DD3FE4">
            <w:pPr>
              <w:pStyle w:val="Tabletext"/>
              <w:rPr>
                <w:i/>
                <w:szCs w:val="20"/>
                <w:lang w:val="fr-FR"/>
              </w:rPr>
            </w:pPr>
            <w:r w:rsidRPr="00DD3FE4">
              <w:rPr>
                <w:i/>
                <w:szCs w:val="20"/>
                <w:lang w:val="fr-FR"/>
              </w:rPr>
              <w:t>Je n’ai pas joué en ligne parce que le wifi à l’hôtel était nul.</w:t>
            </w:r>
          </w:p>
          <w:p w14:paraId="340A85C4" w14:textId="7F98196E" w:rsidR="00DD3FE4" w:rsidRPr="00DD3FE4" w:rsidRDefault="00DD3FE4" w:rsidP="00DD3FE4">
            <w:pPr>
              <w:pStyle w:val="Tabletext"/>
              <w:rPr>
                <w:i/>
                <w:szCs w:val="20"/>
                <w:lang w:val="fr-FR"/>
              </w:rPr>
            </w:pPr>
            <w:r w:rsidRPr="00DD3FE4">
              <w:rPr>
                <w:i/>
                <w:szCs w:val="20"/>
                <w:lang w:val="fr-FR"/>
              </w:rPr>
              <w:t>Je n’ai pas acheté de souvenirs parce que c’était trop cher.</w:t>
            </w:r>
          </w:p>
          <w:p w14:paraId="12BA7092" w14:textId="09149297" w:rsidR="00DD3FE4" w:rsidRPr="00DD3FE4" w:rsidRDefault="00DD3FE4" w:rsidP="00DD3FE4">
            <w:pPr>
              <w:pStyle w:val="Tabletext"/>
              <w:rPr>
                <w:i/>
                <w:szCs w:val="20"/>
                <w:lang w:val="fr-FR"/>
              </w:rPr>
            </w:pPr>
            <w:r w:rsidRPr="00DD3FE4">
              <w:rPr>
                <w:i/>
                <w:szCs w:val="20"/>
                <w:lang w:val="fr-FR"/>
              </w:rPr>
              <w:t>Je n’ai pas nagé dans la mer parce que ma mère a vu des méduses.</w:t>
            </w:r>
          </w:p>
          <w:p w14:paraId="157D45A4" w14:textId="7548679F" w:rsidR="00DD3FE4" w:rsidRPr="00DD3FE4" w:rsidRDefault="00DD3FE4" w:rsidP="00DD3FE4">
            <w:pPr>
              <w:pStyle w:val="Tabletext"/>
              <w:rPr>
                <w:i/>
                <w:szCs w:val="20"/>
                <w:lang w:val="fr-FR"/>
              </w:rPr>
            </w:pPr>
            <w:r w:rsidRPr="00DD3FE4">
              <w:rPr>
                <w:i/>
                <w:szCs w:val="20"/>
                <w:lang w:val="fr-FR"/>
              </w:rPr>
              <w:t>On n’a pas mangé au restaurant parce que c’était sale.</w:t>
            </w:r>
          </w:p>
          <w:p w14:paraId="01E56BB0" w14:textId="75BC2483" w:rsidR="00DD3FE4" w:rsidRPr="00DD3FE4" w:rsidRDefault="00DD3FE4" w:rsidP="00B2728E">
            <w:pPr>
              <w:pStyle w:val="Tabletext"/>
              <w:spacing w:after="0"/>
              <w:rPr>
                <w:i/>
                <w:szCs w:val="20"/>
                <w:lang w:val="fr-FR"/>
              </w:rPr>
            </w:pPr>
            <w:r w:rsidRPr="00DD3FE4">
              <w:rPr>
                <w:i/>
                <w:szCs w:val="20"/>
                <w:lang w:val="fr-FR"/>
              </w:rPr>
              <w:t>On n’est pas allés au parc d’attractions parce qu’on a raté le bus.</w:t>
            </w:r>
          </w:p>
          <w:p w14:paraId="596100E0" w14:textId="77777777" w:rsidR="00DD3FE4" w:rsidRPr="00DD3FE4" w:rsidRDefault="00DD3FE4" w:rsidP="00F07379">
            <w:pPr>
              <w:pStyle w:val="Tabletext"/>
              <w:spacing w:before="0" w:after="0"/>
              <w:rPr>
                <w:i/>
                <w:szCs w:val="20"/>
                <w:lang w:val="fr-FR"/>
              </w:rPr>
            </w:pPr>
          </w:p>
          <w:p w14:paraId="796B6538" w14:textId="77777777" w:rsidR="00DD3FE4" w:rsidRPr="00DD3FE4" w:rsidRDefault="00DD3FE4" w:rsidP="00B2728E">
            <w:pPr>
              <w:pStyle w:val="Tabletext"/>
              <w:spacing w:before="0"/>
              <w:rPr>
                <w:i/>
                <w:szCs w:val="20"/>
                <w:lang w:val="fr-FR"/>
              </w:rPr>
            </w:pPr>
            <w:r w:rsidRPr="00DD3FE4">
              <w:rPr>
                <w:i/>
                <w:szCs w:val="20"/>
                <w:lang w:val="fr-FR"/>
              </w:rPr>
              <w:t>J’ai oublié mon passeport à la maison.</w:t>
            </w:r>
          </w:p>
          <w:p w14:paraId="28171001" w14:textId="77777777" w:rsidR="00DD3FE4" w:rsidRPr="00DD3FE4" w:rsidRDefault="00DD3FE4" w:rsidP="00DD3FE4">
            <w:pPr>
              <w:pStyle w:val="Tabletext"/>
              <w:rPr>
                <w:i/>
                <w:szCs w:val="20"/>
                <w:lang w:val="fr-FR"/>
              </w:rPr>
            </w:pPr>
            <w:r w:rsidRPr="00DD3FE4">
              <w:rPr>
                <w:i/>
                <w:szCs w:val="20"/>
                <w:lang w:val="fr-FR"/>
              </w:rPr>
              <w:t>On est arrivés en retard à l’aéroport.</w:t>
            </w:r>
          </w:p>
          <w:p w14:paraId="17CDB72E" w14:textId="77777777" w:rsidR="00DD3FE4" w:rsidRPr="00DD3FE4" w:rsidRDefault="00DD3FE4" w:rsidP="00DD3FE4">
            <w:pPr>
              <w:pStyle w:val="Tabletext"/>
              <w:rPr>
                <w:i/>
                <w:szCs w:val="20"/>
                <w:lang w:val="fr-FR"/>
              </w:rPr>
            </w:pPr>
            <w:r w:rsidRPr="00DD3FE4">
              <w:rPr>
                <w:i/>
                <w:szCs w:val="20"/>
                <w:lang w:val="fr-FR"/>
              </w:rPr>
              <w:t>On a raté l’avion.</w:t>
            </w:r>
          </w:p>
          <w:p w14:paraId="49F917C2" w14:textId="77777777" w:rsidR="00DD3FE4" w:rsidRPr="00DD3FE4" w:rsidRDefault="00DD3FE4" w:rsidP="00DD3FE4">
            <w:pPr>
              <w:pStyle w:val="Tabletext"/>
              <w:rPr>
                <w:i/>
                <w:szCs w:val="20"/>
                <w:lang w:val="fr-FR"/>
              </w:rPr>
            </w:pPr>
            <w:r w:rsidRPr="00DD3FE4">
              <w:rPr>
                <w:i/>
                <w:szCs w:val="20"/>
                <w:lang w:val="fr-FR"/>
              </w:rPr>
              <w:t>Je suis tombé(e).</w:t>
            </w:r>
          </w:p>
          <w:p w14:paraId="74114238" w14:textId="77777777" w:rsidR="00DD3FE4" w:rsidRPr="00DD3FE4" w:rsidRDefault="00DD3FE4" w:rsidP="00DD3FE4">
            <w:pPr>
              <w:pStyle w:val="Tabletext"/>
              <w:rPr>
                <w:i/>
                <w:szCs w:val="20"/>
                <w:lang w:val="fr-FR"/>
              </w:rPr>
            </w:pPr>
            <w:r w:rsidRPr="00DD3FE4">
              <w:rPr>
                <w:i/>
                <w:szCs w:val="20"/>
                <w:lang w:val="fr-FR"/>
              </w:rPr>
              <w:t>J’ai cassé mon portable.</w:t>
            </w:r>
          </w:p>
          <w:p w14:paraId="552648E4" w14:textId="77777777" w:rsidR="00DD3FE4" w:rsidRPr="00DD3FE4" w:rsidRDefault="00DD3FE4" w:rsidP="00DD3FE4">
            <w:pPr>
              <w:pStyle w:val="Tabletext"/>
              <w:rPr>
                <w:i/>
                <w:szCs w:val="20"/>
                <w:lang w:val="fr-FR"/>
              </w:rPr>
            </w:pPr>
            <w:r w:rsidRPr="00DD3FE4">
              <w:rPr>
                <w:i/>
                <w:szCs w:val="20"/>
                <w:lang w:val="fr-FR"/>
              </w:rPr>
              <w:t>J’ai perdu mon porte-monnaie.</w:t>
            </w:r>
          </w:p>
          <w:p w14:paraId="38C7380F" w14:textId="77777777" w:rsidR="00DD3FE4" w:rsidRPr="00DD3FE4" w:rsidRDefault="00DD3FE4" w:rsidP="00DD3FE4">
            <w:pPr>
              <w:pStyle w:val="Tabletext"/>
              <w:rPr>
                <w:i/>
                <w:szCs w:val="20"/>
                <w:lang w:val="fr-FR"/>
              </w:rPr>
            </w:pPr>
            <w:r w:rsidRPr="00DD3FE4">
              <w:rPr>
                <w:i/>
                <w:szCs w:val="20"/>
                <w:lang w:val="fr-FR"/>
              </w:rPr>
              <w:t>J’ai beaucoup vomi.</w:t>
            </w:r>
          </w:p>
          <w:p w14:paraId="4DBE5A23" w14:textId="7DAEC83C" w:rsidR="00DD3FE4" w:rsidRPr="00DD3FE4" w:rsidRDefault="00DD3FE4" w:rsidP="00DD3FE4">
            <w:pPr>
              <w:pStyle w:val="Tabletext"/>
              <w:rPr>
                <w:i/>
                <w:szCs w:val="20"/>
                <w:lang w:val="fr-FR"/>
              </w:rPr>
            </w:pPr>
            <w:r w:rsidRPr="00DD3FE4">
              <w:rPr>
                <w:i/>
                <w:szCs w:val="20"/>
                <w:lang w:val="fr-FR"/>
              </w:rPr>
              <w:t>Je suis resté</w:t>
            </w:r>
            <w:r w:rsidR="009D5B46">
              <w:rPr>
                <w:i/>
                <w:szCs w:val="20"/>
                <w:lang w:val="fr-FR"/>
              </w:rPr>
              <w:t>(e)</w:t>
            </w:r>
            <w:r w:rsidRPr="00DD3FE4">
              <w:rPr>
                <w:i/>
                <w:szCs w:val="20"/>
                <w:lang w:val="fr-FR"/>
              </w:rPr>
              <w:t xml:space="preserve"> au lit.</w:t>
            </w:r>
          </w:p>
          <w:p w14:paraId="2720AB76" w14:textId="4E29B33C" w:rsidR="00CF7EAD" w:rsidRDefault="00DD3FE4" w:rsidP="00B2728E">
            <w:pPr>
              <w:pStyle w:val="Tabletext"/>
              <w:spacing w:after="0"/>
              <w:rPr>
                <w:i/>
                <w:szCs w:val="20"/>
                <w:lang w:val="fr-FR"/>
              </w:rPr>
            </w:pPr>
            <w:r w:rsidRPr="00DD3FE4">
              <w:rPr>
                <w:i/>
                <w:szCs w:val="20"/>
                <w:lang w:val="fr-FR"/>
              </w:rPr>
              <w:t>Je ne suis pas sorti</w:t>
            </w:r>
            <w:r w:rsidR="009D5B46">
              <w:rPr>
                <w:i/>
                <w:szCs w:val="20"/>
                <w:lang w:val="fr-FR"/>
              </w:rPr>
              <w:t>(e)</w:t>
            </w:r>
            <w:r w:rsidRPr="00DD3FE4">
              <w:rPr>
                <w:i/>
                <w:szCs w:val="20"/>
                <w:lang w:val="fr-FR"/>
              </w:rPr>
              <w:t xml:space="preserve"> de l’hôtel.</w:t>
            </w:r>
          </w:p>
          <w:p w14:paraId="6C3992A7" w14:textId="27920042" w:rsidR="001B3498" w:rsidRPr="00DD3FE4" w:rsidRDefault="001B3498" w:rsidP="00DD3FE4">
            <w:pPr>
              <w:pStyle w:val="Tabletext"/>
              <w:rPr>
                <w:i/>
                <w:szCs w:val="20"/>
                <w:lang w:val="fr-FR"/>
              </w:rPr>
            </w:pPr>
          </w:p>
        </w:tc>
        <w:tc>
          <w:tcPr>
            <w:tcW w:w="2114" w:type="dxa"/>
          </w:tcPr>
          <w:p w14:paraId="25C92DD0" w14:textId="245686CC" w:rsidR="00DD3FE4" w:rsidRPr="00DD3FE4" w:rsidRDefault="00DD3FE4" w:rsidP="00DD3FE4">
            <w:r w:rsidRPr="00DD3FE4">
              <w:t>Decoding meanin</w:t>
            </w:r>
            <w:r w:rsidR="00C13223">
              <w:t>g</w:t>
            </w:r>
            <w:r w:rsidR="00C13223" w:rsidRPr="00C13223">
              <w:t>:</w:t>
            </w:r>
            <w:r w:rsidRPr="00DD3FE4">
              <w:t xml:space="preserve"> looking for clues and applying logic</w:t>
            </w:r>
          </w:p>
          <w:p w14:paraId="31EF454D" w14:textId="77777777" w:rsidR="00DD3FE4" w:rsidRPr="00DD3FE4" w:rsidRDefault="00DD3FE4" w:rsidP="00DD3FE4"/>
          <w:p w14:paraId="4342726A" w14:textId="6C1D50CC" w:rsidR="00DD3FE4" w:rsidRPr="00DD3FE4" w:rsidRDefault="00C13223" w:rsidP="00DD3FE4">
            <w:r w:rsidRPr="00C13223">
              <w:rPr>
                <w:b/>
              </w:rPr>
              <w:t>G:</w:t>
            </w:r>
            <w:r w:rsidR="00DD3FE4" w:rsidRPr="00DD3FE4">
              <w:t xml:space="preserve"> Negative sentences in the perfect tense</w:t>
            </w:r>
          </w:p>
          <w:p w14:paraId="672C255F" w14:textId="77777777" w:rsidR="00DD3FE4" w:rsidRPr="00DD3FE4" w:rsidRDefault="00DD3FE4" w:rsidP="00DD3FE4"/>
          <w:p w14:paraId="23A297B0" w14:textId="77777777" w:rsidR="00DD3FE4" w:rsidRPr="00DD3FE4" w:rsidRDefault="00DD3FE4" w:rsidP="00DD3FE4">
            <w:r w:rsidRPr="00DD3FE4">
              <w:t>Listening and reading for negatives</w:t>
            </w:r>
          </w:p>
          <w:p w14:paraId="2FA1FD2D" w14:textId="77777777" w:rsidR="00DD3FE4" w:rsidRPr="00DD3FE4" w:rsidRDefault="00DD3FE4" w:rsidP="00DD3FE4"/>
          <w:p w14:paraId="747A70B3" w14:textId="77777777" w:rsidR="00DD3FE4" w:rsidRPr="00DD3FE4" w:rsidRDefault="00DD3FE4" w:rsidP="00DD3FE4">
            <w:r w:rsidRPr="00DD3FE4">
              <w:t>Recognising verbs in the perfect tense</w:t>
            </w:r>
          </w:p>
          <w:p w14:paraId="18427C90" w14:textId="77777777" w:rsidR="00DD3FE4" w:rsidRPr="00DD3FE4" w:rsidRDefault="00DD3FE4" w:rsidP="00DD3FE4"/>
          <w:p w14:paraId="77BC0D6C" w14:textId="392D6947" w:rsidR="00753418" w:rsidRPr="00DD3FE4" w:rsidRDefault="00C13223" w:rsidP="00C13223">
            <w:r w:rsidRPr="00C13223">
              <w:rPr>
                <w:b/>
              </w:rPr>
              <w:t>G:</w:t>
            </w:r>
            <w:r w:rsidR="00DD3FE4" w:rsidRPr="00DD3FE4">
              <w:t xml:space="preserve"> The perfect tense of</w:t>
            </w:r>
            <w:r>
              <w:t xml:space="preserve"> </w:t>
            </w:r>
            <w:r w:rsidR="00947DD3">
              <w:rPr>
                <w:i/>
              </w:rPr>
              <w:t>–</w:t>
            </w:r>
            <w:r w:rsidR="00DD3FE4" w:rsidRPr="00DD3FE4">
              <w:rPr>
                <w:i/>
              </w:rPr>
              <w:t>ir</w:t>
            </w:r>
            <w:r w:rsidR="00DD3FE4" w:rsidRPr="00DD3FE4">
              <w:t xml:space="preserve"> and </w:t>
            </w:r>
            <w:r w:rsidR="00947DD3">
              <w:rPr>
                <w:i/>
              </w:rPr>
              <w:t>–</w:t>
            </w:r>
            <w:r w:rsidR="00DD3FE4" w:rsidRPr="00DD3FE4">
              <w:rPr>
                <w:i/>
              </w:rPr>
              <w:t>re</w:t>
            </w:r>
            <w:r w:rsidR="00DD3FE4" w:rsidRPr="00DD3FE4">
              <w:t xml:space="preserve"> verbs</w:t>
            </w:r>
          </w:p>
        </w:tc>
      </w:tr>
      <w:tr w:rsidR="00753418" w:rsidRPr="00DD3FE4" w14:paraId="1E7CE77F" w14:textId="77777777" w:rsidTr="0090507C">
        <w:trPr>
          <w:cantSplit/>
          <w:trHeight w:val="1214"/>
        </w:trPr>
        <w:tc>
          <w:tcPr>
            <w:tcW w:w="1858" w:type="dxa"/>
          </w:tcPr>
          <w:p w14:paraId="5731ADD8" w14:textId="32E22E58" w:rsidR="006308D5" w:rsidRPr="006308D5" w:rsidRDefault="006308D5" w:rsidP="006308D5">
            <w:pPr>
              <w:pStyle w:val="Tabletext"/>
              <w:rPr>
                <w:b/>
                <w:szCs w:val="20"/>
              </w:rPr>
            </w:pPr>
            <w:r w:rsidRPr="006308D5">
              <w:rPr>
                <w:b/>
                <w:szCs w:val="20"/>
              </w:rPr>
              <w:lastRenderedPageBreak/>
              <w:t>5 Mon voyage extraordinaire!</w:t>
            </w:r>
          </w:p>
          <w:p w14:paraId="27E70EB0" w14:textId="0506F3D3" w:rsidR="006308D5" w:rsidRPr="006308D5" w:rsidRDefault="006308D5" w:rsidP="006308D5">
            <w:pPr>
              <w:pStyle w:val="Tabletext"/>
              <w:rPr>
                <w:szCs w:val="20"/>
                <w:u w:val="single"/>
              </w:rPr>
            </w:pPr>
            <w:r w:rsidRPr="006308D5">
              <w:rPr>
                <w:szCs w:val="20"/>
                <w:u w:val="single"/>
              </w:rPr>
              <w:t xml:space="preserve">Speaking </w:t>
            </w:r>
            <w:r w:rsidR="000A06AE">
              <w:rPr>
                <w:szCs w:val="20"/>
                <w:u w:val="single"/>
              </w:rPr>
              <w:t>S</w:t>
            </w:r>
            <w:r w:rsidRPr="006308D5">
              <w:rPr>
                <w:szCs w:val="20"/>
                <w:u w:val="single"/>
              </w:rPr>
              <w:t>kills</w:t>
            </w:r>
          </w:p>
          <w:p w14:paraId="662B39E5" w14:textId="799A3585" w:rsidR="006308D5" w:rsidRPr="006308D5" w:rsidRDefault="006308D5" w:rsidP="006308D5">
            <w:pPr>
              <w:pStyle w:val="Tabletext"/>
              <w:rPr>
                <w:szCs w:val="20"/>
              </w:rPr>
            </w:pPr>
            <w:r w:rsidRPr="006308D5">
              <w:rPr>
                <w:szCs w:val="20"/>
              </w:rPr>
              <w:t>(pp. 18–19)</w:t>
            </w:r>
          </w:p>
          <w:p w14:paraId="2358FCBB" w14:textId="77777777" w:rsidR="006308D5" w:rsidRPr="006308D5" w:rsidRDefault="006308D5" w:rsidP="006308D5">
            <w:pPr>
              <w:pStyle w:val="Tabletext"/>
              <w:rPr>
                <w:szCs w:val="20"/>
              </w:rPr>
            </w:pPr>
          </w:p>
          <w:p w14:paraId="27E4530C" w14:textId="77777777" w:rsidR="006308D5" w:rsidRPr="006308D5" w:rsidRDefault="006308D5" w:rsidP="006308D5">
            <w:pPr>
              <w:pStyle w:val="Tabletext"/>
              <w:rPr>
                <w:szCs w:val="20"/>
              </w:rPr>
            </w:pPr>
            <w:r w:rsidRPr="006308D5">
              <w:rPr>
                <w:szCs w:val="20"/>
              </w:rPr>
              <w:t>Asking and answering questions</w:t>
            </w:r>
          </w:p>
          <w:p w14:paraId="7D52C747" w14:textId="77777777" w:rsidR="006308D5" w:rsidRPr="006308D5" w:rsidRDefault="006308D5" w:rsidP="006308D5">
            <w:pPr>
              <w:pStyle w:val="Tabletext"/>
              <w:rPr>
                <w:szCs w:val="20"/>
              </w:rPr>
            </w:pPr>
          </w:p>
          <w:p w14:paraId="540D7131" w14:textId="6BB3D96A" w:rsidR="00753418" w:rsidRPr="00DD3FE4" w:rsidRDefault="006308D5" w:rsidP="006308D5">
            <w:pPr>
              <w:pStyle w:val="Tabletext"/>
              <w:rPr>
                <w:b/>
                <w:szCs w:val="20"/>
              </w:rPr>
            </w:pPr>
            <w:r w:rsidRPr="006308D5">
              <w:rPr>
                <w:szCs w:val="20"/>
              </w:rPr>
              <w:t>Using the present and perfect tenses together</w:t>
            </w:r>
          </w:p>
        </w:tc>
        <w:tc>
          <w:tcPr>
            <w:tcW w:w="2072" w:type="dxa"/>
          </w:tcPr>
          <w:p w14:paraId="16A8F336" w14:textId="77777777" w:rsidR="006308D5" w:rsidRPr="006308D5" w:rsidRDefault="006308D5" w:rsidP="006308D5">
            <w:pPr>
              <w:pStyle w:val="Tabletext"/>
              <w:rPr>
                <w:b/>
                <w:szCs w:val="20"/>
              </w:rPr>
            </w:pPr>
            <w:r w:rsidRPr="006308D5">
              <w:rPr>
                <w:b/>
                <w:szCs w:val="20"/>
              </w:rPr>
              <w:t>PoS</w:t>
            </w:r>
          </w:p>
          <w:p w14:paraId="6A871670" w14:textId="77777777" w:rsidR="006308D5" w:rsidRPr="006308D5" w:rsidRDefault="006308D5" w:rsidP="006308D5">
            <w:pPr>
              <w:pStyle w:val="Tabletext"/>
              <w:rPr>
                <w:b/>
                <w:szCs w:val="20"/>
              </w:rPr>
            </w:pPr>
            <w:r w:rsidRPr="006308D5">
              <w:rPr>
                <w:b/>
                <w:szCs w:val="20"/>
              </w:rPr>
              <w:t xml:space="preserve">GV1 </w:t>
            </w:r>
            <w:r w:rsidRPr="006308D5">
              <w:rPr>
                <w:szCs w:val="20"/>
              </w:rPr>
              <w:t>Tenses</w:t>
            </w:r>
          </w:p>
          <w:p w14:paraId="5B74ACE3" w14:textId="77777777" w:rsidR="006308D5" w:rsidRPr="006308D5" w:rsidRDefault="006308D5" w:rsidP="006308D5">
            <w:pPr>
              <w:pStyle w:val="Tabletext"/>
              <w:rPr>
                <w:b/>
                <w:szCs w:val="20"/>
              </w:rPr>
            </w:pPr>
          </w:p>
          <w:p w14:paraId="26197761" w14:textId="77777777" w:rsidR="006308D5" w:rsidRPr="006308D5" w:rsidRDefault="006308D5" w:rsidP="006308D5">
            <w:pPr>
              <w:pStyle w:val="Tabletext"/>
              <w:rPr>
                <w:b/>
                <w:szCs w:val="20"/>
              </w:rPr>
            </w:pPr>
            <w:r w:rsidRPr="006308D5">
              <w:rPr>
                <w:b/>
                <w:szCs w:val="20"/>
              </w:rPr>
              <w:t xml:space="preserve">LC1 </w:t>
            </w:r>
            <w:r w:rsidRPr="006308D5">
              <w:rPr>
                <w:szCs w:val="20"/>
              </w:rPr>
              <w:t>Listening and responding</w:t>
            </w:r>
          </w:p>
          <w:p w14:paraId="3A0581D4" w14:textId="77777777" w:rsidR="006308D5" w:rsidRPr="006308D5" w:rsidRDefault="006308D5" w:rsidP="006308D5">
            <w:pPr>
              <w:pStyle w:val="Tabletext"/>
              <w:rPr>
                <w:b/>
                <w:szCs w:val="20"/>
              </w:rPr>
            </w:pPr>
          </w:p>
          <w:p w14:paraId="005287B3" w14:textId="77777777" w:rsidR="006308D5" w:rsidRPr="006308D5" w:rsidRDefault="006308D5" w:rsidP="006308D5">
            <w:pPr>
              <w:pStyle w:val="Tabletext"/>
              <w:rPr>
                <w:b/>
                <w:szCs w:val="20"/>
              </w:rPr>
            </w:pPr>
            <w:r w:rsidRPr="006308D5">
              <w:rPr>
                <w:b/>
                <w:szCs w:val="20"/>
              </w:rPr>
              <w:t xml:space="preserve">LC3 </w:t>
            </w:r>
            <w:r w:rsidRPr="006308D5">
              <w:rPr>
                <w:szCs w:val="20"/>
              </w:rPr>
              <w:t>Conversation</w:t>
            </w:r>
          </w:p>
          <w:p w14:paraId="792C7DCB" w14:textId="77777777" w:rsidR="006308D5" w:rsidRPr="006308D5" w:rsidRDefault="006308D5" w:rsidP="006308D5">
            <w:pPr>
              <w:pStyle w:val="Tabletext"/>
              <w:rPr>
                <w:b/>
                <w:szCs w:val="20"/>
              </w:rPr>
            </w:pPr>
          </w:p>
          <w:p w14:paraId="3AE2D58D" w14:textId="77777777" w:rsidR="006308D5" w:rsidRPr="006308D5" w:rsidRDefault="006308D5" w:rsidP="006308D5">
            <w:pPr>
              <w:pStyle w:val="Tabletext"/>
              <w:rPr>
                <w:b/>
                <w:szCs w:val="20"/>
              </w:rPr>
            </w:pPr>
            <w:r w:rsidRPr="006308D5">
              <w:rPr>
                <w:b/>
                <w:szCs w:val="20"/>
              </w:rPr>
              <w:t xml:space="preserve">LC4 </w:t>
            </w:r>
            <w:r w:rsidRPr="006308D5">
              <w:rPr>
                <w:szCs w:val="20"/>
              </w:rPr>
              <w:t>Expressing ideas (speaking)</w:t>
            </w:r>
          </w:p>
          <w:p w14:paraId="2B274D61" w14:textId="77777777" w:rsidR="006308D5" w:rsidRPr="006308D5" w:rsidRDefault="006308D5" w:rsidP="006308D5">
            <w:pPr>
              <w:pStyle w:val="Tabletext"/>
              <w:rPr>
                <w:b/>
                <w:szCs w:val="20"/>
              </w:rPr>
            </w:pPr>
          </w:p>
          <w:p w14:paraId="22BC5160" w14:textId="72A85412" w:rsidR="00753418" w:rsidRPr="00DD3FE4" w:rsidRDefault="006308D5" w:rsidP="006308D5">
            <w:pPr>
              <w:pStyle w:val="Tabletext"/>
              <w:rPr>
                <w:b/>
                <w:szCs w:val="20"/>
              </w:rPr>
            </w:pPr>
            <w:r w:rsidRPr="006308D5">
              <w:rPr>
                <w:b/>
                <w:szCs w:val="20"/>
              </w:rPr>
              <w:t xml:space="preserve">PPS: </w:t>
            </w:r>
            <w:r w:rsidR="0086681B">
              <w:rPr>
                <w:szCs w:val="20"/>
              </w:rPr>
              <w:t>4th–6th Steps</w:t>
            </w:r>
          </w:p>
        </w:tc>
        <w:tc>
          <w:tcPr>
            <w:tcW w:w="3578" w:type="dxa"/>
          </w:tcPr>
          <w:p w14:paraId="3A959D90" w14:textId="77777777" w:rsidR="006308D5" w:rsidRPr="006308D5" w:rsidRDefault="006308D5" w:rsidP="006308D5">
            <w:pPr>
              <w:pStyle w:val="Tabletext"/>
              <w:rPr>
                <w:i/>
                <w:szCs w:val="20"/>
                <w:lang w:val="fr-FR"/>
              </w:rPr>
            </w:pPr>
            <w:r w:rsidRPr="006308D5">
              <w:rPr>
                <w:i/>
                <w:szCs w:val="20"/>
                <w:lang w:val="fr-FR"/>
              </w:rPr>
              <w:t>Qu’est-ce que tu fais normalement pendant les vacances?</w:t>
            </w:r>
          </w:p>
          <w:p w14:paraId="27CBC18D" w14:textId="503F67B5" w:rsidR="006308D5" w:rsidRPr="006308D5" w:rsidRDefault="006308D5" w:rsidP="006308D5">
            <w:pPr>
              <w:pStyle w:val="Tabletext"/>
              <w:rPr>
                <w:i/>
                <w:szCs w:val="20"/>
                <w:lang w:val="fr-FR"/>
              </w:rPr>
            </w:pPr>
            <w:r w:rsidRPr="006308D5">
              <w:rPr>
                <w:i/>
                <w:szCs w:val="20"/>
                <w:lang w:val="fr-FR"/>
              </w:rPr>
              <w:t xml:space="preserve">Normalement, pendant les </w:t>
            </w:r>
            <w:r w:rsidR="0050286B">
              <w:rPr>
                <w:i/>
                <w:szCs w:val="20"/>
                <w:lang w:val="fr-FR"/>
              </w:rPr>
              <w:br/>
            </w:r>
            <w:r w:rsidRPr="006308D5">
              <w:rPr>
                <w:i/>
                <w:szCs w:val="20"/>
                <w:lang w:val="fr-FR"/>
              </w:rPr>
              <w:t>vacances …</w:t>
            </w:r>
          </w:p>
          <w:p w14:paraId="4ECD11C4" w14:textId="77777777" w:rsidR="006308D5" w:rsidRPr="006308D5" w:rsidRDefault="006308D5" w:rsidP="006308D5">
            <w:pPr>
              <w:pStyle w:val="Tabletext"/>
              <w:rPr>
                <w:i/>
                <w:szCs w:val="20"/>
                <w:lang w:val="fr-FR"/>
              </w:rPr>
            </w:pPr>
            <w:r w:rsidRPr="006308D5">
              <w:rPr>
                <w:i/>
                <w:szCs w:val="20"/>
                <w:lang w:val="fr-FR"/>
              </w:rPr>
              <w:t>Je vais en colo, à la campagne.</w:t>
            </w:r>
          </w:p>
          <w:p w14:paraId="2C2F7A59" w14:textId="77777777" w:rsidR="006308D5" w:rsidRPr="006308D5" w:rsidRDefault="006308D5" w:rsidP="006308D5">
            <w:pPr>
              <w:pStyle w:val="Tabletext"/>
              <w:rPr>
                <w:i/>
                <w:szCs w:val="20"/>
                <w:lang w:val="fr-FR"/>
              </w:rPr>
            </w:pPr>
            <w:r w:rsidRPr="006308D5">
              <w:rPr>
                <w:i/>
                <w:szCs w:val="20"/>
                <w:lang w:val="fr-FR"/>
              </w:rPr>
              <w:t>Je voyage en car.</w:t>
            </w:r>
          </w:p>
          <w:p w14:paraId="3475829F" w14:textId="77777777" w:rsidR="006308D5" w:rsidRPr="006308D5" w:rsidRDefault="006308D5" w:rsidP="006308D5">
            <w:pPr>
              <w:pStyle w:val="Tabletext"/>
              <w:rPr>
                <w:i/>
                <w:szCs w:val="20"/>
                <w:lang w:val="fr-FR"/>
              </w:rPr>
            </w:pPr>
            <w:r w:rsidRPr="006308D5">
              <w:rPr>
                <w:i/>
                <w:szCs w:val="20"/>
                <w:lang w:val="fr-FR"/>
              </w:rPr>
              <w:t>Je nage dans la piscine.</w:t>
            </w:r>
          </w:p>
          <w:p w14:paraId="1B20E2E2" w14:textId="77777777" w:rsidR="006308D5" w:rsidRPr="006308D5" w:rsidRDefault="006308D5" w:rsidP="006308D5">
            <w:pPr>
              <w:pStyle w:val="Tabletext"/>
              <w:rPr>
                <w:i/>
                <w:szCs w:val="20"/>
                <w:lang w:val="fr-FR"/>
              </w:rPr>
            </w:pPr>
            <w:r w:rsidRPr="006308D5">
              <w:rPr>
                <w:i/>
                <w:szCs w:val="20"/>
                <w:lang w:val="fr-FR"/>
              </w:rPr>
              <w:t>Je fais du sport.</w:t>
            </w:r>
          </w:p>
          <w:p w14:paraId="57ACB8C3" w14:textId="77777777" w:rsidR="006308D5" w:rsidRPr="006308D5" w:rsidRDefault="006308D5" w:rsidP="006308D5">
            <w:pPr>
              <w:pStyle w:val="Tabletext"/>
              <w:rPr>
                <w:i/>
                <w:szCs w:val="20"/>
                <w:lang w:val="fr-FR"/>
              </w:rPr>
            </w:pPr>
            <w:r w:rsidRPr="006308D5">
              <w:rPr>
                <w:i/>
                <w:szCs w:val="20"/>
                <w:lang w:val="fr-FR"/>
              </w:rPr>
              <w:t>Je mange des hamburger-frites.</w:t>
            </w:r>
          </w:p>
          <w:p w14:paraId="183907AE" w14:textId="77777777" w:rsidR="006308D5" w:rsidRPr="006308D5" w:rsidRDefault="006308D5" w:rsidP="00B2728E">
            <w:pPr>
              <w:pStyle w:val="Tabletext"/>
              <w:spacing w:after="0"/>
              <w:rPr>
                <w:i/>
                <w:szCs w:val="20"/>
                <w:lang w:val="fr-FR"/>
              </w:rPr>
            </w:pPr>
            <w:r w:rsidRPr="006308D5">
              <w:rPr>
                <w:i/>
                <w:szCs w:val="20"/>
                <w:lang w:val="fr-FR"/>
              </w:rPr>
              <w:t>C’est un peu ennuyeux.</w:t>
            </w:r>
          </w:p>
          <w:p w14:paraId="5EE854D5" w14:textId="77777777" w:rsidR="006308D5" w:rsidRPr="006308D5" w:rsidRDefault="006308D5" w:rsidP="00F07379">
            <w:pPr>
              <w:pStyle w:val="Tabletext"/>
              <w:spacing w:before="0" w:after="0"/>
              <w:rPr>
                <w:i/>
                <w:szCs w:val="20"/>
                <w:lang w:val="fr-FR"/>
              </w:rPr>
            </w:pPr>
          </w:p>
          <w:p w14:paraId="120B592E" w14:textId="77777777" w:rsidR="006308D5" w:rsidRPr="006308D5" w:rsidRDefault="006308D5" w:rsidP="00B2728E">
            <w:pPr>
              <w:pStyle w:val="Tabletext"/>
              <w:spacing w:before="0"/>
              <w:rPr>
                <w:i/>
                <w:szCs w:val="20"/>
                <w:lang w:val="fr-FR"/>
              </w:rPr>
            </w:pPr>
            <w:r w:rsidRPr="006308D5">
              <w:rPr>
                <w:i/>
                <w:szCs w:val="20"/>
                <w:lang w:val="fr-FR"/>
              </w:rPr>
              <w:t>Et l’année dernière, qu’est-ce que tu as fait?</w:t>
            </w:r>
          </w:p>
          <w:p w14:paraId="4F1D7C8E" w14:textId="77777777" w:rsidR="006308D5" w:rsidRPr="006308D5" w:rsidRDefault="006308D5" w:rsidP="006308D5">
            <w:pPr>
              <w:pStyle w:val="Tabletext"/>
              <w:rPr>
                <w:i/>
                <w:szCs w:val="20"/>
                <w:lang w:val="fr-FR"/>
              </w:rPr>
            </w:pPr>
            <w:r w:rsidRPr="006308D5">
              <w:rPr>
                <w:i/>
                <w:szCs w:val="20"/>
                <w:lang w:val="fr-FR"/>
              </w:rPr>
              <w:t>Mais l’année dernière, j’ai gagné un concours!</w:t>
            </w:r>
          </w:p>
          <w:p w14:paraId="394024E2" w14:textId="77777777" w:rsidR="006308D5" w:rsidRPr="006308D5" w:rsidRDefault="006308D5" w:rsidP="006308D5">
            <w:pPr>
              <w:pStyle w:val="Tabletext"/>
              <w:rPr>
                <w:i/>
                <w:szCs w:val="20"/>
                <w:lang w:val="fr-FR"/>
              </w:rPr>
            </w:pPr>
            <w:r w:rsidRPr="006308D5">
              <w:rPr>
                <w:i/>
                <w:szCs w:val="20"/>
                <w:lang w:val="fr-FR"/>
              </w:rPr>
              <w:t>Je suis allée à Vanuatu.</w:t>
            </w:r>
          </w:p>
          <w:p w14:paraId="6CD3CF03" w14:textId="77777777" w:rsidR="006308D5" w:rsidRPr="006308D5" w:rsidRDefault="006308D5" w:rsidP="006308D5">
            <w:pPr>
              <w:pStyle w:val="Tabletext"/>
              <w:rPr>
                <w:i/>
                <w:szCs w:val="20"/>
                <w:lang w:val="fr-FR"/>
              </w:rPr>
            </w:pPr>
            <w:r w:rsidRPr="006308D5">
              <w:rPr>
                <w:i/>
                <w:szCs w:val="20"/>
                <w:lang w:val="fr-FR"/>
              </w:rPr>
              <w:t>J’ai voyagé en avion.</w:t>
            </w:r>
          </w:p>
          <w:p w14:paraId="14B988EC" w14:textId="77777777" w:rsidR="006308D5" w:rsidRPr="006308D5" w:rsidRDefault="006308D5" w:rsidP="006308D5">
            <w:pPr>
              <w:pStyle w:val="Tabletext"/>
              <w:rPr>
                <w:i/>
                <w:szCs w:val="20"/>
                <w:lang w:val="fr-FR"/>
              </w:rPr>
            </w:pPr>
            <w:r w:rsidRPr="006308D5">
              <w:rPr>
                <w:i/>
                <w:szCs w:val="20"/>
                <w:lang w:val="fr-FR"/>
              </w:rPr>
              <w:t>J’ai nagé dans la mer.</w:t>
            </w:r>
          </w:p>
          <w:p w14:paraId="2CC68FB1" w14:textId="77777777" w:rsidR="006308D5" w:rsidRPr="006308D5" w:rsidRDefault="006308D5" w:rsidP="006308D5">
            <w:pPr>
              <w:pStyle w:val="Tabletext"/>
              <w:rPr>
                <w:i/>
                <w:szCs w:val="20"/>
                <w:lang w:val="fr-FR"/>
              </w:rPr>
            </w:pPr>
            <w:r w:rsidRPr="006308D5">
              <w:rPr>
                <w:i/>
                <w:szCs w:val="20"/>
                <w:lang w:val="fr-FR"/>
              </w:rPr>
              <w:t>J’ai fait de la voile et j’ai vu des dauphins!</w:t>
            </w:r>
          </w:p>
          <w:p w14:paraId="5883377D" w14:textId="77777777" w:rsidR="006308D5" w:rsidRPr="006308D5" w:rsidRDefault="006308D5" w:rsidP="006308D5">
            <w:pPr>
              <w:pStyle w:val="Tabletext"/>
              <w:rPr>
                <w:i/>
                <w:szCs w:val="20"/>
                <w:lang w:val="fr-FR"/>
              </w:rPr>
            </w:pPr>
            <w:r w:rsidRPr="006308D5">
              <w:rPr>
                <w:i/>
                <w:szCs w:val="20"/>
                <w:lang w:val="fr-FR"/>
              </w:rPr>
              <w:t>J’ai mangé des fruits de mer.</w:t>
            </w:r>
          </w:p>
          <w:p w14:paraId="3CF4AD79" w14:textId="77777777" w:rsidR="006308D5" w:rsidRPr="006308D5" w:rsidRDefault="006308D5" w:rsidP="00B2728E">
            <w:pPr>
              <w:pStyle w:val="Tabletext"/>
              <w:spacing w:after="0"/>
              <w:rPr>
                <w:i/>
                <w:szCs w:val="20"/>
                <w:lang w:val="fr-FR"/>
              </w:rPr>
            </w:pPr>
            <w:r w:rsidRPr="006308D5">
              <w:rPr>
                <w:i/>
                <w:szCs w:val="20"/>
                <w:lang w:val="fr-FR"/>
              </w:rPr>
              <w:t>C’était vraiment génial!</w:t>
            </w:r>
          </w:p>
          <w:p w14:paraId="11AFC67D" w14:textId="77777777" w:rsidR="006308D5" w:rsidRPr="006308D5" w:rsidRDefault="006308D5" w:rsidP="00F07379">
            <w:pPr>
              <w:pStyle w:val="Tabletext"/>
              <w:spacing w:before="0" w:after="0"/>
              <w:rPr>
                <w:i/>
                <w:szCs w:val="20"/>
                <w:lang w:val="fr-FR"/>
              </w:rPr>
            </w:pPr>
          </w:p>
          <w:p w14:paraId="1F5E607C" w14:textId="77777777" w:rsidR="006308D5" w:rsidRPr="006308D5" w:rsidRDefault="006308D5" w:rsidP="00B2728E">
            <w:pPr>
              <w:pStyle w:val="Tabletext"/>
              <w:spacing w:before="0"/>
              <w:rPr>
                <w:i/>
                <w:szCs w:val="20"/>
                <w:lang w:val="fr-FR"/>
              </w:rPr>
            </w:pPr>
            <w:r w:rsidRPr="006308D5">
              <w:rPr>
                <w:i/>
                <w:szCs w:val="20"/>
                <w:lang w:val="fr-FR"/>
              </w:rPr>
              <w:t>Tu as voyagé comment?</w:t>
            </w:r>
          </w:p>
          <w:p w14:paraId="02A83BEF" w14:textId="77777777" w:rsidR="006308D5" w:rsidRPr="006308D5" w:rsidRDefault="006308D5" w:rsidP="006308D5">
            <w:pPr>
              <w:pStyle w:val="Tabletext"/>
              <w:rPr>
                <w:i/>
                <w:szCs w:val="20"/>
                <w:lang w:val="fr-FR"/>
              </w:rPr>
            </w:pPr>
            <w:r w:rsidRPr="006308D5">
              <w:rPr>
                <w:i/>
                <w:szCs w:val="20"/>
                <w:lang w:val="fr-FR"/>
              </w:rPr>
              <w:t>Qu’est-ce que tu as fait d’abord?</w:t>
            </w:r>
          </w:p>
          <w:p w14:paraId="0B0FECDC" w14:textId="77777777" w:rsidR="006308D5" w:rsidRPr="006308D5" w:rsidRDefault="006308D5" w:rsidP="006308D5">
            <w:pPr>
              <w:pStyle w:val="Tabletext"/>
              <w:rPr>
                <w:i/>
                <w:szCs w:val="20"/>
                <w:lang w:val="fr-FR"/>
              </w:rPr>
            </w:pPr>
            <w:r w:rsidRPr="006308D5">
              <w:rPr>
                <w:i/>
                <w:szCs w:val="20"/>
                <w:lang w:val="fr-FR"/>
              </w:rPr>
              <w:t>Qu’est-ce que tu as fait ensuite?</w:t>
            </w:r>
          </w:p>
          <w:p w14:paraId="7CFE6DC4" w14:textId="77777777" w:rsidR="006308D5" w:rsidRPr="006308D5" w:rsidRDefault="006308D5" w:rsidP="006308D5">
            <w:pPr>
              <w:pStyle w:val="Tabletext"/>
              <w:rPr>
                <w:i/>
                <w:szCs w:val="20"/>
                <w:lang w:val="fr-FR"/>
              </w:rPr>
            </w:pPr>
            <w:r w:rsidRPr="006308D5">
              <w:rPr>
                <w:i/>
                <w:szCs w:val="20"/>
                <w:lang w:val="fr-FR"/>
              </w:rPr>
              <w:t>Qu’est-ce que tu as fait enfin?</w:t>
            </w:r>
          </w:p>
          <w:p w14:paraId="47C5F1BA" w14:textId="77777777" w:rsidR="006308D5" w:rsidRPr="006308D5" w:rsidRDefault="006308D5" w:rsidP="006308D5">
            <w:pPr>
              <w:pStyle w:val="Tabletext"/>
              <w:rPr>
                <w:i/>
                <w:szCs w:val="20"/>
                <w:lang w:val="fr-FR"/>
              </w:rPr>
            </w:pPr>
            <w:r w:rsidRPr="006308D5">
              <w:rPr>
                <w:i/>
                <w:szCs w:val="20"/>
                <w:lang w:val="fr-FR"/>
              </w:rPr>
              <w:t>Qu’est-ce que tu as mangé?</w:t>
            </w:r>
          </w:p>
          <w:p w14:paraId="345B2472" w14:textId="77777777" w:rsidR="00CF7EAD" w:rsidRDefault="006308D5" w:rsidP="00B2728E">
            <w:pPr>
              <w:pStyle w:val="Tabletext"/>
              <w:spacing w:after="0"/>
              <w:rPr>
                <w:i/>
                <w:szCs w:val="20"/>
              </w:rPr>
            </w:pPr>
            <w:r w:rsidRPr="006308D5">
              <w:rPr>
                <w:i/>
                <w:szCs w:val="20"/>
              </w:rPr>
              <w:t>C’était comment?</w:t>
            </w:r>
          </w:p>
          <w:p w14:paraId="2D8A8AEC" w14:textId="1BDE25C1" w:rsidR="001B3498" w:rsidRPr="00DD3FE4" w:rsidRDefault="001B3498" w:rsidP="006308D5">
            <w:pPr>
              <w:pStyle w:val="Tabletext"/>
              <w:rPr>
                <w:i/>
                <w:szCs w:val="20"/>
              </w:rPr>
            </w:pPr>
          </w:p>
        </w:tc>
        <w:tc>
          <w:tcPr>
            <w:tcW w:w="2114" w:type="dxa"/>
          </w:tcPr>
          <w:p w14:paraId="16A4071B" w14:textId="46EA9F09" w:rsidR="006308D5" w:rsidRDefault="00C13223" w:rsidP="006308D5">
            <w:r w:rsidRPr="00C13223">
              <w:rPr>
                <w:b/>
              </w:rPr>
              <w:t>G:</w:t>
            </w:r>
            <w:r w:rsidR="006308D5">
              <w:t xml:space="preserve"> Using the present and perfect tenses together</w:t>
            </w:r>
          </w:p>
          <w:p w14:paraId="2DB15BBE" w14:textId="77777777" w:rsidR="006308D5" w:rsidRDefault="006308D5" w:rsidP="006308D5"/>
          <w:p w14:paraId="08196610" w14:textId="77777777" w:rsidR="006308D5" w:rsidRDefault="006308D5" w:rsidP="006308D5">
            <w:r>
              <w:t>Listening for tense</w:t>
            </w:r>
          </w:p>
          <w:p w14:paraId="516D25B7" w14:textId="77777777" w:rsidR="006308D5" w:rsidRDefault="006308D5" w:rsidP="006308D5"/>
          <w:p w14:paraId="634CB645" w14:textId="77777777" w:rsidR="006308D5" w:rsidRDefault="006308D5" w:rsidP="006308D5">
            <w:r>
              <w:t>Making sentences more interesting (connectives, negatives, exclamations and opinions)</w:t>
            </w:r>
          </w:p>
          <w:p w14:paraId="10F95846" w14:textId="77777777" w:rsidR="006308D5" w:rsidRDefault="006308D5" w:rsidP="006308D5"/>
          <w:p w14:paraId="3700384E" w14:textId="48BC3BCA" w:rsidR="00753418" w:rsidRPr="00DD3FE4" w:rsidRDefault="006308D5" w:rsidP="006308D5">
            <w:r>
              <w:t>Saying ‘to’ or ‘in’ with countries (</w:t>
            </w:r>
            <w:r w:rsidRPr="006308D5">
              <w:rPr>
                <w:i/>
              </w:rPr>
              <w:t>en</w:t>
            </w:r>
            <w:r>
              <w:t xml:space="preserve">, </w:t>
            </w:r>
            <w:r w:rsidRPr="006308D5">
              <w:rPr>
                <w:i/>
              </w:rPr>
              <w:t>à</w:t>
            </w:r>
            <w:r>
              <w:t xml:space="preserve">, </w:t>
            </w:r>
            <w:r w:rsidRPr="006308D5">
              <w:rPr>
                <w:i/>
              </w:rPr>
              <w:t>au</w:t>
            </w:r>
            <w:r>
              <w:t xml:space="preserve">, </w:t>
            </w:r>
            <w:r w:rsidRPr="006308D5">
              <w:rPr>
                <w:i/>
              </w:rPr>
              <w:t>aux</w:t>
            </w:r>
            <w:r>
              <w:t>)</w:t>
            </w:r>
          </w:p>
        </w:tc>
      </w:tr>
      <w:tr w:rsidR="00753418" w:rsidRPr="006740F7" w14:paraId="3F8404E4" w14:textId="77777777" w:rsidTr="0090507C">
        <w:trPr>
          <w:cantSplit/>
          <w:trHeight w:val="701"/>
        </w:trPr>
        <w:tc>
          <w:tcPr>
            <w:tcW w:w="1858" w:type="dxa"/>
          </w:tcPr>
          <w:p w14:paraId="3AD9E795" w14:textId="77777777" w:rsidR="00770B2F" w:rsidRPr="00770B2F" w:rsidRDefault="00770B2F" w:rsidP="00770B2F">
            <w:pPr>
              <w:pStyle w:val="Tabletext"/>
              <w:rPr>
                <w:b/>
                <w:szCs w:val="20"/>
              </w:rPr>
            </w:pPr>
            <w:r w:rsidRPr="00770B2F">
              <w:rPr>
                <w:b/>
                <w:szCs w:val="20"/>
              </w:rPr>
              <w:t>Bilan / Révisions</w:t>
            </w:r>
          </w:p>
          <w:p w14:paraId="660F4A6F" w14:textId="36D58EC6" w:rsidR="00753418" w:rsidRPr="00770B2F" w:rsidRDefault="00770B2F" w:rsidP="00770B2F">
            <w:pPr>
              <w:pStyle w:val="Tabletext"/>
              <w:rPr>
                <w:szCs w:val="20"/>
              </w:rPr>
            </w:pPr>
            <w:r w:rsidRPr="00770B2F">
              <w:rPr>
                <w:szCs w:val="20"/>
              </w:rPr>
              <w:t>(pp. 20–21)</w:t>
            </w:r>
          </w:p>
        </w:tc>
        <w:tc>
          <w:tcPr>
            <w:tcW w:w="7764" w:type="dxa"/>
            <w:gridSpan w:val="3"/>
          </w:tcPr>
          <w:p w14:paraId="3D7C7E9E" w14:textId="317B8D96" w:rsidR="00770B2F" w:rsidRDefault="00770B2F" w:rsidP="00770B2F">
            <w:r>
              <w:t xml:space="preserve">Revision checklist and revision quiz at three levels (Ready, Get set, Go!). This covers language from the entire </w:t>
            </w:r>
            <w:r w:rsidR="000A72E1">
              <w:t>m</w:t>
            </w:r>
            <w:r>
              <w:t>odule.</w:t>
            </w:r>
          </w:p>
          <w:p w14:paraId="7B0D124D" w14:textId="76AABB9A" w:rsidR="00753418" w:rsidRPr="006740F7" w:rsidRDefault="00753418" w:rsidP="00770B2F">
            <w:pPr>
              <w:pStyle w:val="Tabletextbullets"/>
              <w:numPr>
                <w:ilvl w:val="0"/>
                <w:numId w:val="0"/>
              </w:numPr>
              <w:ind w:left="340" w:hanging="340"/>
              <w:rPr>
                <w:szCs w:val="20"/>
              </w:rPr>
            </w:pPr>
          </w:p>
        </w:tc>
      </w:tr>
      <w:tr w:rsidR="00770B2F" w:rsidRPr="006740F7" w14:paraId="23EAC3A3" w14:textId="77777777" w:rsidTr="0090507C">
        <w:trPr>
          <w:cantSplit/>
          <w:trHeight w:val="701"/>
        </w:trPr>
        <w:tc>
          <w:tcPr>
            <w:tcW w:w="1858" w:type="dxa"/>
          </w:tcPr>
          <w:p w14:paraId="07A541C1" w14:textId="77777777" w:rsidR="00770B2F" w:rsidRPr="00770B2F" w:rsidRDefault="00770B2F" w:rsidP="00770B2F">
            <w:pPr>
              <w:pStyle w:val="Tabletext"/>
              <w:rPr>
                <w:b/>
                <w:szCs w:val="20"/>
              </w:rPr>
            </w:pPr>
            <w:r w:rsidRPr="00770B2F">
              <w:rPr>
                <w:b/>
                <w:szCs w:val="20"/>
              </w:rPr>
              <w:t>En focus</w:t>
            </w:r>
          </w:p>
          <w:p w14:paraId="59D4CE9A" w14:textId="75BCEAAC" w:rsidR="00770B2F" w:rsidRPr="00770B2F" w:rsidRDefault="00770B2F" w:rsidP="00770B2F">
            <w:pPr>
              <w:pStyle w:val="Tabletext"/>
              <w:rPr>
                <w:szCs w:val="20"/>
              </w:rPr>
            </w:pPr>
            <w:r w:rsidRPr="00770B2F">
              <w:rPr>
                <w:szCs w:val="20"/>
              </w:rPr>
              <w:t>(pp. 22</w:t>
            </w:r>
            <w:r>
              <w:rPr>
                <w:szCs w:val="20"/>
              </w:rPr>
              <w:t>–</w:t>
            </w:r>
            <w:r w:rsidRPr="00770B2F">
              <w:rPr>
                <w:szCs w:val="20"/>
              </w:rPr>
              <w:t>23)</w:t>
            </w:r>
          </w:p>
        </w:tc>
        <w:tc>
          <w:tcPr>
            <w:tcW w:w="7764" w:type="dxa"/>
            <w:gridSpan w:val="3"/>
          </w:tcPr>
          <w:p w14:paraId="60FF9C11" w14:textId="775140C4" w:rsidR="00770B2F" w:rsidRDefault="00770B2F" w:rsidP="00770B2F">
            <w:r>
              <w:t xml:space="preserve">Double page unit with question styles which work towards the challenges of GCSE. This covers language from the entire </w:t>
            </w:r>
            <w:r w:rsidR="000A72E1">
              <w:t>m</w:t>
            </w:r>
            <w:r>
              <w:t>odule.</w:t>
            </w:r>
          </w:p>
          <w:p w14:paraId="5BD824A2" w14:textId="77777777" w:rsidR="00770B2F" w:rsidRDefault="00770B2F" w:rsidP="00770B2F">
            <w:r w:rsidRPr="00770B2F">
              <w:rPr>
                <w:b/>
              </w:rPr>
              <w:t>PPS:</w:t>
            </w:r>
            <w:r>
              <w:t xml:space="preserve"> </w:t>
            </w:r>
            <w:r w:rsidR="00311684">
              <w:t>5th–6th Steps</w:t>
            </w:r>
          </w:p>
          <w:p w14:paraId="5406CCC7" w14:textId="6E01F31A" w:rsidR="001B3498" w:rsidRDefault="001B3498" w:rsidP="00770B2F"/>
        </w:tc>
      </w:tr>
      <w:tr w:rsidR="00770B2F" w:rsidRPr="006740F7" w14:paraId="62FA421E" w14:textId="77777777" w:rsidTr="0090507C">
        <w:trPr>
          <w:cantSplit/>
          <w:trHeight w:val="701"/>
        </w:trPr>
        <w:tc>
          <w:tcPr>
            <w:tcW w:w="1858" w:type="dxa"/>
          </w:tcPr>
          <w:p w14:paraId="29F352D4" w14:textId="77777777" w:rsidR="00770B2F" w:rsidRPr="00770B2F" w:rsidRDefault="00770B2F" w:rsidP="00770B2F">
            <w:pPr>
              <w:pStyle w:val="Tabletext"/>
              <w:rPr>
                <w:b/>
                <w:szCs w:val="20"/>
              </w:rPr>
            </w:pPr>
            <w:r w:rsidRPr="00770B2F">
              <w:rPr>
                <w:b/>
                <w:szCs w:val="20"/>
              </w:rPr>
              <w:t>En plus</w:t>
            </w:r>
          </w:p>
          <w:p w14:paraId="244ECC77" w14:textId="30DC79DF" w:rsidR="00770B2F" w:rsidRPr="00770B2F" w:rsidRDefault="00770B2F" w:rsidP="00770B2F">
            <w:pPr>
              <w:pStyle w:val="Tabletext"/>
              <w:rPr>
                <w:szCs w:val="20"/>
              </w:rPr>
            </w:pPr>
            <w:r w:rsidRPr="00770B2F">
              <w:rPr>
                <w:szCs w:val="20"/>
              </w:rPr>
              <w:t>(pp. 24</w:t>
            </w:r>
            <w:r>
              <w:rPr>
                <w:szCs w:val="20"/>
              </w:rPr>
              <w:t>–</w:t>
            </w:r>
            <w:r w:rsidRPr="00770B2F">
              <w:rPr>
                <w:szCs w:val="20"/>
              </w:rPr>
              <w:t>25)</w:t>
            </w:r>
          </w:p>
        </w:tc>
        <w:tc>
          <w:tcPr>
            <w:tcW w:w="7764" w:type="dxa"/>
            <w:gridSpan w:val="3"/>
          </w:tcPr>
          <w:p w14:paraId="742AAF13" w14:textId="6A4010D7" w:rsidR="00770B2F" w:rsidRDefault="000A72E1" w:rsidP="00770B2F">
            <w:r>
              <w:t>Double page e</w:t>
            </w:r>
            <w:r w:rsidR="00770B2F">
              <w:t xml:space="preserve">xtension / </w:t>
            </w:r>
            <w:r>
              <w:t>p</w:t>
            </w:r>
            <w:r w:rsidR="00770B2F">
              <w:t xml:space="preserve">roject </w:t>
            </w:r>
            <w:r>
              <w:t>unit</w:t>
            </w:r>
            <w:r w:rsidR="00770B2F">
              <w:t>: Understanding an authentic text and a poem about holidays; Writing a simple poem.</w:t>
            </w:r>
          </w:p>
          <w:p w14:paraId="05673F15" w14:textId="77777777" w:rsidR="00770B2F" w:rsidRDefault="00770B2F" w:rsidP="00770B2F">
            <w:r w:rsidRPr="00770B2F">
              <w:rPr>
                <w:b/>
              </w:rPr>
              <w:t>PPS:</w:t>
            </w:r>
            <w:r>
              <w:t xml:space="preserve"> </w:t>
            </w:r>
            <w:r w:rsidR="00EC33E4">
              <w:t>7th Step</w:t>
            </w:r>
          </w:p>
          <w:p w14:paraId="7E06B928" w14:textId="0E0232E5" w:rsidR="001B3498" w:rsidRDefault="001B3498" w:rsidP="00770B2F"/>
        </w:tc>
      </w:tr>
      <w:tr w:rsidR="00770B2F" w:rsidRPr="006740F7" w14:paraId="3EAC5859" w14:textId="77777777" w:rsidTr="0090507C">
        <w:trPr>
          <w:cantSplit/>
          <w:trHeight w:val="701"/>
        </w:trPr>
        <w:tc>
          <w:tcPr>
            <w:tcW w:w="1858" w:type="dxa"/>
          </w:tcPr>
          <w:p w14:paraId="6E9F87AA" w14:textId="77777777" w:rsidR="00770B2F" w:rsidRPr="00770B2F" w:rsidRDefault="00770B2F" w:rsidP="00770B2F">
            <w:pPr>
              <w:pStyle w:val="Tabletext"/>
              <w:rPr>
                <w:b/>
                <w:szCs w:val="20"/>
              </w:rPr>
            </w:pPr>
            <w:r w:rsidRPr="00770B2F">
              <w:rPr>
                <w:b/>
                <w:szCs w:val="20"/>
              </w:rPr>
              <w:t>Grammaire</w:t>
            </w:r>
          </w:p>
          <w:p w14:paraId="1FBAC011" w14:textId="47A80683" w:rsidR="00770B2F" w:rsidRPr="00770B2F" w:rsidRDefault="00770B2F" w:rsidP="00770B2F">
            <w:pPr>
              <w:pStyle w:val="Tabletext"/>
              <w:rPr>
                <w:szCs w:val="20"/>
              </w:rPr>
            </w:pPr>
            <w:r w:rsidRPr="00770B2F">
              <w:rPr>
                <w:szCs w:val="20"/>
              </w:rPr>
              <w:t>(pp. 26–27)</w:t>
            </w:r>
          </w:p>
        </w:tc>
        <w:tc>
          <w:tcPr>
            <w:tcW w:w="7764" w:type="dxa"/>
            <w:gridSpan w:val="3"/>
          </w:tcPr>
          <w:p w14:paraId="401E0631" w14:textId="77777777" w:rsidR="00770B2F" w:rsidRDefault="000A72E1" w:rsidP="000A72E1">
            <w:r>
              <w:t>Double page spread with grammar explanations and exercises linked to the grammar covered in the module</w:t>
            </w:r>
            <w:r w:rsidR="00770B2F" w:rsidRPr="00770B2F">
              <w:t>.</w:t>
            </w:r>
          </w:p>
          <w:p w14:paraId="5A670EB7" w14:textId="64EBAB78" w:rsidR="001B3498" w:rsidRDefault="001B3498" w:rsidP="000A72E1"/>
        </w:tc>
      </w:tr>
      <w:tr w:rsidR="00770B2F" w:rsidRPr="006740F7" w14:paraId="23BC929D" w14:textId="77777777" w:rsidTr="0090507C">
        <w:trPr>
          <w:cantSplit/>
          <w:trHeight w:val="701"/>
        </w:trPr>
        <w:tc>
          <w:tcPr>
            <w:tcW w:w="1858" w:type="dxa"/>
          </w:tcPr>
          <w:p w14:paraId="21F9DD23" w14:textId="77777777" w:rsidR="00770B2F" w:rsidRPr="00770B2F" w:rsidRDefault="00770B2F" w:rsidP="00770B2F">
            <w:pPr>
              <w:pStyle w:val="Tabletext"/>
              <w:rPr>
                <w:b/>
                <w:szCs w:val="20"/>
              </w:rPr>
            </w:pPr>
            <w:r w:rsidRPr="00770B2F">
              <w:rPr>
                <w:b/>
                <w:szCs w:val="20"/>
              </w:rPr>
              <w:t>Vocabulaire</w:t>
            </w:r>
          </w:p>
          <w:p w14:paraId="0C6E73E8" w14:textId="3E564A8C" w:rsidR="00770B2F" w:rsidRPr="00770B2F" w:rsidRDefault="00770B2F" w:rsidP="00770B2F">
            <w:pPr>
              <w:pStyle w:val="Tabletext"/>
              <w:rPr>
                <w:szCs w:val="20"/>
              </w:rPr>
            </w:pPr>
            <w:r w:rsidRPr="00770B2F">
              <w:rPr>
                <w:szCs w:val="20"/>
              </w:rPr>
              <w:t>(pp. 28–29)</w:t>
            </w:r>
          </w:p>
        </w:tc>
        <w:tc>
          <w:tcPr>
            <w:tcW w:w="7764" w:type="dxa"/>
            <w:gridSpan w:val="3"/>
          </w:tcPr>
          <w:p w14:paraId="6BD0731C" w14:textId="77777777" w:rsidR="00770B2F" w:rsidRDefault="000A72E1" w:rsidP="00770B2F">
            <w:r w:rsidRPr="000A72E1">
              <w:t>Double page spread with vocabulary lists from each unit in the module</w:t>
            </w:r>
            <w:r w:rsidR="00770B2F" w:rsidRPr="00770B2F">
              <w:t>.</w:t>
            </w:r>
          </w:p>
          <w:p w14:paraId="04614C66" w14:textId="5AE05958" w:rsidR="001B3498" w:rsidRPr="00770B2F" w:rsidRDefault="001B3498" w:rsidP="00770B2F"/>
        </w:tc>
      </w:tr>
      <w:tr w:rsidR="00770B2F" w:rsidRPr="006740F7" w14:paraId="6EE78DF9" w14:textId="77777777" w:rsidTr="0090507C">
        <w:trPr>
          <w:cantSplit/>
          <w:trHeight w:val="701"/>
        </w:trPr>
        <w:tc>
          <w:tcPr>
            <w:tcW w:w="1858" w:type="dxa"/>
          </w:tcPr>
          <w:p w14:paraId="5EBF7386" w14:textId="77777777" w:rsidR="00770B2F" w:rsidRPr="00770B2F" w:rsidRDefault="00770B2F" w:rsidP="00770B2F">
            <w:pPr>
              <w:pStyle w:val="Tabletext"/>
              <w:rPr>
                <w:b/>
                <w:szCs w:val="20"/>
              </w:rPr>
            </w:pPr>
            <w:r w:rsidRPr="00770B2F">
              <w:rPr>
                <w:b/>
                <w:szCs w:val="20"/>
              </w:rPr>
              <w:lastRenderedPageBreak/>
              <w:t>À toi</w:t>
            </w:r>
          </w:p>
          <w:p w14:paraId="42CE932B" w14:textId="1914BF47" w:rsidR="00770B2F" w:rsidRPr="00770B2F" w:rsidRDefault="00770B2F" w:rsidP="00770B2F">
            <w:pPr>
              <w:pStyle w:val="Tabletext"/>
              <w:rPr>
                <w:szCs w:val="20"/>
              </w:rPr>
            </w:pPr>
            <w:r w:rsidRPr="00770B2F">
              <w:rPr>
                <w:szCs w:val="20"/>
              </w:rPr>
              <w:t>(pp. 12</w:t>
            </w:r>
            <w:r w:rsidR="0074713B">
              <w:rPr>
                <w:szCs w:val="20"/>
              </w:rPr>
              <w:t>6</w:t>
            </w:r>
            <w:r w:rsidRPr="00770B2F">
              <w:rPr>
                <w:szCs w:val="20"/>
              </w:rPr>
              <w:t>–12</w:t>
            </w:r>
            <w:r w:rsidR="0074713B">
              <w:rPr>
                <w:szCs w:val="20"/>
              </w:rPr>
              <w:t>7</w:t>
            </w:r>
            <w:r w:rsidRPr="00770B2F">
              <w:rPr>
                <w:szCs w:val="20"/>
              </w:rPr>
              <w:t>)</w:t>
            </w:r>
          </w:p>
        </w:tc>
        <w:tc>
          <w:tcPr>
            <w:tcW w:w="7764" w:type="dxa"/>
            <w:gridSpan w:val="3"/>
          </w:tcPr>
          <w:p w14:paraId="5668E8D8" w14:textId="11B99477" w:rsidR="001B3498" w:rsidRDefault="00770B2F" w:rsidP="00770B2F">
            <w:r>
              <w:t xml:space="preserve">Self-access </w:t>
            </w:r>
            <w:r w:rsidR="000A72E1">
              <w:t>exercises</w:t>
            </w:r>
            <w:r>
              <w:t xml:space="preserve"> at two levels, A and B</w:t>
            </w:r>
            <w:r w:rsidR="000A72E1">
              <w:t>, using</w:t>
            </w:r>
            <w:r>
              <w:t xml:space="preserve"> language from the entire </w:t>
            </w:r>
            <w:r w:rsidR="000A72E1">
              <w:t>m</w:t>
            </w:r>
            <w:r>
              <w:t>odule.</w:t>
            </w:r>
          </w:p>
          <w:p w14:paraId="4BC82674" w14:textId="77777777" w:rsidR="00770B2F" w:rsidRDefault="00770B2F" w:rsidP="00770B2F">
            <w:r w:rsidRPr="00770B2F">
              <w:rPr>
                <w:b/>
              </w:rPr>
              <w:t>PPS:</w:t>
            </w:r>
            <w:r>
              <w:t xml:space="preserve"> </w:t>
            </w:r>
            <w:r w:rsidR="002C66A5">
              <w:t>4th–5th Steps</w:t>
            </w:r>
          </w:p>
          <w:p w14:paraId="09F09DEF" w14:textId="0757BBB1" w:rsidR="001B3498" w:rsidRPr="00770B2F" w:rsidRDefault="001B3498" w:rsidP="00770B2F"/>
        </w:tc>
      </w:tr>
    </w:tbl>
    <w:p w14:paraId="66B9062E" w14:textId="62395AD5" w:rsidR="00DF35F1" w:rsidRPr="006740F7" w:rsidRDefault="00DF35F1" w:rsidP="005B21BC">
      <w:pPr>
        <w:rPr>
          <w:b/>
        </w:rPr>
        <w:sectPr w:rsidR="00DF35F1" w:rsidRPr="006740F7" w:rsidSect="00254D5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 w:code="9"/>
          <w:pgMar w:top="1531" w:right="1134" w:bottom="1021" w:left="1134" w:header="170" w:footer="454" w:gutter="0"/>
          <w:pgNumType w:start="17"/>
          <w:cols w:space="720"/>
        </w:sectPr>
      </w:pPr>
    </w:p>
    <w:p w14:paraId="1851E476" w14:textId="77777777" w:rsidR="00A337F3" w:rsidRDefault="00A337F3" w:rsidP="00A337F3">
      <w:pPr>
        <w:pStyle w:val="Audionumberlist"/>
        <w:rPr>
          <w:i w:val="0"/>
        </w:rPr>
      </w:pPr>
    </w:p>
    <w:p w14:paraId="18B64029" w14:textId="77777777" w:rsidR="00A337F3" w:rsidRDefault="00A337F3" w:rsidP="00A337F3">
      <w:pPr>
        <w:pStyle w:val="Audionumberlist"/>
        <w:rPr>
          <w:i w:val="0"/>
        </w:rPr>
      </w:pPr>
    </w:p>
    <w:p w14:paraId="22C82EB3" w14:textId="77777777" w:rsidR="00A337F3" w:rsidRDefault="00A337F3" w:rsidP="00A337F3">
      <w:pPr>
        <w:pStyle w:val="Audionumberlist"/>
        <w:rPr>
          <w:i w:val="0"/>
        </w:rPr>
      </w:pPr>
    </w:p>
    <w:p w14:paraId="74B45FA4" w14:textId="77777777" w:rsidR="00A337F3" w:rsidRPr="001E36A9" w:rsidRDefault="00A337F3" w:rsidP="00A337F3">
      <w:pPr>
        <w:pStyle w:val="Text"/>
        <w:rPr>
          <w:i/>
        </w:rPr>
      </w:pPr>
    </w:p>
    <w:p w14:paraId="2E056F63" w14:textId="0534F87B" w:rsidR="00A337F3" w:rsidRPr="006740F7" w:rsidRDefault="00A337F3" w:rsidP="005B21BC">
      <w:pPr>
        <w:pStyle w:val="Audionumberlist"/>
        <w:rPr>
          <w:i w:val="0"/>
        </w:rPr>
      </w:pPr>
    </w:p>
    <w:sectPr w:rsidR="00A337F3" w:rsidRPr="006740F7" w:rsidSect="00061E1D">
      <w:headerReference w:type="default" r:id="rId14"/>
      <w:footerReference w:type="even" r:id="rId15"/>
      <w:headerReference w:type="first" r:id="rId16"/>
      <w:footerReference w:type="first" r:id="rId17"/>
      <w:type w:val="continuous"/>
      <w:pgSz w:w="11900" w:h="16840" w:code="9"/>
      <w:pgMar w:top="1531" w:right="1134" w:bottom="1021" w:left="1134" w:header="170" w:footer="454" w:gutter="0"/>
      <w:cols w:num="2" w:space="56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8B59A1" w14:textId="77777777" w:rsidR="008A610E" w:rsidRDefault="008A610E">
      <w:r>
        <w:separator/>
      </w:r>
    </w:p>
    <w:p w14:paraId="68FA6FC5" w14:textId="77777777" w:rsidR="008A610E" w:rsidRDefault="008A610E"/>
  </w:endnote>
  <w:endnote w:type="continuationSeparator" w:id="0">
    <w:p w14:paraId="67B2F47B" w14:textId="77777777" w:rsidR="008A610E" w:rsidRDefault="008A610E">
      <w:r>
        <w:continuationSeparator/>
      </w:r>
    </w:p>
    <w:p w14:paraId="575A100A" w14:textId="77777777" w:rsidR="008A610E" w:rsidRDefault="008A61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9FEA45" w14:textId="77777777" w:rsidR="00E43D40" w:rsidRPr="00054EDB" w:rsidRDefault="00E43D40" w:rsidP="005044C5">
    <w:pPr>
      <w:framePr w:wrap="around" w:vAnchor="page" w:hAnchor="page" w:x="738" w:y="16101" w:anchorLock="1"/>
      <w:rPr>
        <w:rStyle w:val="PageNumber"/>
      </w:rPr>
    </w:pPr>
    <w:r w:rsidRPr="00054EDB">
      <w:rPr>
        <w:rStyle w:val="PageNumber"/>
      </w:rPr>
      <w:fldChar w:fldCharType="begin"/>
    </w:r>
    <w:r w:rsidRPr="00054EDB">
      <w:rPr>
        <w:rStyle w:val="PageNumber"/>
      </w:rPr>
      <w:instrText xml:space="preserve"> PAGE </w:instrText>
    </w:r>
    <w:r w:rsidRPr="00054EDB">
      <w:rPr>
        <w:rStyle w:val="PageNumber"/>
      </w:rPr>
      <w:fldChar w:fldCharType="separate"/>
    </w:r>
    <w:r w:rsidR="008B2187">
      <w:rPr>
        <w:rStyle w:val="PageNumber"/>
        <w:noProof/>
      </w:rPr>
      <w:t>2</w:t>
    </w:r>
    <w:r w:rsidRPr="00054EDB">
      <w:rPr>
        <w:rStyle w:val="PageNumber"/>
      </w:rPr>
      <w:fldChar w:fldCharType="end"/>
    </w:r>
  </w:p>
  <w:p w14:paraId="1CEB0547" w14:textId="77777777" w:rsidR="00E43D40" w:rsidRDefault="005044C5" w:rsidP="005044C5">
    <w:pPr>
      <w:pStyle w:val="Footer"/>
      <w:jc w:val="right"/>
    </w:pPr>
    <w:r w:rsidRPr="00EE6625">
      <w:t xml:space="preserve">© Pearson </w:t>
    </w:r>
    <w:r w:rsidRPr="00EE6625">
      <w:rPr>
        <w:noProof/>
        <w:szCs w:val="50"/>
      </w:rPr>
      <w:t>Education</w:t>
    </w:r>
    <w:r w:rsidRPr="00EE6625">
      <w:t xml:space="preserve"> Ltd </w:t>
    </w:r>
    <w:r w:rsidRPr="007D36C6">
      <w:t>2014</w:t>
    </w:r>
    <w:r w:rsidRPr="00EE6625">
      <w:t xml:space="preserve">. Copying permitted for purchasing institution only. This </w:t>
    </w:r>
    <w:r>
      <w:t>material is not copyright free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AAE59D" w14:textId="59B0BAF8" w:rsidR="00F730E7" w:rsidRDefault="00254D5B" w:rsidP="002C12F6">
    <w:pPr>
      <w:framePr w:w="841" w:wrap="around" w:vAnchor="page" w:hAnchor="page" w:x="10801" w:y="16231" w:anchorLock="1"/>
      <w:jc w:val="center"/>
      <w:rPr>
        <w:rStyle w:val="PageNumber"/>
      </w:rPr>
    </w:pPr>
    <w:r w:rsidRPr="00254D5B">
      <w:rPr>
        <w:rStyle w:val="PageNumber"/>
      </w:rPr>
      <w:fldChar w:fldCharType="begin"/>
    </w:r>
    <w:r w:rsidRPr="00254D5B">
      <w:rPr>
        <w:rStyle w:val="PageNumber"/>
      </w:rPr>
      <w:instrText xml:space="preserve"> PAGE   \* MERGEFORMAT </w:instrText>
    </w:r>
    <w:r w:rsidRPr="00254D5B">
      <w:rPr>
        <w:rStyle w:val="PageNumber"/>
      </w:rPr>
      <w:fldChar w:fldCharType="separate"/>
    </w:r>
    <w:r w:rsidR="00B04E32">
      <w:rPr>
        <w:rStyle w:val="PageNumber"/>
        <w:noProof/>
      </w:rPr>
      <w:t>17</w:t>
    </w:r>
    <w:r w:rsidRPr="00254D5B">
      <w:rPr>
        <w:rStyle w:val="PageNumber"/>
        <w:noProof/>
      </w:rPr>
      <w:fldChar w:fldCharType="end"/>
    </w:r>
  </w:p>
  <w:p w14:paraId="47FF8C60" w14:textId="77777777" w:rsidR="003E7E49" w:rsidRPr="00054EDB" w:rsidRDefault="003E7E49" w:rsidP="002C12F6">
    <w:pPr>
      <w:framePr w:w="841" w:wrap="around" w:vAnchor="page" w:hAnchor="page" w:x="10801" w:y="16231" w:anchorLock="1"/>
      <w:jc w:val="center"/>
      <w:rPr>
        <w:rStyle w:val="PageNumber"/>
      </w:rPr>
    </w:pPr>
  </w:p>
  <w:p w14:paraId="2337AEA6" w14:textId="491ABF06" w:rsidR="00E43D40" w:rsidRPr="00B32F7B" w:rsidRDefault="00247658" w:rsidP="00B32F7B">
    <w:pPr>
      <w:pStyle w:val="Footer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73676F81" wp14:editId="622D939C">
          <wp:simplePos x="0" y="0"/>
          <wp:positionH relativeFrom="column">
            <wp:posOffset>6113780</wp:posOffset>
          </wp:positionH>
          <wp:positionV relativeFrom="paragraph">
            <wp:posOffset>30</wp:posOffset>
          </wp:positionV>
          <wp:extent cx="754962" cy="392703"/>
          <wp:effectExtent l="0" t="0" r="7620" b="0"/>
          <wp:wrapNone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3" descr="TG Footer 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4962" cy="3927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F45C0">
      <w:t>©</w:t>
    </w:r>
    <w:r w:rsidR="00A337F3">
      <w:t xml:space="preserve"> Pearson Education Ltd 2019</w:t>
    </w:r>
    <w:r w:rsidR="006F45C0" w:rsidRPr="006F45C0">
      <w:t xml:space="preserve">. Copying is permitted by the purchasing institution for teaching purposes only. </w:t>
    </w:r>
    <w:r w:rsidR="00A337F3">
      <w:br/>
    </w:r>
    <w:r w:rsidR="006F45C0" w:rsidRPr="006F45C0">
      <w:t>No other copying or reproduction permitted without express permission of Pearson Education.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A69444" w14:textId="77777777" w:rsidR="008B2187" w:rsidRPr="00054EDB" w:rsidRDefault="008B2187" w:rsidP="00C34EFD">
    <w:pPr>
      <w:framePr w:w="841" w:wrap="around" w:vAnchor="page" w:hAnchor="page" w:x="10702" w:y="16385" w:anchorLock="1"/>
      <w:jc w:val="center"/>
      <w:rPr>
        <w:rStyle w:val="PageNumber"/>
      </w:rPr>
    </w:pPr>
    <w:r w:rsidRPr="00054EDB">
      <w:rPr>
        <w:rStyle w:val="PageNumber"/>
      </w:rPr>
      <w:fldChar w:fldCharType="begin"/>
    </w:r>
    <w:r w:rsidRPr="00054EDB">
      <w:rPr>
        <w:rStyle w:val="PageNumber"/>
      </w:rPr>
      <w:instrText xml:space="preserve"> PAGE </w:instrText>
    </w:r>
    <w:r w:rsidRPr="00054EDB">
      <w:rPr>
        <w:rStyle w:val="PageNumber"/>
      </w:rPr>
      <w:fldChar w:fldCharType="separate"/>
    </w:r>
    <w:r w:rsidR="002C461A">
      <w:rPr>
        <w:rStyle w:val="PageNumber"/>
        <w:noProof/>
      </w:rPr>
      <w:t>1</w:t>
    </w:r>
    <w:r w:rsidRPr="00054EDB">
      <w:rPr>
        <w:rStyle w:val="PageNumber"/>
      </w:rPr>
      <w:fldChar w:fldCharType="end"/>
    </w:r>
  </w:p>
  <w:p w14:paraId="6692DD73" w14:textId="77777777" w:rsidR="00E51786" w:rsidRDefault="00B159A5" w:rsidP="008B2187">
    <w:pPr>
      <w:pStyle w:val="Footer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 wp14:anchorId="2DCF5E06" wp14:editId="0756DD8E">
          <wp:simplePos x="0" y="0"/>
          <wp:positionH relativeFrom="column">
            <wp:posOffset>6075045</wp:posOffset>
          </wp:positionH>
          <wp:positionV relativeFrom="paragraph">
            <wp:posOffset>4756</wp:posOffset>
          </wp:positionV>
          <wp:extent cx="754962" cy="392703"/>
          <wp:effectExtent l="0" t="0" r="7620" b="0"/>
          <wp:wrapNone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3" descr="TG Footer 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4962" cy="3927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B2187" w:rsidRPr="00EE6625">
      <w:t xml:space="preserve">© Pearson </w:t>
    </w:r>
    <w:r w:rsidR="008B2187" w:rsidRPr="00EE6625">
      <w:rPr>
        <w:noProof/>
        <w:szCs w:val="50"/>
      </w:rPr>
      <w:t>Education</w:t>
    </w:r>
    <w:r w:rsidR="008B2187" w:rsidRPr="00EE6625">
      <w:t xml:space="preserve"> Ltd </w:t>
    </w:r>
    <w:r w:rsidR="008B2187" w:rsidRPr="007D36C6">
      <w:t>201</w:t>
    </w:r>
    <w:r w:rsidR="002C461A">
      <w:t>8</w:t>
    </w:r>
    <w:r w:rsidR="008B2187" w:rsidRPr="00EE6625">
      <w:t xml:space="preserve">. Copying permitted for purchasing institution only. This </w:t>
    </w:r>
    <w:r w:rsidR="008B2187">
      <w:t>material is not copyright free.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62894F" w14:textId="77777777" w:rsidR="00A337F3" w:rsidRPr="00054EDB" w:rsidRDefault="00A337F3" w:rsidP="005044C5">
    <w:pPr>
      <w:framePr w:wrap="around" w:vAnchor="page" w:hAnchor="page" w:x="738" w:y="16101" w:anchorLock="1"/>
      <w:rPr>
        <w:rStyle w:val="PageNumber"/>
      </w:rPr>
    </w:pPr>
    <w:r w:rsidRPr="00054EDB">
      <w:rPr>
        <w:rStyle w:val="PageNumber"/>
      </w:rPr>
      <w:fldChar w:fldCharType="begin"/>
    </w:r>
    <w:r w:rsidRPr="00054EDB">
      <w:rPr>
        <w:rStyle w:val="PageNumber"/>
      </w:rPr>
      <w:instrText xml:space="preserve"> PAGE </w:instrText>
    </w:r>
    <w:r w:rsidRPr="00054EDB">
      <w:rPr>
        <w:rStyle w:val="PageNumber"/>
      </w:rPr>
      <w:fldChar w:fldCharType="separate"/>
    </w:r>
    <w:r>
      <w:rPr>
        <w:rStyle w:val="PageNumber"/>
        <w:noProof/>
      </w:rPr>
      <w:t>2</w:t>
    </w:r>
    <w:r w:rsidRPr="00054EDB">
      <w:rPr>
        <w:rStyle w:val="PageNumber"/>
      </w:rPr>
      <w:fldChar w:fldCharType="end"/>
    </w:r>
  </w:p>
  <w:p w14:paraId="3A3A6CFF" w14:textId="77777777" w:rsidR="00A337F3" w:rsidRDefault="00A337F3" w:rsidP="005044C5">
    <w:pPr>
      <w:pStyle w:val="Footer"/>
      <w:jc w:val="right"/>
    </w:pPr>
    <w:r w:rsidRPr="00EE6625">
      <w:t xml:space="preserve">© Pearson </w:t>
    </w:r>
    <w:r w:rsidRPr="00EE6625">
      <w:rPr>
        <w:noProof/>
        <w:szCs w:val="50"/>
      </w:rPr>
      <w:t>Education</w:t>
    </w:r>
    <w:r w:rsidRPr="00EE6625">
      <w:t xml:space="preserve"> Ltd </w:t>
    </w:r>
    <w:r w:rsidRPr="007D36C6">
      <w:t>2014</w:t>
    </w:r>
    <w:r w:rsidRPr="00EE6625">
      <w:t xml:space="preserve">. Copying permitted for purchasing institution only. This </w:t>
    </w:r>
    <w:r>
      <w:t>material is not copyright free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FBC23E" w14:textId="77777777" w:rsidR="00A337F3" w:rsidRPr="00054EDB" w:rsidRDefault="00A337F3" w:rsidP="00C34EFD">
    <w:pPr>
      <w:framePr w:w="841" w:wrap="around" w:vAnchor="page" w:hAnchor="page" w:x="10702" w:y="16385" w:anchorLock="1"/>
      <w:jc w:val="center"/>
      <w:rPr>
        <w:rStyle w:val="PageNumber"/>
      </w:rPr>
    </w:pPr>
    <w:r w:rsidRPr="00054EDB">
      <w:rPr>
        <w:rStyle w:val="PageNumber"/>
      </w:rPr>
      <w:fldChar w:fldCharType="begin"/>
    </w:r>
    <w:r w:rsidRPr="00054EDB">
      <w:rPr>
        <w:rStyle w:val="PageNumber"/>
      </w:rPr>
      <w:instrText xml:space="preserve"> PAGE </w:instrText>
    </w:r>
    <w:r w:rsidRPr="00054EDB">
      <w:rPr>
        <w:rStyle w:val="PageNumber"/>
      </w:rPr>
      <w:fldChar w:fldCharType="separate"/>
    </w:r>
    <w:r>
      <w:rPr>
        <w:rStyle w:val="PageNumber"/>
        <w:noProof/>
      </w:rPr>
      <w:t>1</w:t>
    </w:r>
    <w:r w:rsidRPr="00054EDB">
      <w:rPr>
        <w:rStyle w:val="PageNumber"/>
      </w:rPr>
      <w:fldChar w:fldCharType="end"/>
    </w:r>
  </w:p>
  <w:p w14:paraId="52579C30" w14:textId="77777777" w:rsidR="00A337F3" w:rsidRDefault="00A337F3" w:rsidP="008B2187">
    <w:pPr>
      <w:pStyle w:val="Footer"/>
    </w:pPr>
    <w:r>
      <w:rPr>
        <w:noProof/>
        <w:lang w:eastAsia="en-GB"/>
      </w:rPr>
      <w:drawing>
        <wp:anchor distT="0" distB="0" distL="114300" distR="114300" simplePos="0" relativeHeight="251716608" behindDoc="1" locked="0" layoutInCell="1" allowOverlap="1" wp14:anchorId="15A5D06E" wp14:editId="1539CE33">
          <wp:simplePos x="0" y="0"/>
          <wp:positionH relativeFrom="column">
            <wp:posOffset>6075045</wp:posOffset>
          </wp:positionH>
          <wp:positionV relativeFrom="paragraph">
            <wp:posOffset>4756</wp:posOffset>
          </wp:positionV>
          <wp:extent cx="754962" cy="392703"/>
          <wp:effectExtent l="0" t="0" r="7620" b="0"/>
          <wp:wrapNone/>
          <wp:docPr id="1196" name="Picture 11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3" descr="TG Footer 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4962" cy="3927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E6625">
      <w:t xml:space="preserve">© Pearson </w:t>
    </w:r>
    <w:r w:rsidRPr="00EE6625">
      <w:rPr>
        <w:noProof/>
        <w:szCs w:val="50"/>
      </w:rPr>
      <w:t>Education</w:t>
    </w:r>
    <w:r w:rsidRPr="00EE6625">
      <w:t xml:space="preserve"> Ltd </w:t>
    </w:r>
    <w:r w:rsidRPr="007D36C6">
      <w:t>201</w:t>
    </w:r>
    <w:r>
      <w:t>8</w:t>
    </w:r>
    <w:r w:rsidRPr="00EE6625">
      <w:t xml:space="preserve">. Copying permitted for purchasing institution only. This </w:t>
    </w:r>
    <w:r>
      <w:t>material is not copyright free.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359AAB" w14:textId="77777777" w:rsidR="008A610E" w:rsidRDefault="008A610E">
      <w:r>
        <w:separator/>
      </w:r>
    </w:p>
    <w:p w14:paraId="2D7B4B38" w14:textId="77777777" w:rsidR="008A610E" w:rsidRDefault="008A610E"/>
  </w:footnote>
  <w:footnote w:type="continuationSeparator" w:id="0">
    <w:p w14:paraId="46C82CCD" w14:textId="77777777" w:rsidR="008A610E" w:rsidRDefault="008A610E">
      <w:r>
        <w:continuationSeparator/>
      </w:r>
    </w:p>
    <w:p w14:paraId="086B9ECD" w14:textId="77777777" w:rsidR="008A610E" w:rsidRDefault="008A610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88E9BD" w14:textId="77777777" w:rsidR="003E7E49" w:rsidRDefault="003E7E4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ED610E" w14:textId="6CC33F94" w:rsidR="00647768" w:rsidRPr="009027B5" w:rsidRDefault="007E1E3C" w:rsidP="003D5F8E">
    <w:pPr>
      <w:pStyle w:val="Unitnumber"/>
      <w:tabs>
        <w:tab w:val="left" w:pos="6360"/>
        <w:tab w:val="right" w:pos="9632"/>
      </w:tabs>
      <w:rPr>
        <w:sz w:val="24"/>
      </w:rPr>
    </w:pPr>
    <w:r w:rsidRPr="008458A9">
      <w:rPr>
        <w:noProof/>
        <w:sz w:val="36"/>
        <w:szCs w:val="76"/>
      </w:rPr>
      <w:drawing>
        <wp:anchor distT="0" distB="0" distL="114300" distR="114300" simplePos="0" relativeHeight="251662336" behindDoc="1" locked="0" layoutInCell="1" allowOverlap="1" wp14:anchorId="594B34AA" wp14:editId="2045DEE4">
          <wp:simplePos x="0" y="0"/>
          <wp:positionH relativeFrom="page">
            <wp:posOffset>-64770</wp:posOffset>
          </wp:positionH>
          <wp:positionV relativeFrom="page">
            <wp:align>top</wp:align>
          </wp:positionV>
          <wp:extent cx="7657200" cy="1293935"/>
          <wp:effectExtent l="0" t="0" r="1270" b="1905"/>
          <wp:wrapNone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8" descr="TG Head L_H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657200" cy="1293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027B5" w:rsidRPr="007550DC">
      <w:rPr>
        <w:noProof/>
      </w:rPr>
      <mc:AlternateContent>
        <mc:Choice Requires="wps">
          <w:drawing>
            <wp:anchor distT="0" distB="0" distL="114300" distR="114300" simplePos="0" relativeHeight="251668480" behindDoc="1" locked="1" layoutInCell="1" allowOverlap="1" wp14:anchorId="5F613497" wp14:editId="789CB365">
              <wp:simplePos x="0" y="0"/>
              <wp:positionH relativeFrom="column">
                <wp:posOffset>6350</wp:posOffset>
              </wp:positionH>
              <wp:positionV relativeFrom="page">
                <wp:posOffset>133985</wp:posOffset>
              </wp:positionV>
              <wp:extent cx="3992245" cy="525780"/>
              <wp:effectExtent l="0" t="0" r="8255" b="7620"/>
              <wp:wrapNone/>
              <wp:docPr id="9" name="Text Box 2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92245" cy="525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253DA8" w14:textId="58488F04" w:rsidR="009027B5" w:rsidRPr="00FF741B" w:rsidRDefault="00753418" w:rsidP="009027B5">
                          <w:pPr>
                            <w:pStyle w:val="Worksheettitle2lines"/>
                          </w:pPr>
                          <w:r>
                            <w:rPr>
                              <w:sz w:val="40"/>
                              <w:szCs w:val="40"/>
                            </w:rPr>
                            <w:t>Vive les vacances!</w:t>
                          </w:r>
                          <w:r w:rsidR="005B21BC" w:rsidRPr="00FF741B">
                            <w:rPr>
                              <w:sz w:val="36"/>
                            </w:rPr>
                            <w:t xml:space="preserve"> </w:t>
                          </w:r>
                          <w:r w:rsidR="005B21BC" w:rsidRPr="00FF741B">
                            <w:rPr>
                              <w:sz w:val="22"/>
                              <w:szCs w:val="22"/>
                            </w:rPr>
                            <w:t>(Pupil Book pp.</w:t>
                          </w:r>
                          <w:r w:rsidR="00A337F3">
                            <w:rPr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sz w:val="22"/>
                              <w:szCs w:val="22"/>
                            </w:rPr>
                            <w:t>6</w:t>
                          </w:r>
                          <w:r w:rsidR="00CF7EAD">
                            <w:rPr>
                              <w:sz w:val="22"/>
                              <w:szCs w:val="22"/>
                            </w:rPr>
                            <w:t>–29</w:t>
                          </w:r>
                          <w:r w:rsidR="005B21BC" w:rsidRPr="00FF741B">
                            <w:rPr>
                              <w:sz w:val="22"/>
                              <w:szCs w:val="22"/>
                            </w:rPr>
                            <w:t>)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613497" id="_x0000_t202" coordsize="21600,21600" o:spt="202" path="m,l,21600r21600,l21600,xe">
              <v:stroke joinstyle="miter"/>
              <v:path gradientshapeok="t" o:connecttype="rect"/>
            </v:shapetype>
            <v:shape id="Text Box 277" o:spid="_x0000_s1026" type="#_x0000_t202" style="position:absolute;left:0;text-align:left;margin-left:.5pt;margin-top:10.55pt;width:314.35pt;height:41.4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" filled="f" stroked="f">
              <v:textbox inset="0,0,0,0">
                <w:txbxContent>
                  <w:p w14:paraId="05253DA8" w14:textId="58488F04" w:rsidR="009027B5" w:rsidRPr="00FF741B" w:rsidRDefault="00753418" w:rsidP="009027B5">
                    <w:pPr>
                      <w:pStyle w:val="Worksheettitle2lines"/>
                    </w:pPr>
                    <w:r>
                      <w:rPr>
                        <w:sz w:val="40"/>
                        <w:szCs w:val="40"/>
                      </w:rPr>
                      <w:t>Vive les vacances!</w:t>
                    </w:r>
                    <w:r w:rsidR="005B21BC" w:rsidRPr="00FF741B">
                      <w:rPr>
                        <w:sz w:val="36"/>
                      </w:rPr>
                      <w:t xml:space="preserve"> </w:t>
                    </w:r>
                    <w:r w:rsidR="005B21BC" w:rsidRPr="00FF741B">
                      <w:rPr>
                        <w:sz w:val="22"/>
                        <w:szCs w:val="22"/>
                      </w:rPr>
                      <w:t>(Pupil Book pp.</w:t>
                    </w:r>
                    <w:r w:rsidR="00A337F3">
                      <w:rPr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sz w:val="22"/>
                        <w:szCs w:val="22"/>
                      </w:rPr>
                      <w:t>6</w:t>
                    </w:r>
                    <w:r w:rsidR="00CF7EAD">
                      <w:rPr>
                        <w:sz w:val="22"/>
                        <w:szCs w:val="22"/>
                      </w:rPr>
                      <w:t>–29</w:t>
                    </w:r>
                    <w:r w:rsidR="005B21BC" w:rsidRPr="00FF741B">
                      <w:rPr>
                        <w:sz w:val="22"/>
                        <w:szCs w:val="22"/>
                      </w:rPr>
                      <w:t>)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="00753418">
      <w:rPr>
        <w:lang w:val="fr-FR"/>
      </w:rPr>
      <w:t>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E74BC4" w14:textId="77777777" w:rsidR="005B63B6" w:rsidRPr="008B2187" w:rsidRDefault="00B159A5" w:rsidP="008458A9">
    <w:pPr>
      <w:pStyle w:val="Unitnumber"/>
      <w:tabs>
        <w:tab w:val="left" w:pos="6360"/>
        <w:tab w:val="right" w:pos="9632"/>
      </w:tabs>
    </w:pPr>
    <w:r w:rsidRPr="008458A9">
      <w:rPr>
        <w:noProof/>
        <w:sz w:val="36"/>
        <w:szCs w:val="76"/>
      </w:rPr>
      <w:drawing>
        <wp:anchor distT="0" distB="0" distL="114300" distR="114300" simplePos="0" relativeHeight="251655168" behindDoc="1" locked="0" layoutInCell="1" allowOverlap="1" wp14:anchorId="0984A94F" wp14:editId="415FE2D0">
          <wp:simplePos x="0" y="0"/>
          <wp:positionH relativeFrom="page">
            <wp:posOffset>-63500</wp:posOffset>
          </wp:positionH>
          <wp:positionV relativeFrom="page">
            <wp:posOffset>50800</wp:posOffset>
          </wp:positionV>
          <wp:extent cx="7658735" cy="1093222"/>
          <wp:effectExtent l="0" t="0" r="0" b="0"/>
          <wp:wrapNone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8" descr="TG Head L_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658735" cy="10932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458A9">
      <w:rPr>
        <w:noProof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68D185C" wp14:editId="3DEC503F">
              <wp:simplePos x="0" y="0"/>
              <wp:positionH relativeFrom="column">
                <wp:posOffset>5617210</wp:posOffset>
              </wp:positionH>
              <wp:positionV relativeFrom="page">
                <wp:posOffset>228600</wp:posOffset>
              </wp:positionV>
              <wp:extent cx="895985" cy="429260"/>
              <wp:effectExtent l="0" t="0" r="18415" b="2540"/>
              <wp:wrapNone/>
              <wp:docPr id="1" name="Text Box 2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5985" cy="429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033AC9" w14:textId="77777777" w:rsidR="000F1161" w:rsidRPr="008458A9" w:rsidRDefault="00171C7F" w:rsidP="000F1161">
                          <w:pPr>
                            <w:pStyle w:val="Moduletitle"/>
                            <w:rPr>
                              <w:rStyle w:val="Pages"/>
                              <w:color w:val="FFFFFF" w:themeColor="background1"/>
                            </w:rPr>
                          </w:pPr>
                          <w:r w:rsidRPr="008458A9">
                            <w:rPr>
                              <w:color w:val="FFFFFF" w:themeColor="background1"/>
                            </w:rPr>
                            <w:t xml:space="preserve">Module title </w:t>
                          </w:r>
                          <w:r w:rsidR="008034E1" w:rsidRPr="008458A9">
                            <w:rPr>
                              <w:color w:val="FFFFFF" w:themeColor="background1"/>
                            </w:rPr>
                            <w:t xml:space="preserve">– </w:t>
                          </w:r>
                          <w:r w:rsidRPr="008458A9">
                            <w:rPr>
                              <w:b/>
                              <w:color w:val="FFFFFF" w:themeColor="background1"/>
                            </w:rPr>
                            <w:t>MODULE</w:t>
                          </w:r>
                          <w:r w:rsidR="008034E1" w:rsidRPr="008458A9">
                            <w:rPr>
                              <w:b/>
                              <w:color w:val="FFFFFF" w:themeColor="background1"/>
                            </w:rPr>
                            <w:t xml:space="preserve"> 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8D185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442.3pt;margin-top:18pt;width:70.55pt;height:33.8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" filled="f" stroked="f">
              <v:textbox inset="0,0,0,0">
                <w:txbxContent>
                  <w:p w14:paraId="3C033AC9" w14:textId="77777777" w:rsidR="000F1161" w:rsidRPr="008458A9" w:rsidRDefault="00171C7F" w:rsidP="000F1161">
                    <w:pPr>
                      <w:pStyle w:val="Moduletitle"/>
                      <w:rPr>
                        <w:rStyle w:val="Pages"/>
                        <w:color w:val="FFFFFF" w:themeColor="background1"/>
                      </w:rPr>
                    </w:pPr>
                    <w:r w:rsidRPr="008458A9">
                      <w:rPr>
                        <w:color w:val="FFFFFF" w:themeColor="background1"/>
                      </w:rPr>
                      <w:t xml:space="preserve">Module title </w:t>
                    </w:r>
                    <w:r w:rsidR="008034E1" w:rsidRPr="008458A9">
                      <w:rPr>
                        <w:color w:val="FFFFFF" w:themeColor="background1"/>
                      </w:rPr>
                      <w:t xml:space="preserve">– </w:t>
                    </w:r>
                    <w:r w:rsidRPr="008458A9">
                      <w:rPr>
                        <w:b/>
                        <w:color w:val="FFFFFF" w:themeColor="background1"/>
                      </w:rPr>
                      <w:t>MODULE</w:t>
                    </w:r>
                    <w:r w:rsidR="008034E1" w:rsidRPr="008458A9">
                      <w:rPr>
                        <w:b/>
                        <w:color w:val="FFFFFF" w:themeColor="background1"/>
                      </w:rPr>
                      <w:t xml:space="preserve"> 3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="00750635" w:rsidRPr="008458A9">
      <w:t>3</w:t>
    </w:r>
    <w:r w:rsidR="000F1161" w:rsidRPr="008458A9">
      <w:tab/>
    </w:r>
    <w:r w:rsidR="00171C7F" w:rsidRPr="008458A9">
      <w:t>Unit title</w:t>
    </w:r>
    <w:r w:rsidR="0086787D" w:rsidRPr="008458A9">
      <w:t xml:space="preserve"> … </w:t>
    </w:r>
    <w:r w:rsidR="0086787D" w:rsidRPr="008458A9">
      <w:rPr>
        <w:rStyle w:val="Pages"/>
        <w:color w:val="FFFFFF" w:themeColor="background1"/>
      </w:rPr>
      <w:t xml:space="preserve">(Pupil Book pp. </w:t>
    </w:r>
    <w:r w:rsidR="009B34E0">
      <w:rPr>
        <w:rStyle w:val="Pages"/>
        <w:color w:val="FFFFFF" w:themeColor="background1"/>
      </w:rPr>
      <w:t>xx</w:t>
    </w:r>
    <w:r w:rsidR="0086787D" w:rsidRPr="008458A9">
      <w:rPr>
        <w:rStyle w:val="Pages"/>
        <w:color w:val="FFFFFF" w:themeColor="background1"/>
      </w:rPr>
      <w:t>–</w:t>
    </w:r>
    <w:r w:rsidR="009B34E0">
      <w:rPr>
        <w:rStyle w:val="Pages"/>
        <w:color w:val="FFFFFF" w:themeColor="background1"/>
      </w:rPr>
      <w:t>xx</w:t>
    </w:r>
    <w:r w:rsidR="0086787D" w:rsidRPr="008458A9">
      <w:rPr>
        <w:rStyle w:val="Pages"/>
        <w:color w:val="FFFFFF" w:themeColor="background1"/>
      </w:rPr>
      <w:t>)</w:t>
    </w:r>
    <w:r w:rsidR="00DE3DEC">
      <w:rPr>
        <w:rStyle w:val="Pages"/>
      </w:rPr>
      <w:tab/>
    </w:r>
    <w:r w:rsidR="008458A9">
      <w:rPr>
        <w:rStyle w:val="Pages"/>
      </w:rPr>
      <w:tab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0A4C67" w14:textId="77777777" w:rsidR="00A337F3" w:rsidRPr="009027B5" w:rsidRDefault="00A337F3" w:rsidP="003D5F8E">
    <w:pPr>
      <w:pStyle w:val="Unitnumber"/>
      <w:tabs>
        <w:tab w:val="left" w:pos="6360"/>
        <w:tab w:val="right" w:pos="9632"/>
      </w:tabs>
      <w:rPr>
        <w:sz w:val="24"/>
      </w:rPr>
    </w:pPr>
    <w:r w:rsidRPr="007550DC">
      <w:rPr>
        <w:noProof/>
      </w:rPr>
      <mc:AlternateContent>
        <mc:Choice Requires="wps">
          <w:drawing>
            <wp:anchor distT="0" distB="0" distL="114300" distR="114300" simplePos="0" relativeHeight="251719680" behindDoc="1" locked="1" layoutInCell="1" allowOverlap="1" wp14:anchorId="013A6D59" wp14:editId="39818F2D">
              <wp:simplePos x="0" y="0"/>
              <wp:positionH relativeFrom="column">
                <wp:posOffset>6350</wp:posOffset>
              </wp:positionH>
              <wp:positionV relativeFrom="page">
                <wp:posOffset>133985</wp:posOffset>
              </wp:positionV>
              <wp:extent cx="3992245" cy="525780"/>
              <wp:effectExtent l="0" t="0" r="8255" b="7620"/>
              <wp:wrapNone/>
              <wp:docPr id="1041" name="Text Box 2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92245" cy="525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E6B852" w14:textId="77777777" w:rsidR="00A337F3" w:rsidRPr="00E90A2E" w:rsidRDefault="00A337F3" w:rsidP="009027B5">
                          <w:pPr>
                            <w:pStyle w:val="Worksheettitle2lines"/>
                            <w:rPr>
                              <w:sz w:val="40"/>
                              <w:lang w:val="fr-FR"/>
                            </w:rPr>
                          </w:pPr>
                          <w:r>
                            <w:rPr>
                              <w:sz w:val="40"/>
                              <w:lang w:val="fr-FR"/>
                            </w:rPr>
                            <w:t>A toi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3A6D5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.5pt;margin-top:10.55pt;width:314.35pt;height:41.4pt;z-index:-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" filled="f" stroked="f">
              <v:textbox inset="0,0,0,0">
                <w:txbxContent>
                  <w:p w14:paraId="50E6B852" w14:textId="77777777" w:rsidR="00A337F3" w:rsidRPr="00E90A2E" w:rsidRDefault="00A337F3" w:rsidP="009027B5">
                    <w:pPr>
                      <w:pStyle w:val="Worksheettitle2lines"/>
                      <w:rPr>
                        <w:sz w:val="40"/>
                        <w:lang w:val="fr-FR"/>
                      </w:rPr>
                    </w:pPr>
                    <w:r>
                      <w:rPr>
                        <w:sz w:val="40"/>
                        <w:lang w:val="fr-FR"/>
                      </w:rPr>
                      <w:t>A toi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Pr="008458A9">
      <w:rPr>
        <w:noProof/>
        <w:sz w:val="36"/>
        <w:szCs w:val="76"/>
      </w:rPr>
      <w:drawing>
        <wp:anchor distT="0" distB="0" distL="114300" distR="114300" simplePos="0" relativeHeight="251717632" behindDoc="1" locked="0" layoutInCell="1" allowOverlap="1" wp14:anchorId="3A5E92C2" wp14:editId="5930E083">
          <wp:simplePos x="0" y="0"/>
          <wp:positionH relativeFrom="page">
            <wp:posOffset>-63500</wp:posOffset>
          </wp:positionH>
          <wp:positionV relativeFrom="page">
            <wp:align>top</wp:align>
          </wp:positionV>
          <wp:extent cx="7657200" cy="1094400"/>
          <wp:effectExtent l="0" t="0" r="1270" b="0"/>
          <wp:wrapNone/>
          <wp:docPr id="1194" name="Picture 1194" descr="Dynam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8" descr="TG Head L_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657200" cy="109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458A9">
      <w:rPr>
        <w:noProof/>
      </w:rPr>
      <mc:AlternateContent>
        <mc:Choice Requires="wps">
          <w:drawing>
            <wp:anchor distT="0" distB="0" distL="114300" distR="114300" simplePos="0" relativeHeight="251718656" behindDoc="0" locked="1" layoutInCell="1" allowOverlap="1" wp14:anchorId="4321D8BB" wp14:editId="0484614B">
              <wp:simplePos x="0" y="0"/>
              <wp:positionH relativeFrom="column">
                <wp:posOffset>5619750</wp:posOffset>
              </wp:positionH>
              <wp:positionV relativeFrom="page">
                <wp:posOffset>232410</wp:posOffset>
              </wp:positionV>
              <wp:extent cx="895985" cy="429260"/>
              <wp:effectExtent l="0" t="0" r="18415" b="8890"/>
              <wp:wrapNone/>
              <wp:docPr id="1042" name="Text Box 2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5985" cy="429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400116" w14:textId="77777777" w:rsidR="00A337F3" w:rsidRPr="008458A9" w:rsidRDefault="00A337F3" w:rsidP="00647768">
                          <w:pPr>
                            <w:pStyle w:val="Moduletitle"/>
                            <w:rPr>
                              <w:rStyle w:val="Pages"/>
                              <w:color w:val="FFFFFF" w:themeColor="background1"/>
                            </w:rPr>
                          </w:pPr>
                          <w:r>
                            <w:rPr>
                              <w:color w:val="FFFFFF" w:themeColor="background1"/>
                            </w:rPr>
                            <w:t>Module title</w:t>
                          </w:r>
                          <w:r w:rsidRPr="008458A9">
                            <w:rPr>
                              <w:color w:val="FFFFFF" w:themeColor="background1"/>
                            </w:rPr>
                            <w:t xml:space="preserve"> – </w:t>
                          </w:r>
                          <w:r w:rsidRPr="008458A9">
                            <w:rPr>
                              <w:b/>
                              <w:color w:val="FFFFFF" w:themeColor="background1"/>
                            </w:rPr>
                            <w:t xml:space="preserve">MODULE </w:t>
                          </w:r>
                          <w:r>
                            <w:rPr>
                              <w:b/>
                              <w:color w:val="FFFFFF" w:themeColor="background1"/>
                            </w:rPr>
                            <w:t>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321D8BB" id="_x0000_s1029" type="#_x0000_t202" style="position:absolute;left:0;text-align:left;margin-left:442.5pt;margin-top:18.3pt;width:70.55pt;height:33.8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" filled="f" stroked="f">
              <v:textbox inset="0,0,0,0">
                <w:txbxContent>
                  <w:p w14:paraId="54400116" w14:textId="77777777" w:rsidR="00A337F3" w:rsidRPr="008458A9" w:rsidRDefault="00A337F3" w:rsidP="00647768">
                    <w:pPr>
                      <w:pStyle w:val="Moduletitle"/>
                      <w:rPr>
                        <w:rStyle w:val="Pages"/>
                        <w:color w:val="FFFFFF" w:themeColor="background1"/>
                      </w:rPr>
                    </w:pPr>
                    <w:r>
                      <w:rPr>
                        <w:color w:val="FFFFFF" w:themeColor="background1"/>
                      </w:rPr>
                      <w:t>Module title</w:t>
                    </w:r>
                    <w:r w:rsidRPr="008458A9">
                      <w:rPr>
                        <w:color w:val="FFFFFF" w:themeColor="background1"/>
                      </w:rPr>
                      <w:t xml:space="preserve"> – </w:t>
                    </w:r>
                    <w:r w:rsidRPr="008458A9">
                      <w:rPr>
                        <w:b/>
                        <w:color w:val="FFFFFF" w:themeColor="background1"/>
                      </w:rPr>
                      <w:t xml:space="preserve">MODULE </w:t>
                    </w:r>
                    <w:r>
                      <w:rPr>
                        <w:b/>
                        <w:color w:val="FFFFFF" w:themeColor="background1"/>
                      </w:rPr>
                      <w:t>X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1C90B0" w14:textId="77777777" w:rsidR="00A337F3" w:rsidRPr="008B2187" w:rsidRDefault="00A337F3" w:rsidP="008458A9">
    <w:pPr>
      <w:pStyle w:val="Unitnumber"/>
      <w:tabs>
        <w:tab w:val="left" w:pos="6360"/>
        <w:tab w:val="right" w:pos="9632"/>
      </w:tabs>
    </w:pPr>
    <w:r w:rsidRPr="008458A9">
      <w:rPr>
        <w:noProof/>
        <w:sz w:val="36"/>
        <w:szCs w:val="76"/>
      </w:rPr>
      <w:drawing>
        <wp:anchor distT="0" distB="0" distL="114300" distR="114300" simplePos="0" relativeHeight="251714560" behindDoc="1" locked="0" layoutInCell="1" allowOverlap="1" wp14:anchorId="6595282D" wp14:editId="26332D73">
          <wp:simplePos x="0" y="0"/>
          <wp:positionH relativeFrom="page">
            <wp:posOffset>-63500</wp:posOffset>
          </wp:positionH>
          <wp:positionV relativeFrom="page">
            <wp:posOffset>50800</wp:posOffset>
          </wp:positionV>
          <wp:extent cx="7658735" cy="1093222"/>
          <wp:effectExtent l="0" t="0" r="0" b="0"/>
          <wp:wrapNone/>
          <wp:docPr id="1195" name="Picture 1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8" descr="TG Head L_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658735" cy="10932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458A9">
      <w:rPr>
        <w:noProof/>
      </w:rPr>
      <mc:AlternateContent>
        <mc:Choice Requires="wps">
          <w:drawing>
            <wp:anchor distT="0" distB="0" distL="114300" distR="114300" simplePos="0" relativeHeight="251715584" behindDoc="1" locked="1" layoutInCell="1" allowOverlap="1" wp14:anchorId="14636C39" wp14:editId="453B7935">
              <wp:simplePos x="0" y="0"/>
              <wp:positionH relativeFrom="column">
                <wp:posOffset>5617210</wp:posOffset>
              </wp:positionH>
              <wp:positionV relativeFrom="page">
                <wp:posOffset>228600</wp:posOffset>
              </wp:positionV>
              <wp:extent cx="895985" cy="429260"/>
              <wp:effectExtent l="0" t="0" r="18415" b="2540"/>
              <wp:wrapNone/>
              <wp:docPr id="1043" name="Text Box 2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5985" cy="429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85A007" w14:textId="77777777" w:rsidR="00A337F3" w:rsidRPr="008458A9" w:rsidRDefault="00A337F3" w:rsidP="000F1161">
                          <w:pPr>
                            <w:pStyle w:val="Moduletitle"/>
                            <w:rPr>
                              <w:rStyle w:val="Pages"/>
                              <w:color w:val="FFFFFF" w:themeColor="background1"/>
                            </w:rPr>
                          </w:pPr>
                          <w:r w:rsidRPr="008458A9">
                            <w:rPr>
                              <w:color w:val="FFFFFF" w:themeColor="background1"/>
                            </w:rPr>
                            <w:t xml:space="preserve">Module title – </w:t>
                          </w:r>
                          <w:r w:rsidRPr="008458A9">
                            <w:rPr>
                              <w:b/>
                              <w:color w:val="FFFFFF" w:themeColor="background1"/>
                            </w:rPr>
                            <w:t>MODULE 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636C39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442.3pt;margin-top:18pt;width:70.55pt;height:33.8pt;z-index:-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" filled="f" stroked="f">
              <v:textbox inset="0,0,0,0">
                <w:txbxContent>
                  <w:p w14:paraId="7D85A007" w14:textId="77777777" w:rsidR="00A337F3" w:rsidRPr="008458A9" w:rsidRDefault="00A337F3" w:rsidP="000F1161">
                    <w:pPr>
                      <w:pStyle w:val="Moduletitle"/>
                      <w:rPr>
                        <w:rStyle w:val="Pages"/>
                        <w:color w:val="FFFFFF" w:themeColor="background1"/>
                      </w:rPr>
                    </w:pPr>
                    <w:r w:rsidRPr="008458A9">
                      <w:rPr>
                        <w:color w:val="FFFFFF" w:themeColor="background1"/>
                      </w:rPr>
                      <w:t xml:space="preserve">Module title – </w:t>
                    </w:r>
                    <w:r w:rsidRPr="008458A9">
                      <w:rPr>
                        <w:b/>
                        <w:color w:val="FFFFFF" w:themeColor="background1"/>
                      </w:rPr>
                      <w:t>MODULE 3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Pr="008458A9">
      <w:t>3</w:t>
    </w:r>
    <w:r w:rsidRPr="008458A9">
      <w:tab/>
      <w:t xml:space="preserve">Unit title … </w:t>
    </w:r>
    <w:r w:rsidRPr="008458A9">
      <w:rPr>
        <w:rStyle w:val="Pages"/>
        <w:color w:val="FFFFFF" w:themeColor="background1"/>
      </w:rPr>
      <w:t xml:space="preserve">(Pupil Book pp. </w:t>
    </w:r>
    <w:r>
      <w:rPr>
        <w:rStyle w:val="Pages"/>
        <w:color w:val="FFFFFF" w:themeColor="background1"/>
      </w:rPr>
      <w:t>xx</w:t>
    </w:r>
    <w:r w:rsidRPr="008458A9">
      <w:rPr>
        <w:rStyle w:val="Pages"/>
        <w:color w:val="FFFFFF" w:themeColor="background1"/>
      </w:rPr>
      <w:t>–</w:t>
    </w:r>
    <w:r>
      <w:rPr>
        <w:rStyle w:val="Pages"/>
        <w:color w:val="FFFFFF" w:themeColor="background1"/>
      </w:rPr>
      <w:t>xx</w:t>
    </w:r>
    <w:r w:rsidRPr="008458A9">
      <w:rPr>
        <w:rStyle w:val="Pages"/>
        <w:color w:val="FFFFFF" w:themeColor="background1"/>
      </w:rPr>
      <w:t>)</w:t>
    </w:r>
    <w:r>
      <w:rPr>
        <w:rStyle w:val="Pages"/>
      </w:rPr>
      <w:tab/>
    </w:r>
    <w:r>
      <w:rPr>
        <w:rStyle w:val="Pages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757A6B9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622490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C6E07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D4AB9E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FAA5CA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Times New Roman" w:hAnsi="Times New Roman" w:hint="default"/>
      </w:rPr>
    </w:lvl>
  </w:abstractNum>
  <w:abstractNum w:abstractNumId="5" w15:restartNumberingAfterBreak="0">
    <w:nsid w:val="FFFFFF81"/>
    <w:multiLevelType w:val="singleLevel"/>
    <w:tmpl w:val="AD7275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Times New Roman" w:hAnsi="Times New Roman" w:hint="default"/>
      </w:rPr>
    </w:lvl>
  </w:abstractNum>
  <w:abstractNum w:abstractNumId="6" w15:restartNumberingAfterBreak="0">
    <w:nsid w:val="FFFFFF82"/>
    <w:multiLevelType w:val="singleLevel"/>
    <w:tmpl w:val="C242114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Times New Roman" w:hAnsi="Times New Roman" w:hint="default"/>
      </w:rPr>
    </w:lvl>
  </w:abstractNum>
  <w:abstractNum w:abstractNumId="7" w15:restartNumberingAfterBreak="0">
    <w:nsid w:val="FFFFFF83"/>
    <w:multiLevelType w:val="singleLevel"/>
    <w:tmpl w:val="C9A45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Times New Roman" w:hAnsi="Times New Roman" w:hint="default"/>
      </w:rPr>
    </w:lvl>
  </w:abstractNum>
  <w:abstractNum w:abstractNumId="8" w15:restartNumberingAfterBreak="0">
    <w:nsid w:val="FFFFFF88"/>
    <w:multiLevelType w:val="singleLevel"/>
    <w:tmpl w:val="B3D6C0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DF41F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26053CA"/>
    <w:multiLevelType w:val="multilevel"/>
    <w:tmpl w:val="48124C10"/>
    <w:styleLink w:val="Listroman"/>
    <w:lvl w:ilvl="0">
      <w:start w:val="1"/>
      <w:numFmt w:val="lowerRoman"/>
      <w:lvlText w:val="%1"/>
      <w:lvlJc w:val="left"/>
      <w:pPr>
        <w:tabs>
          <w:tab w:val="num" w:pos="1021"/>
        </w:tabs>
        <w:ind w:left="1021" w:hanging="341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514"/>
        </w:tabs>
        <w:ind w:left="151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874"/>
        </w:tabs>
        <w:ind w:left="187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11" w15:restartNumberingAfterBreak="0">
    <w:nsid w:val="05274A5D"/>
    <w:multiLevelType w:val="multilevel"/>
    <w:tmpl w:val="EF181752"/>
    <w:numStyleLink w:val="Listfeature"/>
  </w:abstractNum>
  <w:abstractNum w:abstractNumId="12" w15:restartNumberingAfterBreak="0">
    <w:nsid w:val="0C887D63"/>
    <w:multiLevelType w:val="hybridMultilevel"/>
    <w:tmpl w:val="78FA6E76"/>
    <w:lvl w:ilvl="0" w:tplc="B594683E">
      <w:start w:val="1"/>
      <w:numFmt w:val="bullet"/>
      <w:pStyle w:val="Grammarsuggestionbullet"/>
      <w:lvlText w:val="●"/>
      <w:lvlJc w:val="left"/>
      <w:pPr>
        <w:tabs>
          <w:tab w:val="num" w:pos="448"/>
        </w:tabs>
        <w:ind w:left="448" w:hanging="34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548" w:hanging="360"/>
      </w:pPr>
      <w:rPr>
        <w:rFonts w:ascii="Wingdings" w:hAnsi="Wingdings" w:cs="Wingdings" w:hint="default"/>
      </w:rPr>
    </w:lvl>
    <w:lvl w:ilvl="2" w:tplc="08090005" w:tentative="1">
      <w:start w:val="1"/>
      <w:numFmt w:val="bullet"/>
      <w:lvlText w:val=""/>
      <w:lvlJc w:val="left"/>
      <w:pPr>
        <w:ind w:left="2268" w:hanging="360"/>
      </w:pPr>
      <w:rPr>
        <w:rFonts w:ascii="Arial" w:hAnsi="Arial" w:hint="default"/>
      </w:rPr>
    </w:lvl>
    <w:lvl w:ilvl="3" w:tplc="08090001" w:tentative="1">
      <w:start w:val="1"/>
      <w:numFmt w:val="bullet"/>
      <w:lvlText w:val=""/>
      <w:lvlJc w:val="left"/>
      <w:pPr>
        <w:ind w:left="2988" w:hanging="360"/>
      </w:pPr>
      <w:rPr>
        <w:rFonts w:ascii="Times New Roman" w:hAnsi="Times New Roman" w:hint="default"/>
      </w:rPr>
    </w:lvl>
    <w:lvl w:ilvl="4" w:tplc="08090003" w:tentative="1">
      <w:start w:val="1"/>
      <w:numFmt w:val="bullet"/>
      <w:lvlText w:val="o"/>
      <w:lvlJc w:val="left"/>
      <w:pPr>
        <w:ind w:left="3708" w:hanging="360"/>
      </w:pPr>
      <w:rPr>
        <w:rFonts w:ascii="Wingdings" w:hAnsi="Wingdings" w:cs="Wingdings" w:hint="default"/>
      </w:rPr>
    </w:lvl>
    <w:lvl w:ilvl="5" w:tplc="08090005" w:tentative="1">
      <w:start w:val="1"/>
      <w:numFmt w:val="bullet"/>
      <w:lvlText w:val=""/>
      <w:lvlJc w:val="left"/>
      <w:pPr>
        <w:ind w:left="4428" w:hanging="360"/>
      </w:pPr>
      <w:rPr>
        <w:rFonts w:ascii="Arial" w:hAnsi="Arial" w:hint="default"/>
      </w:rPr>
    </w:lvl>
    <w:lvl w:ilvl="6" w:tplc="08090001" w:tentative="1">
      <w:start w:val="1"/>
      <w:numFmt w:val="bullet"/>
      <w:lvlText w:val=""/>
      <w:lvlJc w:val="left"/>
      <w:pPr>
        <w:ind w:left="5148" w:hanging="360"/>
      </w:pPr>
      <w:rPr>
        <w:rFonts w:ascii="Times New Roman" w:hAnsi="Times New Roman" w:hint="default"/>
      </w:rPr>
    </w:lvl>
    <w:lvl w:ilvl="7" w:tplc="08090003" w:tentative="1">
      <w:start w:val="1"/>
      <w:numFmt w:val="bullet"/>
      <w:lvlText w:val="o"/>
      <w:lvlJc w:val="left"/>
      <w:pPr>
        <w:ind w:left="5868" w:hanging="360"/>
      </w:pPr>
      <w:rPr>
        <w:rFonts w:ascii="Wingdings" w:hAnsi="Wingdings" w:cs="Wingdings" w:hint="default"/>
      </w:rPr>
    </w:lvl>
    <w:lvl w:ilvl="8" w:tplc="08090005" w:tentative="1">
      <w:start w:val="1"/>
      <w:numFmt w:val="bullet"/>
      <w:lvlText w:val=""/>
      <w:lvlJc w:val="left"/>
      <w:pPr>
        <w:ind w:left="6588" w:hanging="360"/>
      </w:pPr>
      <w:rPr>
        <w:rFonts w:ascii="Arial" w:hAnsi="Arial" w:hint="default"/>
      </w:rPr>
    </w:lvl>
  </w:abstractNum>
  <w:abstractNum w:abstractNumId="13" w15:restartNumberingAfterBreak="0">
    <w:nsid w:val="0D6049BF"/>
    <w:multiLevelType w:val="multilevel"/>
    <w:tmpl w:val="ED58EA94"/>
    <w:styleLink w:val="Listaudio"/>
    <w:lvl w:ilvl="0">
      <w:start w:val="1"/>
      <w:numFmt w:val="decimal"/>
      <w:lvlText w:val="%1  –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9410486"/>
    <w:multiLevelType w:val="hybridMultilevel"/>
    <w:tmpl w:val="7D06E1FE"/>
    <w:lvl w:ilvl="0" w:tplc="70D40C1A">
      <w:start w:val="1"/>
      <w:numFmt w:val="bullet"/>
      <w:pStyle w:val="Text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Wingdings" w:hAnsi="Wingdings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Wingdings" w:hAnsi="Wingdings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Wingdings" w:hAnsi="Wingdings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1FD7264B"/>
    <w:multiLevelType w:val="hybridMultilevel"/>
    <w:tmpl w:val="39ACED0E"/>
    <w:lvl w:ilvl="0" w:tplc="F73436EA">
      <w:start w:val="1"/>
      <w:numFmt w:val="decimal"/>
      <w:lvlText w:val="%1"/>
      <w:lvlJc w:val="left"/>
      <w:pPr>
        <w:ind w:left="930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F76C24"/>
    <w:multiLevelType w:val="hybridMultilevel"/>
    <w:tmpl w:val="CD605CA2"/>
    <w:lvl w:ilvl="0" w:tplc="11E840B8">
      <w:start w:val="1"/>
      <w:numFmt w:val="bullet"/>
      <w:pStyle w:val="Audiobullets"/>
      <w:lvlText w:val="–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27DD0ADE"/>
    <w:multiLevelType w:val="hybridMultilevel"/>
    <w:tmpl w:val="39ACED0E"/>
    <w:lvl w:ilvl="0" w:tplc="F73436EA">
      <w:start w:val="1"/>
      <w:numFmt w:val="decimal"/>
      <w:lvlText w:val="%1"/>
      <w:lvlJc w:val="left"/>
      <w:pPr>
        <w:ind w:left="930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90290E"/>
    <w:multiLevelType w:val="multilevel"/>
    <w:tmpl w:val="4B72C86E"/>
    <w:numStyleLink w:val="Listnum"/>
  </w:abstractNum>
  <w:abstractNum w:abstractNumId="19" w15:restartNumberingAfterBreak="0">
    <w:nsid w:val="2A5D625A"/>
    <w:multiLevelType w:val="hybridMultilevel"/>
    <w:tmpl w:val="39ACED0E"/>
    <w:lvl w:ilvl="0" w:tplc="F73436EA">
      <w:start w:val="1"/>
      <w:numFmt w:val="decimal"/>
      <w:lvlText w:val="%1"/>
      <w:lvlJc w:val="left"/>
      <w:pPr>
        <w:ind w:left="930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634C4B"/>
    <w:multiLevelType w:val="hybridMultilevel"/>
    <w:tmpl w:val="874041AA"/>
    <w:lvl w:ilvl="0" w:tplc="98F09DA2">
      <w:start w:val="1"/>
      <w:numFmt w:val="bullet"/>
      <w:pStyle w:val="Starter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Wingdings" w:hAnsi="Wingdings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Wingdings" w:hAnsi="Wingdings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Wingdings" w:hAnsi="Wingdings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2EE77D0A"/>
    <w:multiLevelType w:val="hybridMultilevel"/>
    <w:tmpl w:val="85023D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3F3715"/>
    <w:multiLevelType w:val="multilevel"/>
    <w:tmpl w:val="4B72C86E"/>
    <w:numStyleLink w:val="Listnum"/>
  </w:abstractNum>
  <w:abstractNum w:abstractNumId="23" w15:restartNumberingAfterBreak="0">
    <w:nsid w:val="41244F3F"/>
    <w:multiLevelType w:val="hybridMultilevel"/>
    <w:tmpl w:val="39ACED0E"/>
    <w:lvl w:ilvl="0" w:tplc="F73436EA">
      <w:start w:val="1"/>
      <w:numFmt w:val="decimal"/>
      <w:lvlText w:val="%1"/>
      <w:lvlJc w:val="left"/>
      <w:pPr>
        <w:ind w:left="930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D94C2A"/>
    <w:multiLevelType w:val="hybridMultilevel"/>
    <w:tmpl w:val="7960E4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C77E52"/>
    <w:multiLevelType w:val="multilevel"/>
    <w:tmpl w:val="058C1C62"/>
    <w:lvl w:ilvl="0">
      <w:start w:val="1"/>
      <w:numFmt w:val="bullet"/>
      <w:lvlText w:val=""/>
      <w:lvlJc w:val="left"/>
      <w:pPr>
        <w:ind w:left="828" w:hanging="36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ind w:left="1548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ind w:left="2268" w:hanging="360"/>
      </w:pPr>
      <w:rPr>
        <w:rFonts w:ascii="Arial" w:hAnsi="Arial" w:hint="default"/>
      </w:rPr>
    </w:lvl>
    <w:lvl w:ilvl="3">
      <w:start w:val="1"/>
      <w:numFmt w:val="bullet"/>
      <w:lvlText w:val=""/>
      <w:lvlJc w:val="left"/>
      <w:pPr>
        <w:ind w:left="2988" w:hanging="360"/>
      </w:pPr>
      <w:rPr>
        <w:rFonts w:ascii="Times New Roman" w:hAnsi="Times New Roman" w:hint="default"/>
      </w:rPr>
    </w:lvl>
    <w:lvl w:ilvl="4">
      <w:start w:val="1"/>
      <w:numFmt w:val="bullet"/>
      <w:lvlText w:val="o"/>
      <w:lvlJc w:val="left"/>
      <w:pPr>
        <w:ind w:left="3708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ind w:left="4428" w:hanging="360"/>
      </w:pPr>
      <w:rPr>
        <w:rFonts w:ascii="Arial" w:hAnsi="Arial" w:hint="default"/>
      </w:rPr>
    </w:lvl>
    <w:lvl w:ilvl="6">
      <w:start w:val="1"/>
      <w:numFmt w:val="bullet"/>
      <w:lvlText w:val=""/>
      <w:lvlJc w:val="left"/>
      <w:pPr>
        <w:ind w:left="5148" w:hanging="360"/>
      </w:pPr>
      <w:rPr>
        <w:rFonts w:ascii="Times New Roman" w:hAnsi="Times New Roman" w:hint="default"/>
      </w:rPr>
    </w:lvl>
    <w:lvl w:ilvl="7">
      <w:start w:val="1"/>
      <w:numFmt w:val="bullet"/>
      <w:lvlText w:val="o"/>
      <w:lvlJc w:val="left"/>
      <w:pPr>
        <w:ind w:left="5868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ind w:left="6588" w:hanging="360"/>
      </w:pPr>
      <w:rPr>
        <w:rFonts w:ascii="Arial" w:hAnsi="Arial" w:hint="default"/>
      </w:rPr>
    </w:lvl>
  </w:abstractNum>
  <w:abstractNum w:abstractNumId="26" w15:restartNumberingAfterBreak="0">
    <w:nsid w:val="697B65A6"/>
    <w:multiLevelType w:val="multilevel"/>
    <w:tmpl w:val="EF181752"/>
    <w:styleLink w:val="Listfeature"/>
    <w:lvl w:ilvl="0">
      <w:start w:val="1"/>
      <w:numFmt w:val="decimal"/>
      <w:lvlText w:val="%1"/>
      <w:lvlJc w:val="left"/>
      <w:pPr>
        <w:tabs>
          <w:tab w:val="num" w:pos="448"/>
        </w:tabs>
        <w:ind w:left="448" w:hanging="340"/>
      </w:pPr>
      <w:rPr>
        <w:rFonts w:ascii="Arial" w:hAnsi="Arial"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6BB26A66"/>
    <w:multiLevelType w:val="hybridMultilevel"/>
    <w:tmpl w:val="24AC57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46464C"/>
    <w:multiLevelType w:val="hybridMultilevel"/>
    <w:tmpl w:val="CC208AD4"/>
    <w:lvl w:ilvl="0" w:tplc="C80281E6">
      <w:start w:val="1"/>
      <w:numFmt w:val="bullet"/>
      <w:pStyle w:val="Tabletextbullets"/>
      <w:lvlText w:val="●"/>
      <w:lvlJc w:val="left"/>
      <w:pPr>
        <w:tabs>
          <w:tab w:val="num" w:pos="397"/>
        </w:tabs>
        <w:ind w:left="397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Wingdings" w:hAnsi="Wingdings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Wingdings" w:hAnsi="Wingdings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Wingdings" w:hAnsi="Wingdings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736E226D"/>
    <w:multiLevelType w:val="multilevel"/>
    <w:tmpl w:val="6F7A1FFA"/>
    <w:styleLink w:val="Listalpha"/>
    <w:lvl w:ilvl="0">
      <w:start w:val="1"/>
      <w:numFmt w:val="lowerLetter"/>
      <w:lvlText w:val="%1"/>
      <w:lvlJc w:val="left"/>
      <w:pPr>
        <w:tabs>
          <w:tab w:val="num" w:pos="680"/>
        </w:tabs>
        <w:ind w:left="680" w:hanging="34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0" w15:restartNumberingAfterBreak="0">
    <w:nsid w:val="754B0D3A"/>
    <w:multiLevelType w:val="hybridMultilevel"/>
    <w:tmpl w:val="39ACED0E"/>
    <w:lvl w:ilvl="0" w:tplc="F73436EA">
      <w:start w:val="1"/>
      <w:numFmt w:val="decimal"/>
      <w:lvlText w:val="%1"/>
      <w:lvlJc w:val="left"/>
      <w:pPr>
        <w:ind w:left="930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E357D0"/>
    <w:multiLevelType w:val="hybridMultilevel"/>
    <w:tmpl w:val="F43EA436"/>
    <w:lvl w:ilvl="0" w:tplc="2EFA8146">
      <w:start w:val="1"/>
      <w:numFmt w:val="bullet"/>
      <w:pStyle w:val="Plenarytextbullets"/>
      <w:lvlText w:val="●"/>
      <w:lvlJc w:val="left"/>
      <w:pPr>
        <w:tabs>
          <w:tab w:val="num" w:pos="505"/>
        </w:tabs>
        <w:ind w:left="505" w:hanging="397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Wingdings" w:hAnsi="Wingdings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Wingdings" w:hAnsi="Wingdings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Wingdings" w:hAnsi="Wingdings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7B30377C"/>
    <w:multiLevelType w:val="multilevel"/>
    <w:tmpl w:val="4B72C86E"/>
    <w:styleLink w:val="Listnum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b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32"/>
  </w:num>
  <w:num w:numId="2">
    <w:abstractNumId w:val="29"/>
  </w:num>
  <w:num w:numId="3">
    <w:abstractNumId w:val="10"/>
  </w:num>
  <w:num w:numId="4">
    <w:abstractNumId w:val="31"/>
  </w:num>
  <w:num w:numId="5">
    <w:abstractNumId w:val="20"/>
  </w:num>
  <w:num w:numId="6">
    <w:abstractNumId w:val="22"/>
  </w:num>
  <w:num w:numId="7">
    <w:abstractNumId w:val="18"/>
  </w:num>
  <w:num w:numId="8">
    <w:abstractNumId w:val="26"/>
  </w:num>
  <w:num w:numId="9">
    <w:abstractNumId w:val="14"/>
  </w:num>
  <w:num w:numId="10">
    <w:abstractNumId w:val="28"/>
  </w:num>
  <w:num w:numId="11">
    <w:abstractNumId w:val="11"/>
  </w:num>
  <w:num w:numId="12">
    <w:abstractNumId w:val="16"/>
  </w:num>
  <w:num w:numId="13">
    <w:abstractNumId w:val="13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12"/>
  </w:num>
  <w:num w:numId="25">
    <w:abstractNumId w:val="25"/>
  </w:num>
  <w:num w:numId="26">
    <w:abstractNumId w:val="21"/>
  </w:num>
  <w:num w:numId="27">
    <w:abstractNumId w:val="27"/>
  </w:num>
  <w:num w:numId="28">
    <w:abstractNumId w:val="19"/>
  </w:num>
  <w:num w:numId="29">
    <w:abstractNumId w:val="23"/>
  </w:num>
  <w:num w:numId="30">
    <w:abstractNumId w:val="30"/>
  </w:num>
  <w:num w:numId="31">
    <w:abstractNumId w:val="17"/>
  </w:num>
  <w:num w:numId="32">
    <w:abstractNumId w:val="15"/>
  </w:num>
  <w:num w:numId="33">
    <w:abstractNumId w:val="2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E55"/>
    <w:rsid w:val="000065C4"/>
    <w:rsid w:val="000100BA"/>
    <w:rsid w:val="00011F58"/>
    <w:rsid w:val="00013614"/>
    <w:rsid w:val="00022703"/>
    <w:rsid w:val="0002288B"/>
    <w:rsid w:val="00025886"/>
    <w:rsid w:val="000312FD"/>
    <w:rsid w:val="00031FD5"/>
    <w:rsid w:val="00034D98"/>
    <w:rsid w:val="00040BE3"/>
    <w:rsid w:val="00040C2C"/>
    <w:rsid w:val="000443ED"/>
    <w:rsid w:val="000472E2"/>
    <w:rsid w:val="00051C5B"/>
    <w:rsid w:val="00054EDB"/>
    <w:rsid w:val="000559D8"/>
    <w:rsid w:val="00055C43"/>
    <w:rsid w:val="00056C2A"/>
    <w:rsid w:val="00060CA2"/>
    <w:rsid w:val="00062753"/>
    <w:rsid w:val="00062B54"/>
    <w:rsid w:val="0006568A"/>
    <w:rsid w:val="000663DE"/>
    <w:rsid w:val="000664CE"/>
    <w:rsid w:val="00066E38"/>
    <w:rsid w:val="0007221D"/>
    <w:rsid w:val="00077055"/>
    <w:rsid w:val="000771F7"/>
    <w:rsid w:val="000779B3"/>
    <w:rsid w:val="00085E97"/>
    <w:rsid w:val="00091E15"/>
    <w:rsid w:val="0009646C"/>
    <w:rsid w:val="0009662F"/>
    <w:rsid w:val="000A06AE"/>
    <w:rsid w:val="000A1378"/>
    <w:rsid w:val="000A388E"/>
    <w:rsid w:val="000A45C8"/>
    <w:rsid w:val="000A6638"/>
    <w:rsid w:val="000A72E1"/>
    <w:rsid w:val="000B1CFF"/>
    <w:rsid w:val="000B3C5E"/>
    <w:rsid w:val="000B3F5B"/>
    <w:rsid w:val="000B60F9"/>
    <w:rsid w:val="000B6524"/>
    <w:rsid w:val="000C148A"/>
    <w:rsid w:val="000C7038"/>
    <w:rsid w:val="000C74BD"/>
    <w:rsid w:val="000D3FD2"/>
    <w:rsid w:val="000D4D41"/>
    <w:rsid w:val="000D6C15"/>
    <w:rsid w:val="000E43B1"/>
    <w:rsid w:val="000F1065"/>
    <w:rsid w:val="000F1161"/>
    <w:rsid w:val="000F1FE4"/>
    <w:rsid w:val="000F34B6"/>
    <w:rsid w:val="000F5413"/>
    <w:rsid w:val="000F590E"/>
    <w:rsid w:val="000F6651"/>
    <w:rsid w:val="00101AED"/>
    <w:rsid w:val="00105F1C"/>
    <w:rsid w:val="0011036B"/>
    <w:rsid w:val="00110CC3"/>
    <w:rsid w:val="00116E5A"/>
    <w:rsid w:val="00117E68"/>
    <w:rsid w:val="00124205"/>
    <w:rsid w:val="00126F2D"/>
    <w:rsid w:val="0013292A"/>
    <w:rsid w:val="00132992"/>
    <w:rsid w:val="0013766F"/>
    <w:rsid w:val="00153342"/>
    <w:rsid w:val="00155A2A"/>
    <w:rsid w:val="00155C23"/>
    <w:rsid w:val="00161F56"/>
    <w:rsid w:val="00164C2C"/>
    <w:rsid w:val="0017112D"/>
    <w:rsid w:val="00171C7F"/>
    <w:rsid w:val="0017507F"/>
    <w:rsid w:val="00175268"/>
    <w:rsid w:val="00176F96"/>
    <w:rsid w:val="00177068"/>
    <w:rsid w:val="001818E6"/>
    <w:rsid w:val="00185C20"/>
    <w:rsid w:val="001862DD"/>
    <w:rsid w:val="001926EA"/>
    <w:rsid w:val="00193712"/>
    <w:rsid w:val="001A0462"/>
    <w:rsid w:val="001A1E28"/>
    <w:rsid w:val="001A2B3A"/>
    <w:rsid w:val="001A4FCC"/>
    <w:rsid w:val="001A7B5C"/>
    <w:rsid w:val="001B3498"/>
    <w:rsid w:val="001C260C"/>
    <w:rsid w:val="001C3FFA"/>
    <w:rsid w:val="001C6AFF"/>
    <w:rsid w:val="001C6F00"/>
    <w:rsid w:val="001D025D"/>
    <w:rsid w:val="001D40EF"/>
    <w:rsid w:val="001D451C"/>
    <w:rsid w:val="001D6AB8"/>
    <w:rsid w:val="001E33A9"/>
    <w:rsid w:val="001E74E4"/>
    <w:rsid w:val="001F1558"/>
    <w:rsid w:val="001F2143"/>
    <w:rsid w:val="001F3432"/>
    <w:rsid w:val="0020136F"/>
    <w:rsid w:val="00201D1A"/>
    <w:rsid w:val="00201F74"/>
    <w:rsid w:val="00202779"/>
    <w:rsid w:val="0020522A"/>
    <w:rsid w:val="00205B75"/>
    <w:rsid w:val="00210931"/>
    <w:rsid w:val="002111DE"/>
    <w:rsid w:val="00213101"/>
    <w:rsid w:val="00213A3C"/>
    <w:rsid w:val="00215754"/>
    <w:rsid w:val="002202F1"/>
    <w:rsid w:val="002210DF"/>
    <w:rsid w:val="00221D7E"/>
    <w:rsid w:val="002244B2"/>
    <w:rsid w:val="00224CBC"/>
    <w:rsid w:val="00226D21"/>
    <w:rsid w:val="002270AF"/>
    <w:rsid w:val="002311D0"/>
    <w:rsid w:val="00234072"/>
    <w:rsid w:val="002341B6"/>
    <w:rsid w:val="00234561"/>
    <w:rsid w:val="00237DF0"/>
    <w:rsid w:val="00240F3E"/>
    <w:rsid w:val="00241F88"/>
    <w:rsid w:val="0024264A"/>
    <w:rsid w:val="00242973"/>
    <w:rsid w:val="002443E0"/>
    <w:rsid w:val="00246CF8"/>
    <w:rsid w:val="00247658"/>
    <w:rsid w:val="00247E57"/>
    <w:rsid w:val="002512FC"/>
    <w:rsid w:val="00254D5B"/>
    <w:rsid w:val="00255C32"/>
    <w:rsid w:val="0026035A"/>
    <w:rsid w:val="002606C0"/>
    <w:rsid w:val="00260D56"/>
    <w:rsid w:val="0026342E"/>
    <w:rsid w:val="002641BE"/>
    <w:rsid w:val="00266518"/>
    <w:rsid w:val="002726CC"/>
    <w:rsid w:val="0027392A"/>
    <w:rsid w:val="002747C3"/>
    <w:rsid w:val="00274FA1"/>
    <w:rsid w:val="00280A87"/>
    <w:rsid w:val="00283971"/>
    <w:rsid w:val="00287C6E"/>
    <w:rsid w:val="0029172D"/>
    <w:rsid w:val="00292CD0"/>
    <w:rsid w:val="00293F85"/>
    <w:rsid w:val="002948A6"/>
    <w:rsid w:val="00294F2C"/>
    <w:rsid w:val="002A0138"/>
    <w:rsid w:val="002B0E00"/>
    <w:rsid w:val="002B1014"/>
    <w:rsid w:val="002B3B30"/>
    <w:rsid w:val="002B4061"/>
    <w:rsid w:val="002C12F6"/>
    <w:rsid w:val="002C461A"/>
    <w:rsid w:val="002C572B"/>
    <w:rsid w:val="002C66A5"/>
    <w:rsid w:val="002D2B7D"/>
    <w:rsid w:val="002D31FF"/>
    <w:rsid w:val="002D62C3"/>
    <w:rsid w:val="002D6A39"/>
    <w:rsid w:val="002D73F4"/>
    <w:rsid w:val="002D7D82"/>
    <w:rsid w:val="002E3458"/>
    <w:rsid w:val="002E4035"/>
    <w:rsid w:val="002E623F"/>
    <w:rsid w:val="002E67FA"/>
    <w:rsid w:val="002F5202"/>
    <w:rsid w:val="00300055"/>
    <w:rsid w:val="00301A8F"/>
    <w:rsid w:val="00304A5C"/>
    <w:rsid w:val="00311547"/>
    <w:rsid w:val="00311684"/>
    <w:rsid w:val="00317B04"/>
    <w:rsid w:val="00317F22"/>
    <w:rsid w:val="00322152"/>
    <w:rsid w:val="00322D56"/>
    <w:rsid w:val="00325BC0"/>
    <w:rsid w:val="00331E1B"/>
    <w:rsid w:val="003346FC"/>
    <w:rsid w:val="0034002C"/>
    <w:rsid w:val="00340914"/>
    <w:rsid w:val="00351BE0"/>
    <w:rsid w:val="003575E1"/>
    <w:rsid w:val="00357B6D"/>
    <w:rsid w:val="00360961"/>
    <w:rsid w:val="003612AC"/>
    <w:rsid w:val="00364705"/>
    <w:rsid w:val="00366D99"/>
    <w:rsid w:val="003730EA"/>
    <w:rsid w:val="00373DE7"/>
    <w:rsid w:val="0037504C"/>
    <w:rsid w:val="0037640E"/>
    <w:rsid w:val="00380117"/>
    <w:rsid w:val="00382268"/>
    <w:rsid w:val="00387B56"/>
    <w:rsid w:val="00393C8A"/>
    <w:rsid w:val="00394009"/>
    <w:rsid w:val="00395A4F"/>
    <w:rsid w:val="00395B50"/>
    <w:rsid w:val="003A1C19"/>
    <w:rsid w:val="003A4595"/>
    <w:rsid w:val="003B08A1"/>
    <w:rsid w:val="003B16BE"/>
    <w:rsid w:val="003B26F4"/>
    <w:rsid w:val="003B573D"/>
    <w:rsid w:val="003B5BAF"/>
    <w:rsid w:val="003C06C9"/>
    <w:rsid w:val="003C0CE5"/>
    <w:rsid w:val="003C10D5"/>
    <w:rsid w:val="003C1CFC"/>
    <w:rsid w:val="003C22E9"/>
    <w:rsid w:val="003C2542"/>
    <w:rsid w:val="003C3508"/>
    <w:rsid w:val="003C7918"/>
    <w:rsid w:val="003D2070"/>
    <w:rsid w:val="003D29A1"/>
    <w:rsid w:val="003D2D3A"/>
    <w:rsid w:val="003D4AD3"/>
    <w:rsid w:val="003D5F8E"/>
    <w:rsid w:val="003E0868"/>
    <w:rsid w:val="003E57C0"/>
    <w:rsid w:val="003E7E49"/>
    <w:rsid w:val="003F0BF7"/>
    <w:rsid w:val="003F3F06"/>
    <w:rsid w:val="003F4604"/>
    <w:rsid w:val="003F4700"/>
    <w:rsid w:val="003F4F41"/>
    <w:rsid w:val="003F608C"/>
    <w:rsid w:val="00407143"/>
    <w:rsid w:val="0040759C"/>
    <w:rsid w:val="004133CE"/>
    <w:rsid w:val="00416072"/>
    <w:rsid w:val="004179A1"/>
    <w:rsid w:val="00417E55"/>
    <w:rsid w:val="00420925"/>
    <w:rsid w:val="00422A29"/>
    <w:rsid w:val="004244DB"/>
    <w:rsid w:val="004309EF"/>
    <w:rsid w:val="00431BF5"/>
    <w:rsid w:val="00432473"/>
    <w:rsid w:val="00432A2C"/>
    <w:rsid w:val="0043451A"/>
    <w:rsid w:val="00435D37"/>
    <w:rsid w:val="004411D0"/>
    <w:rsid w:val="00441488"/>
    <w:rsid w:val="00444890"/>
    <w:rsid w:val="004464E0"/>
    <w:rsid w:val="00447F9D"/>
    <w:rsid w:val="00450DC4"/>
    <w:rsid w:val="00450FCA"/>
    <w:rsid w:val="00452010"/>
    <w:rsid w:val="00452BDF"/>
    <w:rsid w:val="0045397B"/>
    <w:rsid w:val="004556E8"/>
    <w:rsid w:val="0046024C"/>
    <w:rsid w:val="004607DA"/>
    <w:rsid w:val="00461C7C"/>
    <w:rsid w:val="00470449"/>
    <w:rsid w:val="00483977"/>
    <w:rsid w:val="00485AB4"/>
    <w:rsid w:val="00486EC6"/>
    <w:rsid w:val="00487121"/>
    <w:rsid w:val="004906AC"/>
    <w:rsid w:val="00492E49"/>
    <w:rsid w:val="0049362B"/>
    <w:rsid w:val="004954E4"/>
    <w:rsid w:val="00495CBF"/>
    <w:rsid w:val="00496199"/>
    <w:rsid w:val="004A1026"/>
    <w:rsid w:val="004A12DB"/>
    <w:rsid w:val="004A434A"/>
    <w:rsid w:val="004B2549"/>
    <w:rsid w:val="004B3113"/>
    <w:rsid w:val="004B4EE1"/>
    <w:rsid w:val="004C01FF"/>
    <w:rsid w:val="004C515C"/>
    <w:rsid w:val="004C75B8"/>
    <w:rsid w:val="004D33E4"/>
    <w:rsid w:val="004D5CA5"/>
    <w:rsid w:val="004E0D14"/>
    <w:rsid w:val="004E217B"/>
    <w:rsid w:val="004E3DEA"/>
    <w:rsid w:val="004E4B3B"/>
    <w:rsid w:val="004F0146"/>
    <w:rsid w:val="004F2302"/>
    <w:rsid w:val="004F5173"/>
    <w:rsid w:val="004F6418"/>
    <w:rsid w:val="004F7986"/>
    <w:rsid w:val="0050286B"/>
    <w:rsid w:val="005044C5"/>
    <w:rsid w:val="005045B2"/>
    <w:rsid w:val="00505F0B"/>
    <w:rsid w:val="00511BFC"/>
    <w:rsid w:val="00521D3B"/>
    <w:rsid w:val="005236C2"/>
    <w:rsid w:val="0052751E"/>
    <w:rsid w:val="00527EF5"/>
    <w:rsid w:val="0053026A"/>
    <w:rsid w:val="00530EFC"/>
    <w:rsid w:val="00535D60"/>
    <w:rsid w:val="00536717"/>
    <w:rsid w:val="0053708B"/>
    <w:rsid w:val="00540EFD"/>
    <w:rsid w:val="00543370"/>
    <w:rsid w:val="005459F4"/>
    <w:rsid w:val="00550CE5"/>
    <w:rsid w:val="0055333C"/>
    <w:rsid w:val="00554658"/>
    <w:rsid w:val="00554C68"/>
    <w:rsid w:val="00560A36"/>
    <w:rsid w:val="0056171B"/>
    <w:rsid w:val="005625C0"/>
    <w:rsid w:val="00571484"/>
    <w:rsid w:val="005714FC"/>
    <w:rsid w:val="00571742"/>
    <w:rsid w:val="00572CFC"/>
    <w:rsid w:val="005768E6"/>
    <w:rsid w:val="00585AEB"/>
    <w:rsid w:val="005913F7"/>
    <w:rsid w:val="0059530E"/>
    <w:rsid w:val="005A0781"/>
    <w:rsid w:val="005A309D"/>
    <w:rsid w:val="005A4021"/>
    <w:rsid w:val="005A584C"/>
    <w:rsid w:val="005A5ADD"/>
    <w:rsid w:val="005A6199"/>
    <w:rsid w:val="005B1067"/>
    <w:rsid w:val="005B21BC"/>
    <w:rsid w:val="005B333E"/>
    <w:rsid w:val="005B42EA"/>
    <w:rsid w:val="005B5D56"/>
    <w:rsid w:val="005B63B6"/>
    <w:rsid w:val="005C3DE2"/>
    <w:rsid w:val="005C485C"/>
    <w:rsid w:val="005D2897"/>
    <w:rsid w:val="005D3D05"/>
    <w:rsid w:val="005D411B"/>
    <w:rsid w:val="005D4D9A"/>
    <w:rsid w:val="005D6412"/>
    <w:rsid w:val="005D7F63"/>
    <w:rsid w:val="005E1147"/>
    <w:rsid w:val="005E7288"/>
    <w:rsid w:val="005F1656"/>
    <w:rsid w:val="005F6C90"/>
    <w:rsid w:val="00600078"/>
    <w:rsid w:val="00612E25"/>
    <w:rsid w:val="006176F7"/>
    <w:rsid w:val="006220B8"/>
    <w:rsid w:val="0062248F"/>
    <w:rsid w:val="006234E4"/>
    <w:rsid w:val="00623620"/>
    <w:rsid w:val="0062542C"/>
    <w:rsid w:val="00626F5B"/>
    <w:rsid w:val="0062713A"/>
    <w:rsid w:val="006308D5"/>
    <w:rsid w:val="006318E5"/>
    <w:rsid w:val="00634C7D"/>
    <w:rsid w:val="006376D6"/>
    <w:rsid w:val="00637C85"/>
    <w:rsid w:val="00640069"/>
    <w:rsid w:val="006430B8"/>
    <w:rsid w:val="00644408"/>
    <w:rsid w:val="00646CC2"/>
    <w:rsid w:val="00647226"/>
    <w:rsid w:val="00647768"/>
    <w:rsid w:val="006550C8"/>
    <w:rsid w:val="00660143"/>
    <w:rsid w:val="00665298"/>
    <w:rsid w:val="00665624"/>
    <w:rsid w:val="006731BF"/>
    <w:rsid w:val="006740F7"/>
    <w:rsid w:val="0067669D"/>
    <w:rsid w:val="00677DF6"/>
    <w:rsid w:val="00683A29"/>
    <w:rsid w:val="00691258"/>
    <w:rsid w:val="0069254A"/>
    <w:rsid w:val="00692F82"/>
    <w:rsid w:val="0069491B"/>
    <w:rsid w:val="00697583"/>
    <w:rsid w:val="006A0E29"/>
    <w:rsid w:val="006A5C0C"/>
    <w:rsid w:val="006A6B59"/>
    <w:rsid w:val="006B56EA"/>
    <w:rsid w:val="006C159D"/>
    <w:rsid w:val="006C47E4"/>
    <w:rsid w:val="006C55C1"/>
    <w:rsid w:val="006C6D45"/>
    <w:rsid w:val="006C75D8"/>
    <w:rsid w:val="006D033C"/>
    <w:rsid w:val="006D1401"/>
    <w:rsid w:val="006D1F58"/>
    <w:rsid w:val="006D54E5"/>
    <w:rsid w:val="006D608A"/>
    <w:rsid w:val="006E0FD9"/>
    <w:rsid w:val="006E3237"/>
    <w:rsid w:val="006E4B0D"/>
    <w:rsid w:val="006E5885"/>
    <w:rsid w:val="006E7633"/>
    <w:rsid w:val="006F312F"/>
    <w:rsid w:val="006F41D1"/>
    <w:rsid w:val="006F45C0"/>
    <w:rsid w:val="006F4B60"/>
    <w:rsid w:val="006F79D8"/>
    <w:rsid w:val="00700472"/>
    <w:rsid w:val="007015A3"/>
    <w:rsid w:val="0070208E"/>
    <w:rsid w:val="007035FC"/>
    <w:rsid w:val="00703B01"/>
    <w:rsid w:val="00704DDC"/>
    <w:rsid w:val="00704F90"/>
    <w:rsid w:val="00706EAA"/>
    <w:rsid w:val="0071014C"/>
    <w:rsid w:val="00711454"/>
    <w:rsid w:val="007137B1"/>
    <w:rsid w:val="00720B38"/>
    <w:rsid w:val="007274F1"/>
    <w:rsid w:val="007343EB"/>
    <w:rsid w:val="00735050"/>
    <w:rsid w:val="00737B80"/>
    <w:rsid w:val="007453CE"/>
    <w:rsid w:val="0074713B"/>
    <w:rsid w:val="00750635"/>
    <w:rsid w:val="00753418"/>
    <w:rsid w:val="00755ACD"/>
    <w:rsid w:val="00756412"/>
    <w:rsid w:val="00756F8E"/>
    <w:rsid w:val="007605A0"/>
    <w:rsid w:val="007628A2"/>
    <w:rsid w:val="007654FE"/>
    <w:rsid w:val="007655BC"/>
    <w:rsid w:val="0076693B"/>
    <w:rsid w:val="00770A0D"/>
    <w:rsid w:val="00770B2F"/>
    <w:rsid w:val="0077173F"/>
    <w:rsid w:val="007740AD"/>
    <w:rsid w:val="0077554B"/>
    <w:rsid w:val="007756F1"/>
    <w:rsid w:val="0078514A"/>
    <w:rsid w:val="00785553"/>
    <w:rsid w:val="00785B93"/>
    <w:rsid w:val="007948A5"/>
    <w:rsid w:val="007949D0"/>
    <w:rsid w:val="0079644B"/>
    <w:rsid w:val="007A4152"/>
    <w:rsid w:val="007A64AE"/>
    <w:rsid w:val="007B120A"/>
    <w:rsid w:val="007B1DA8"/>
    <w:rsid w:val="007B2B31"/>
    <w:rsid w:val="007B39D7"/>
    <w:rsid w:val="007B424A"/>
    <w:rsid w:val="007C0C40"/>
    <w:rsid w:val="007C0CC6"/>
    <w:rsid w:val="007C3AAC"/>
    <w:rsid w:val="007C47AB"/>
    <w:rsid w:val="007C617F"/>
    <w:rsid w:val="007C6E98"/>
    <w:rsid w:val="007D07A6"/>
    <w:rsid w:val="007E1E3C"/>
    <w:rsid w:val="007E35FE"/>
    <w:rsid w:val="007E5A53"/>
    <w:rsid w:val="007E6054"/>
    <w:rsid w:val="008014A7"/>
    <w:rsid w:val="00801FE5"/>
    <w:rsid w:val="008020D6"/>
    <w:rsid w:val="008034E1"/>
    <w:rsid w:val="008048CB"/>
    <w:rsid w:val="0080789C"/>
    <w:rsid w:val="00810D7C"/>
    <w:rsid w:val="00815690"/>
    <w:rsid w:val="00815960"/>
    <w:rsid w:val="00817028"/>
    <w:rsid w:val="00820E7F"/>
    <w:rsid w:val="0082218D"/>
    <w:rsid w:val="00824933"/>
    <w:rsid w:val="0082626B"/>
    <w:rsid w:val="00832FB0"/>
    <w:rsid w:val="00834182"/>
    <w:rsid w:val="00834270"/>
    <w:rsid w:val="00834AA5"/>
    <w:rsid w:val="0083662F"/>
    <w:rsid w:val="00840B3D"/>
    <w:rsid w:val="00844748"/>
    <w:rsid w:val="008455D8"/>
    <w:rsid w:val="008458A9"/>
    <w:rsid w:val="00853D58"/>
    <w:rsid w:val="00853F30"/>
    <w:rsid w:val="008558A1"/>
    <w:rsid w:val="00856BB0"/>
    <w:rsid w:val="00864A42"/>
    <w:rsid w:val="0086681B"/>
    <w:rsid w:val="00866D48"/>
    <w:rsid w:val="0086700D"/>
    <w:rsid w:val="0086787D"/>
    <w:rsid w:val="008710A3"/>
    <w:rsid w:val="00873745"/>
    <w:rsid w:val="00874E63"/>
    <w:rsid w:val="00876BE9"/>
    <w:rsid w:val="00876FCA"/>
    <w:rsid w:val="008800DE"/>
    <w:rsid w:val="00881082"/>
    <w:rsid w:val="0088408E"/>
    <w:rsid w:val="00885049"/>
    <w:rsid w:val="00886AA8"/>
    <w:rsid w:val="008876D7"/>
    <w:rsid w:val="00895584"/>
    <w:rsid w:val="008A00F2"/>
    <w:rsid w:val="008A09E5"/>
    <w:rsid w:val="008A1177"/>
    <w:rsid w:val="008A4C48"/>
    <w:rsid w:val="008A610E"/>
    <w:rsid w:val="008A6DFC"/>
    <w:rsid w:val="008B0670"/>
    <w:rsid w:val="008B0EB5"/>
    <w:rsid w:val="008B2187"/>
    <w:rsid w:val="008B4885"/>
    <w:rsid w:val="008C3938"/>
    <w:rsid w:val="008C3D83"/>
    <w:rsid w:val="008C723C"/>
    <w:rsid w:val="008D39CB"/>
    <w:rsid w:val="008D5F11"/>
    <w:rsid w:val="008D723C"/>
    <w:rsid w:val="008E1978"/>
    <w:rsid w:val="008E1B88"/>
    <w:rsid w:val="008E3FD5"/>
    <w:rsid w:val="008E4078"/>
    <w:rsid w:val="008E42E2"/>
    <w:rsid w:val="008E7387"/>
    <w:rsid w:val="008F03F5"/>
    <w:rsid w:val="008F5C91"/>
    <w:rsid w:val="008F738D"/>
    <w:rsid w:val="00900136"/>
    <w:rsid w:val="00902559"/>
    <w:rsid w:val="009027B5"/>
    <w:rsid w:val="00902B3A"/>
    <w:rsid w:val="0090507C"/>
    <w:rsid w:val="009052EA"/>
    <w:rsid w:val="00906AF2"/>
    <w:rsid w:val="00910F25"/>
    <w:rsid w:val="00913015"/>
    <w:rsid w:val="009143E9"/>
    <w:rsid w:val="00914E12"/>
    <w:rsid w:val="00915ACE"/>
    <w:rsid w:val="00915F11"/>
    <w:rsid w:val="0092248A"/>
    <w:rsid w:val="009236ED"/>
    <w:rsid w:val="00923CF4"/>
    <w:rsid w:val="00924B36"/>
    <w:rsid w:val="00926573"/>
    <w:rsid w:val="00931D89"/>
    <w:rsid w:val="0093241D"/>
    <w:rsid w:val="00932A8D"/>
    <w:rsid w:val="00932F0D"/>
    <w:rsid w:val="009412BA"/>
    <w:rsid w:val="009412E7"/>
    <w:rsid w:val="0094630A"/>
    <w:rsid w:val="00947DD3"/>
    <w:rsid w:val="00952D07"/>
    <w:rsid w:val="00962F11"/>
    <w:rsid w:val="00965670"/>
    <w:rsid w:val="00972044"/>
    <w:rsid w:val="00974985"/>
    <w:rsid w:val="00974D86"/>
    <w:rsid w:val="00977314"/>
    <w:rsid w:val="0097766A"/>
    <w:rsid w:val="0098239C"/>
    <w:rsid w:val="00985787"/>
    <w:rsid w:val="0099030B"/>
    <w:rsid w:val="00991A52"/>
    <w:rsid w:val="009964F3"/>
    <w:rsid w:val="009A1915"/>
    <w:rsid w:val="009A56F5"/>
    <w:rsid w:val="009A5BB7"/>
    <w:rsid w:val="009B1A7D"/>
    <w:rsid w:val="009B34E0"/>
    <w:rsid w:val="009B4579"/>
    <w:rsid w:val="009C1E1D"/>
    <w:rsid w:val="009C4287"/>
    <w:rsid w:val="009D02CC"/>
    <w:rsid w:val="009D066B"/>
    <w:rsid w:val="009D263B"/>
    <w:rsid w:val="009D41C9"/>
    <w:rsid w:val="009D5B46"/>
    <w:rsid w:val="009D6FCB"/>
    <w:rsid w:val="009E0C9D"/>
    <w:rsid w:val="009E1BCE"/>
    <w:rsid w:val="009E2084"/>
    <w:rsid w:val="009E3946"/>
    <w:rsid w:val="009E4668"/>
    <w:rsid w:val="009F4F91"/>
    <w:rsid w:val="009F6DCA"/>
    <w:rsid w:val="00A00340"/>
    <w:rsid w:val="00A00359"/>
    <w:rsid w:val="00A0144F"/>
    <w:rsid w:val="00A02194"/>
    <w:rsid w:val="00A0242C"/>
    <w:rsid w:val="00A02994"/>
    <w:rsid w:val="00A05172"/>
    <w:rsid w:val="00A10CC6"/>
    <w:rsid w:val="00A10EAC"/>
    <w:rsid w:val="00A12E25"/>
    <w:rsid w:val="00A13E89"/>
    <w:rsid w:val="00A142F5"/>
    <w:rsid w:val="00A155DE"/>
    <w:rsid w:val="00A21E95"/>
    <w:rsid w:val="00A2270E"/>
    <w:rsid w:val="00A24045"/>
    <w:rsid w:val="00A24588"/>
    <w:rsid w:val="00A25A54"/>
    <w:rsid w:val="00A25DC9"/>
    <w:rsid w:val="00A25EE5"/>
    <w:rsid w:val="00A2766B"/>
    <w:rsid w:val="00A337F3"/>
    <w:rsid w:val="00A3402C"/>
    <w:rsid w:val="00A36A81"/>
    <w:rsid w:val="00A37A1D"/>
    <w:rsid w:val="00A42992"/>
    <w:rsid w:val="00A43132"/>
    <w:rsid w:val="00A51A98"/>
    <w:rsid w:val="00A5229E"/>
    <w:rsid w:val="00A53794"/>
    <w:rsid w:val="00A5526B"/>
    <w:rsid w:val="00A55F3E"/>
    <w:rsid w:val="00A57802"/>
    <w:rsid w:val="00A615B8"/>
    <w:rsid w:val="00A625A5"/>
    <w:rsid w:val="00A64992"/>
    <w:rsid w:val="00A64AAF"/>
    <w:rsid w:val="00A75BF8"/>
    <w:rsid w:val="00A760E4"/>
    <w:rsid w:val="00A844DA"/>
    <w:rsid w:val="00A85D29"/>
    <w:rsid w:val="00A90316"/>
    <w:rsid w:val="00A908BA"/>
    <w:rsid w:val="00A91EE6"/>
    <w:rsid w:val="00A95382"/>
    <w:rsid w:val="00A965A2"/>
    <w:rsid w:val="00A970A5"/>
    <w:rsid w:val="00AA1A94"/>
    <w:rsid w:val="00AA21E2"/>
    <w:rsid w:val="00AA27B0"/>
    <w:rsid w:val="00AA4A32"/>
    <w:rsid w:val="00AB4D91"/>
    <w:rsid w:val="00AC540E"/>
    <w:rsid w:val="00AD1FD4"/>
    <w:rsid w:val="00AD39B4"/>
    <w:rsid w:val="00AD3FD4"/>
    <w:rsid w:val="00AD470B"/>
    <w:rsid w:val="00AD7897"/>
    <w:rsid w:val="00AD7CD4"/>
    <w:rsid w:val="00AF1B90"/>
    <w:rsid w:val="00AF216D"/>
    <w:rsid w:val="00AF3226"/>
    <w:rsid w:val="00AF4C8E"/>
    <w:rsid w:val="00AF7189"/>
    <w:rsid w:val="00AF7E16"/>
    <w:rsid w:val="00B00EA9"/>
    <w:rsid w:val="00B00ECD"/>
    <w:rsid w:val="00B0283A"/>
    <w:rsid w:val="00B030EB"/>
    <w:rsid w:val="00B03AFF"/>
    <w:rsid w:val="00B04E32"/>
    <w:rsid w:val="00B0785D"/>
    <w:rsid w:val="00B123BD"/>
    <w:rsid w:val="00B159A5"/>
    <w:rsid w:val="00B167DD"/>
    <w:rsid w:val="00B170AF"/>
    <w:rsid w:val="00B1759B"/>
    <w:rsid w:val="00B175BF"/>
    <w:rsid w:val="00B244CE"/>
    <w:rsid w:val="00B2728E"/>
    <w:rsid w:val="00B32F7B"/>
    <w:rsid w:val="00B34243"/>
    <w:rsid w:val="00B344D8"/>
    <w:rsid w:val="00B3604D"/>
    <w:rsid w:val="00B377AA"/>
    <w:rsid w:val="00B41010"/>
    <w:rsid w:val="00B41A91"/>
    <w:rsid w:val="00B47668"/>
    <w:rsid w:val="00B53B47"/>
    <w:rsid w:val="00B53E52"/>
    <w:rsid w:val="00B540A3"/>
    <w:rsid w:val="00B578F0"/>
    <w:rsid w:val="00B57DC8"/>
    <w:rsid w:val="00B61B08"/>
    <w:rsid w:val="00B62FA7"/>
    <w:rsid w:val="00B66700"/>
    <w:rsid w:val="00B73745"/>
    <w:rsid w:val="00B75AA7"/>
    <w:rsid w:val="00B774CF"/>
    <w:rsid w:val="00B821A9"/>
    <w:rsid w:val="00B85388"/>
    <w:rsid w:val="00B874F1"/>
    <w:rsid w:val="00B915D4"/>
    <w:rsid w:val="00B930DD"/>
    <w:rsid w:val="00B94A7B"/>
    <w:rsid w:val="00B954A6"/>
    <w:rsid w:val="00BA160E"/>
    <w:rsid w:val="00BA1DAA"/>
    <w:rsid w:val="00BA3F85"/>
    <w:rsid w:val="00BA5B6E"/>
    <w:rsid w:val="00BA73E8"/>
    <w:rsid w:val="00BB1B7B"/>
    <w:rsid w:val="00BB302D"/>
    <w:rsid w:val="00BB59C0"/>
    <w:rsid w:val="00BC263B"/>
    <w:rsid w:val="00BC7A44"/>
    <w:rsid w:val="00BD161A"/>
    <w:rsid w:val="00BD2CD2"/>
    <w:rsid w:val="00BD3C6A"/>
    <w:rsid w:val="00BD3C94"/>
    <w:rsid w:val="00BD4343"/>
    <w:rsid w:val="00BE1161"/>
    <w:rsid w:val="00BE2889"/>
    <w:rsid w:val="00BF245E"/>
    <w:rsid w:val="00BF32CD"/>
    <w:rsid w:val="00BF5E58"/>
    <w:rsid w:val="00BF72B8"/>
    <w:rsid w:val="00C0462A"/>
    <w:rsid w:val="00C10C63"/>
    <w:rsid w:val="00C13223"/>
    <w:rsid w:val="00C154C6"/>
    <w:rsid w:val="00C16A60"/>
    <w:rsid w:val="00C174B8"/>
    <w:rsid w:val="00C17F6A"/>
    <w:rsid w:val="00C21117"/>
    <w:rsid w:val="00C25B19"/>
    <w:rsid w:val="00C27BC5"/>
    <w:rsid w:val="00C32B6A"/>
    <w:rsid w:val="00C33858"/>
    <w:rsid w:val="00C34EFD"/>
    <w:rsid w:val="00C409DF"/>
    <w:rsid w:val="00C453F2"/>
    <w:rsid w:val="00C459C2"/>
    <w:rsid w:val="00C47299"/>
    <w:rsid w:val="00C51F31"/>
    <w:rsid w:val="00C530AD"/>
    <w:rsid w:val="00C60030"/>
    <w:rsid w:val="00C6447E"/>
    <w:rsid w:val="00C64742"/>
    <w:rsid w:val="00C65386"/>
    <w:rsid w:val="00C656BA"/>
    <w:rsid w:val="00C7156C"/>
    <w:rsid w:val="00C7271E"/>
    <w:rsid w:val="00C72882"/>
    <w:rsid w:val="00C73192"/>
    <w:rsid w:val="00C77098"/>
    <w:rsid w:val="00C80A74"/>
    <w:rsid w:val="00C82A41"/>
    <w:rsid w:val="00C86C5B"/>
    <w:rsid w:val="00C87535"/>
    <w:rsid w:val="00C94601"/>
    <w:rsid w:val="00C96934"/>
    <w:rsid w:val="00C96F5D"/>
    <w:rsid w:val="00C97F3B"/>
    <w:rsid w:val="00CA03A3"/>
    <w:rsid w:val="00CA23BC"/>
    <w:rsid w:val="00CA245B"/>
    <w:rsid w:val="00CA6819"/>
    <w:rsid w:val="00CA7802"/>
    <w:rsid w:val="00CB12E0"/>
    <w:rsid w:val="00CB1717"/>
    <w:rsid w:val="00CB31AB"/>
    <w:rsid w:val="00CC3FC8"/>
    <w:rsid w:val="00CC429F"/>
    <w:rsid w:val="00CC7526"/>
    <w:rsid w:val="00CC7BB9"/>
    <w:rsid w:val="00CE1BBD"/>
    <w:rsid w:val="00CE3375"/>
    <w:rsid w:val="00CE47F4"/>
    <w:rsid w:val="00CE4AD9"/>
    <w:rsid w:val="00CE581B"/>
    <w:rsid w:val="00CF491B"/>
    <w:rsid w:val="00CF7EAD"/>
    <w:rsid w:val="00D001AB"/>
    <w:rsid w:val="00D0215D"/>
    <w:rsid w:val="00D10E92"/>
    <w:rsid w:val="00D21A20"/>
    <w:rsid w:val="00D21A6C"/>
    <w:rsid w:val="00D35821"/>
    <w:rsid w:val="00D360BE"/>
    <w:rsid w:val="00D37B13"/>
    <w:rsid w:val="00D37C73"/>
    <w:rsid w:val="00D44439"/>
    <w:rsid w:val="00D47399"/>
    <w:rsid w:val="00D50DF4"/>
    <w:rsid w:val="00D512C8"/>
    <w:rsid w:val="00D56AE3"/>
    <w:rsid w:val="00D6259C"/>
    <w:rsid w:val="00D62647"/>
    <w:rsid w:val="00D62F72"/>
    <w:rsid w:val="00D65130"/>
    <w:rsid w:val="00D653FA"/>
    <w:rsid w:val="00D657AE"/>
    <w:rsid w:val="00D67174"/>
    <w:rsid w:val="00D70228"/>
    <w:rsid w:val="00D71788"/>
    <w:rsid w:val="00D71E82"/>
    <w:rsid w:val="00D746AA"/>
    <w:rsid w:val="00D75762"/>
    <w:rsid w:val="00D76A48"/>
    <w:rsid w:val="00D76B52"/>
    <w:rsid w:val="00D77C0D"/>
    <w:rsid w:val="00D92396"/>
    <w:rsid w:val="00D95BB6"/>
    <w:rsid w:val="00D97738"/>
    <w:rsid w:val="00D97A31"/>
    <w:rsid w:val="00D97C25"/>
    <w:rsid w:val="00D97D16"/>
    <w:rsid w:val="00DA3BEF"/>
    <w:rsid w:val="00DB1640"/>
    <w:rsid w:val="00DB49D8"/>
    <w:rsid w:val="00DC1163"/>
    <w:rsid w:val="00DC1738"/>
    <w:rsid w:val="00DC227D"/>
    <w:rsid w:val="00DC4EBE"/>
    <w:rsid w:val="00DC5BEA"/>
    <w:rsid w:val="00DC76A4"/>
    <w:rsid w:val="00DD3FE4"/>
    <w:rsid w:val="00DD4C16"/>
    <w:rsid w:val="00DD6F90"/>
    <w:rsid w:val="00DE0C01"/>
    <w:rsid w:val="00DE1069"/>
    <w:rsid w:val="00DE14F8"/>
    <w:rsid w:val="00DE3417"/>
    <w:rsid w:val="00DE3644"/>
    <w:rsid w:val="00DE3DEC"/>
    <w:rsid w:val="00DE5895"/>
    <w:rsid w:val="00DF1A04"/>
    <w:rsid w:val="00DF35F1"/>
    <w:rsid w:val="00DF3709"/>
    <w:rsid w:val="00DF3EA6"/>
    <w:rsid w:val="00DF4464"/>
    <w:rsid w:val="00E01107"/>
    <w:rsid w:val="00E023E0"/>
    <w:rsid w:val="00E06D47"/>
    <w:rsid w:val="00E075E3"/>
    <w:rsid w:val="00E11811"/>
    <w:rsid w:val="00E11BE9"/>
    <w:rsid w:val="00E14D20"/>
    <w:rsid w:val="00E1555E"/>
    <w:rsid w:val="00E158B1"/>
    <w:rsid w:val="00E27D3E"/>
    <w:rsid w:val="00E41EA6"/>
    <w:rsid w:val="00E429AE"/>
    <w:rsid w:val="00E43D40"/>
    <w:rsid w:val="00E44C47"/>
    <w:rsid w:val="00E45FBE"/>
    <w:rsid w:val="00E5011F"/>
    <w:rsid w:val="00E51786"/>
    <w:rsid w:val="00E51A90"/>
    <w:rsid w:val="00E55B91"/>
    <w:rsid w:val="00E5708E"/>
    <w:rsid w:val="00E630E7"/>
    <w:rsid w:val="00E63ECA"/>
    <w:rsid w:val="00E6529D"/>
    <w:rsid w:val="00E65F0E"/>
    <w:rsid w:val="00E71779"/>
    <w:rsid w:val="00E72990"/>
    <w:rsid w:val="00E73885"/>
    <w:rsid w:val="00E74065"/>
    <w:rsid w:val="00E7593E"/>
    <w:rsid w:val="00E75AE3"/>
    <w:rsid w:val="00E7793D"/>
    <w:rsid w:val="00E80CF0"/>
    <w:rsid w:val="00E848C4"/>
    <w:rsid w:val="00E86DA8"/>
    <w:rsid w:val="00E87155"/>
    <w:rsid w:val="00E8794A"/>
    <w:rsid w:val="00E91E09"/>
    <w:rsid w:val="00E91FC4"/>
    <w:rsid w:val="00E9210B"/>
    <w:rsid w:val="00E95A4B"/>
    <w:rsid w:val="00E9607B"/>
    <w:rsid w:val="00E971D9"/>
    <w:rsid w:val="00EA1DE3"/>
    <w:rsid w:val="00EB0CC1"/>
    <w:rsid w:val="00EB47E0"/>
    <w:rsid w:val="00EB4BAF"/>
    <w:rsid w:val="00EB4DA5"/>
    <w:rsid w:val="00EC0926"/>
    <w:rsid w:val="00EC33E4"/>
    <w:rsid w:val="00ED2872"/>
    <w:rsid w:val="00ED2E7A"/>
    <w:rsid w:val="00ED51F3"/>
    <w:rsid w:val="00ED6946"/>
    <w:rsid w:val="00EE2E0E"/>
    <w:rsid w:val="00EE2F64"/>
    <w:rsid w:val="00EE317E"/>
    <w:rsid w:val="00EE38E1"/>
    <w:rsid w:val="00EE45D3"/>
    <w:rsid w:val="00EE54F3"/>
    <w:rsid w:val="00EE7E7F"/>
    <w:rsid w:val="00EF1E91"/>
    <w:rsid w:val="00EF3044"/>
    <w:rsid w:val="00EF3B56"/>
    <w:rsid w:val="00F000CF"/>
    <w:rsid w:val="00F0154C"/>
    <w:rsid w:val="00F021A1"/>
    <w:rsid w:val="00F07379"/>
    <w:rsid w:val="00F11470"/>
    <w:rsid w:val="00F11B95"/>
    <w:rsid w:val="00F11CA7"/>
    <w:rsid w:val="00F21765"/>
    <w:rsid w:val="00F21994"/>
    <w:rsid w:val="00F22BF6"/>
    <w:rsid w:val="00F23039"/>
    <w:rsid w:val="00F2514A"/>
    <w:rsid w:val="00F302FD"/>
    <w:rsid w:val="00F30AD8"/>
    <w:rsid w:val="00F349E2"/>
    <w:rsid w:val="00F36EE0"/>
    <w:rsid w:val="00F40999"/>
    <w:rsid w:val="00F41F3B"/>
    <w:rsid w:val="00F450A2"/>
    <w:rsid w:val="00F452BC"/>
    <w:rsid w:val="00F550FA"/>
    <w:rsid w:val="00F5612F"/>
    <w:rsid w:val="00F56C53"/>
    <w:rsid w:val="00F60C0B"/>
    <w:rsid w:val="00F6319F"/>
    <w:rsid w:val="00F67C52"/>
    <w:rsid w:val="00F7258B"/>
    <w:rsid w:val="00F730E7"/>
    <w:rsid w:val="00F75C83"/>
    <w:rsid w:val="00F839E3"/>
    <w:rsid w:val="00F94A57"/>
    <w:rsid w:val="00F95BAB"/>
    <w:rsid w:val="00F970A3"/>
    <w:rsid w:val="00FA0202"/>
    <w:rsid w:val="00FA3905"/>
    <w:rsid w:val="00FB0F87"/>
    <w:rsid w:val="00FB1160"/>
    <w:rsid w:val="00FB1C49"/>
    <w:rsid w:val="00FB1FA9"/>
    <w:rsid w:val="00FC3F62"/>
    <w:rsid w:val="00FC4B80"/>
    <w:rsid w:val="00FC74BD"/>
    <w:rsid w:val="00FD10FA"/>
    <w:rsid w:val="00FD22AA"/>
    <w:rsid w:val="00FE2ED5"/>
    <w:rsid w:val="00FE6262"/>
    <w:rsid w:val="00FF511F"/>
    <w:rsid w:val="00FF741B"/>
    <w:rsid w:val="00FF7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72A14281"/>
  <w15:docId w15:val="{8658A71E-E9F1-460F-8C41-BCC6D9DC7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Verdana" w:eastAsia="Verdana" w:hAnsi="Verdana" w:cs="Verdana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semiHidden="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unhideWhenUsed="1" w:qFormat="1"/>
    <w:lsdException w:name="heading 7" w:semiHidden="1" w:qFormat="1"/>
    <w:lsdException w:name="heading 8" w:semiHidden="1" w:qFormat="1"/>
    <w:lsdException w:name="heading 9" w:semiHidden="1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62248F"/>
    <w:rPr>
      <w:rFonts w:ascii="Arial" w:hAnsi="Arial"/>
      <w:szCs w:val="24"/>
      <w:lang w:eastAsia="en-US"/>
    </w:rPr>
  </w:style>
  <w:style w:type="paragraph" w:styleId="Heading4">
    <w:name w:val="heading 4"/>
    <w:basedOn w:val="Normal"/>
    <w:next w:val="Normal"/>
    <w:link w:val="Heading4Char"/>
    <w:rsid w:val="00A337F3"/>
    <w:pPr>
      <w:keepNext/>
      <w:keepLines/>
      <w:spacing w:before="240" w:after="40"/>
      <w:outlineLvl w:val="3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C071C"/>
    <w:rPr>
      <w:rFonts w:ascii="Arial" w:hAnsi="Arial"/>
    </w:r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rsid w:val="0062248F"/>
    <w:pPr>
      <w:ind w:left="-567"/>
    </w:pPr>
    <w:rPr>
      <w:rFonts w:ascii="Arial" w:hAnsi="Arial"/>
      <w:sz w:val="16"/>
      <w:szCs w:val="24"/>
      <w:lang w:eastAsia="en-US"/>
    </w:rPr>
  </w:style>
  <w:style w:type="paragraph" w:styleId="Header">
    <w:name w:val="header"/>
    <w:rsid w:val="00E1555E"/>
    <w:pPr>
      <w:tabs>
        <w:tab w:val="left" w:pos="9013"/>
        <w:tab w:val="right" w:pos="9858"/>
      </w:tabs>
      <w:spacing w:before="180"/>
      <w:ind w:right="760"/>
      <w:jc w:val="right"/>
    </w:pPr>
    <w:rPr>
      <w:rFonts w:ascii="Arial" w:hAnsi="Arial"/>
      <w:b/>
      <w:sz w:val="24"/>
      <w:szCs w:val="24"/>
      <w:lang w:eastAsia="en-US"/>
    </w:rPr>
  </w:style>
  <w:style w:type="paragraph" w:customStyle="1" w:styleId="Unitnumber">
    <w:name w:val="Unit number"/>
    <w:next w:val="Text"/>
    <w:qFormat/>
    <w:rsid w:val="00E44C47"/>
    <w:pPr>
      <w:tabs>
        <w:tab w:val="left" w:pos="0"/>
      </w:tabs>
      <w:ind w:left="-567"/>
    </w:pPr>
    <w:rPr>
      <w:rFonts w:ascii="Arial" w:hAnsi="Arial" w:cs="Arial"/>
      <w:b/>
      <w:color w:val="FFFFFF" w:themeColor="background1"/>
      <w:sz w:val="68"/>
      <w:szCs w:val="24"/>
    </w:rPr>
  </w:style>
  <w:style w:type="paragraph" w:customStyle="1" w:styleId="Grammarsuggestionbox">
    <w:name w:val="Grammar suggestion box"/>
    <w:basedOn w:val="Starterhead"/>
    <w:qFormat/>
    <w:rsid w:val="00D746AA"/>
  </w:style>
  <w:style w:type="character" w:styleId="PageNumber">
    <w:name w:val="page number"/>
    <w:rsid w:val="00B66700"/>
    <w:rPr>
      <w:rFonts w:ascii="Arial" w:hAnsi="Arial"/>
      <w:b/>
      <w:color w:val="auto"/>
      <w:sz w:val="20"/>
    </w:rPr>
  </w:style>
  <w:style w:type="paragraph" w:customStyle="1" w:styleId="Rubricquestion">
    <w:name w:val="Rubric question"/>
    <w:next w:val="Text"/>
    <w:qFormat/>
    <w:rsid w:val="005714FC"/>
    <w:pPr>
      <w:spacing w:before="240" w:after="120"/>
    </w:pPr>
    <w:rPr>
      <w:rFonts w:ascii="Arial" w:hAnsi="Arial" w:cs="Arial"/>
      <w:b/>
      <w:sz w:val="24"/>
      <w:szCs w:val="24"/>
    </w:rPr>
  </w:style>
  <w:style w:type="paragraph" w:customStyle="1" w:styleId="Text">
    <w:name w:val="Text"/>
    <w:qFormat/>
    <w:rsid w:val="00A42992"/>
    <w:pPr>
      <w:spacing w:before="80" w:after="60" w:line="240" w:lineRule="atLeast"/>
    </w:pPr>
    <w:rPr>
      <w:rFonts w:ascii="Arial" w:hAnsi="Arial" w:cs="Arial"/>
      <w:szCs w:val="24"/>
      <w:lang w:eastAsia="en-US"/>
    </w:rPr>
  </w:style>
  <w:style w:type="paragraph" w:customStyle="1" w:styleId="Textbullets">
    <w:name w:val="Text bullets"/>
    <w:qFormat/>
    <w:rsid w:val="00677DF6"/>
    <w:pPr>
      <w:numPr>
        <w:numId w:val="9"/>
      </w:numPr>
      <w:tabs>
        <w:tab w:val="clear" w:pos="397"/>
      </w:tabs>
      <w:spacing w:before="80" w:after="60" w:line="240" w:lineRule="atLeast"/>
      <w:ind w:left="340" w:hanging="340"/>
    </w:pPr>
    <w:rPr>
      <w:rFonts w:ascii="Arial" w:hAnsi="Arial" w:cs="Arial"/>
      <w:szCs w:val="24"/>
      <w:lang w:eastAsia="en-US"/>
    </w:rPr>
  </w:style>
  <w:style w:type="numbering" w:customStyle="1" w:styleId="Listnum">
    <w:name w:val="List num"/>
    <w:basedOn w:val="NoList"/>
    <w:semiHidden/>
    <w:rsid w:val="00EE54F3"/>
    <w:pPr>
      <w:numPr>
        <w:numId w:val="1"/>
      </w:numPr>
    </w:pPr>
  </w:style>
  <w:style w:type="paragraph" w:customStyle="1" w:styleId="Grammarsuggestiontext">
    <w:name w:val="Grammar suggestion text"/>
    <w:basedOn w:val="Starterhead"/>
    <w:qFormat/>
    <w:rsid w:val="00D746AA"/>
    <w:rPr>
      <w:b w:val="0"/>
      <w:sz w:val="20"/>
      <w:szCs w:val="20"/>
    </w:rPr>
  </w:style>
  <w:style w:type="paragraph" w:customStyle="1" w:styleId="Numberedlist">
    <w:name w:val="Numbered list"/>
    <w:qFormat/>
    <w:rsid w:val="00820E7F"/>
    <w:pPr>
      <w:spacing w:before="80" w:after="60" w:line="240" w:lineRule="atLeast"/>
      <w:ind w:left="340" w:hanging="340"/>
    </w:pPr>
    <w:rPr>
      <w:rFonts w:ascii="Arial" w:hAnsi="Arial"/>
      <w:szCs w:val="24"/>
    </w:rPr>
  </w:style>
  <w:style w:type="paragraph" w:customStyle="1" w:styleId="Starterhead">
    <w:name w:val="Starter head"/>
    <w:next w:val="Startertext"/>
    <w:qFormat/>
    <w:rsid w:val="00B930DD"/>
    <w:pPr>
      <w:keepNext/>
      <w:pBdr>
        <w:top w:val="single" w:sz="4" w:space="2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404040"/>
      <w:spacing w:before="80" w:after="60"/>
      <w:ind w:left="108" w:right="108"/>
    </w:pPr>
    <w:rPr>
      <w:rFonts w:ascii="Arial" w:hAnsi="Arial" w:cs="Arial"/>
      <w:b/>
      <w:color w:val="FFFFFF"/>
      <w:sz w:val="22"/>
      <w:szCs w:val="24"/>
      <w:lang w:eastAsia="en-US"/>
    </w:rPr>
  </w:style>
  <w:style w:type="paragraph" w:customStyle="1" w:styleId="Startersub-head">
    <w:name w:val="Starter sub-head"/>
    <w:next w:val="Startertext"/>
    <w:qFormat/>
    <w:rsid w:val="0052751E"/>
    <w:pPr>
      <w:keepNext/>
      <w:pBdr>
        <w:top w:val="single" w:sz="4" w:space="2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ECECEC"/>
      <w:spacing w:before="120"/>
      <w:ind w:left="108" w:right="108"/>
    </w:pPr>
    <w:rPr>
      <w:rFonts w:ascii="Arial" w:hAnsi="Arial" w:cs="Arial"/>
      <w:b/>
      <w:szCs w:val="24"/>
      <w:lang w:eastAsia="en-US"/>
    </w:rPr>
  </w:style>
  <w:style w:type="paragraph" w:customStyle="1" w:styleId="Startertext">
    <w:name w:val="Starter text"/>
    <w:qFormat/>
    <w:rsid w:val="0052751E"/>
    <w:pPr>
      <w:pBdr>
        <w:top w:val="single" w:sz="4" w:space="2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ECECEC"/>
      <w:tabs>
        <w:tab w:val="left" w:pos="340"/>
      </w:tabs>
      <w:spacing w:before="80" w:after="60" w:line="240" w:lineRule="atLeast"/>
      <w:ind w:left="108" w:right="108"/>
    </w:pPr>
    <w:rPr>
      <w:rFonts w:ascii="Arial" w:hAnsi="Arial" w:cs="Arial"/>
      <w:szCs w:val="24"/>
      <w:lang w:eastAsia="en-US"/>
    </w:rPr>
  </w:style>
  <w:style w:type="paragraph" w:customStyle="1" w:styleId="Startertextbullets">
    <w:name w:val="Starter text bullets"/>
    <w:qFormat/>
    <w:rsid w:val="0052751E"/>
    <w:pPr>
      <w:numPr>
        <w:numId w:val="5"/>
      </w:numPr>
      <w:pBdr>
        <w:top w:val="single" w:sz="4" w:space="2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ECECEC"/>
      <w:tabs>
        <w:tab w:val="clear" w:pos="505"/>
        <w:tab w:val="left" w:pos="448"/>
      </w:tabs>
      <w:spacing w:before="80" w:after="60" w:line="240" w:lineRule="atLeast"/>
      <w:ind w:left="448" w:right="108" w:hanging="340"/>
    </w:pPr>
    <w:rPr>
      <w:rFonts w:ascii="Arial" w:hAnsi="Arial" w:cs="Arial"/>
      <w:szCs w:val="24"/>
      <w:lang w:eastAsia="en-US"/>
    </w:rPr>
  </w:style>
  <w:style w:type="paragraph" w:customStyle="1" w:styleId="Plenaryhead">
    <w:name w:val="Plenary head"/>
    <w:next w:val="Plenarytext"/>
    <w:qFormat/>
    <w:rsid w:val="0052751E"/>
    <w:pPr>
      <w:keepNext/>
      <w:pBdr>
        <w:top w:val="single" w:sz="4" w:space="2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F2F2F2"/>
      <w:spacing w:before="80" w:after="60"/>
      <w:ind w:left="108" w:right="108"/>
    </w:pPr>
    <w:rPr>
      <w:rFonts w:ascii="Arial" w:hAnsi="Arial" w:cs="Arial"/>
      <w:b/>
      <w:sz w:val="22"/>
      <w:szCs w:val="24"/>
      <w:lang w:eastAsia="en-US"/>
    </w:rPr>
  </w:style>
  <w:style w:type="paragraph" w:customStyle="1" w:styleId="Startertextnumberedlist">
    <w:name w:val="Starter text numbered list"/>
    <w:qFormat/>
    <w:rsid w:val="0052751E"/>
    <w:pPr>
      <w:pBdr>
        <w:top w:val="single" w:sz="4" w:space="2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ECECEC"/>
      <w:spacing w:before="80" w:after="60" w:line="240" w:lineRule="atLeast"/>
      <w:ind w:left="448" w:right="108" w:hanging="340"/>
    </w:pPr>
    <w:rPr>
      <w:rFonts w:ascii="Arial" w:hAnsi="Arial" w:cs="Arial"/>
      <w:szCs w:val="24"/>
      <w:lang w:eastAsia="en-US"/>
    </w:rPr>
  </w:style>
  <w:style w:type="paragraph" w:customStyle="1" w:styleId="Plenarysub-head">
    <w:name w:val="Plenary sub-head"/>
    <w:next w:val="Plenarytext"/>
    <w:qFormat/>
    <w:rsid w:val="0052751E"/>
    <w:pPr>
      <w:keepNext/>
      <w:pBdr>
        <w:top w:val="single" w:sz="4" w:space="2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D1D1D1"/>
      <w:spacing w:before="120"/>
      <w:ind w:left="108" w:right="108"/>
    </w:pPr>
    <w:rPr>
      <w:rFonts w:ascii="Arial" w:hAnsi="Arial" w:cs="Arial"/>
      <w:b/>
      <w:szCs w:val="24"/>
      <w:lang w:eastAsia="en-US"/>
    </w:rPr>
  </w:style>
  <w:style w:type="paragraph" w:customStyle="1" w:styleId="Plenarytext">
    <w:name w:val="Plenary text"/>
    <w:qFormat/>
    <w:rsid w:val="0052751E"/>
    <w:pPr>
      <w:pBdr>
        <w:top w:val="single" w:sz="4" w:space="2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D1D1D1"/>
      <w:spacing w:before="80" w:after="60" w:line="240" w:lineRule="atLeast"/>
      <w:ind w:left="108" w:right="108"/>
    </w:pPr>
    <w:rPr>
      <w:rFonts w:ascii="Arial" w:hAnsi="Arial" w:cs="Arial"/>
      <w:szCs w:val="24"/>
      <w:lang w:eastAsia="en-US"/>
    </w:rPr>
  </w:style>
  <w:style w:type="paragraph" w:customStyle="1" w:styleId="Plenarytextbullets">
    <w:name w:val="Plenary text bullets"/>
    <w:qFormat/>
    <w:rsid w:val="0052751E"/>
    <w:pPr>
      <w:numPr>
        <w:numId w:val="4"/>
      </w:numPr>
      <w:pBdr>
        <w:top w:val="single" w:sz="4" w:space="2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D1D1D1"/>
      <w:tabs>
        <w:tab w:val="clear" w:pos="505"/>
        <w:tab w:val="left" w:pos="448"/>
      </w:tabs>
      <w:spacing w:before="80" w:after="60" w:line="240" w:lineRule="atLeast"/>
      <w:ind w:left="448" w:right="108" w:hanging="340"/>
    </w:pPr>
    <w:rPr>
      <w:rFonts w:ascii="Arial" w:hAnsi="Arial" w:cs="Arial"/>
      <w:szCs w:val="24"/>
      <w:lang w:eastAsia="en-US"/>
    </w:rPr>
  </w:style>
  <w:style w:type="paragraph" w:customStyle="1" w:styleId="Plenarytextnumberedlist">
    <w:name w:val="Plenary text numbered list"/>
    <w:qFormat/>
    <w:rsid w:val="0052751E"/>
    <w:pPr>
      <w:pBdr>
        <w:top w:val="single" w:sz="4" w:space="2" w:color="auto"/>
        <w:left w:val="single" w:sz="4" w:space="4" w:color="auto"/>
        <w:bottom w:val="single" w:sz="4" w:space="2" w:color="auto"/>
        <w:right w:val="single" w:sz="4" w:space="4" w:color="auto"/>
      </w:pBdr>
      <w:shd w:val="clear" w:color="auto" w:fill="D1D1D1"/>
      <w:spacing w:before="80" w:after="60" w:line="240" w:lineRule="atLeast"/>
      <w:ind w:left="448" w:right="108" w:hanging="340"/>
    </w:pPr>
    <w:rPr>
      <w:rFonts w:ascii="Arial" w:hAnsi="Arial" w:cs="Arial"/>
      <w:szCs w:val="24"/>
      <w:lang w:eastAsia="en-US"/>
    </w:rPr>
  </w:style>
  <w:style w:type="paragraph" w:customStyle="1" w:styleId="Tablehead">
    <w:name w:val="Table head"/>
    <w:next w:val="Tabletext"/>
    <w:qFormat/>
    <w:rsid w:val="0055333C"/>
    <w:pPr>
      <w:keepNext/>
      <w:spacing w:before="80" w:after="60"/>
    </w:pPr>
    <w:rPr>
      <w:rFonts w:ascii="Arial" w:hAnsi="Arial" w:cs="Arial"/>
      <w:b/>
      <w:sz w:val="22"/>
      <w:szCs w:val="24"/>
      <w:lang w:eastAsia="en-US"/>
    </w:rPr>
  </w:style>
  <w:style w:type="paragraph" w:customStyle="1" w:styleId="Overviewhead">
    <w:name w:val="Overview head"/>
    <w:next w:val="Text"/>
    <w:qFormat/>
    <w:rsid w:val="00C77098"/>
    <w:pPr>
      <w:keepNext/>
      <w:spacing w:before="180" w:after="60"/>
    </w:pPr>
    <w:rPr>
      <w:rFonts w:ascii="Arial" w:hAnsi="Arial" w:cs="Arial"/>
      <w:b/>
      <w:sz w:val="22"/>
      <w:szCs w:val="24"/>
      <w:lang w:eastAsia="en-US"/>
    </w:rPr>
  </w:style>
  <w:style w:type="paragraph" w:customStyle="1" w:styleId="Tabletext">
    <w:name w:val="Table text"/>
    <w:qFormat/>
    <w:rsid w:val="002A0138"/>
    <w:pPr>
      <w:spacing w:before="40" w:after="40" w:line="240" w:lineRule="atLeast"/>
    </w:pPr>
    <w:rPr>
      <w:rFonts w:ascii="Arial" w:hAnsi="Arial" w:cs="Arial"/>
      <w:szCs w:val="24"/>
      <w:lang w:eastAsia="en-US"/>
    </w:rPr>
  </w:style>
  <w:style w:type="paragraph" w:customStyle="1" w:styleId="Tabletextbullets">
    <w:name w:val="Table text bullets"/>
    <w:qFormat/>
    <w:rsid w:val="00677DF6"/>
    <w:pPr>
      <w:numPr>
        <w:numId w:val="10"/>
      </w:numPr>
      <w:tabs>
        <w:tab w:val="clear" w:pos="397"/>
        <w:tab w:val="num" w:pos="340"/>
      </w:tabs>
      <w:spacing w:before="40" w:after="40" w:line="240" w:lineRule="atLeast"/>
      <w:ind w:left="340" w:hanging="340"/>
    </w:pPr>
    <w:rPr>
      <w:rFonts w:ascii="Arial" w:hAnsi="Arial" w:cs="Arial"/>
      <w:szCs w:val="24"/>
      <w:lang w:eastAsia="en-US"/>
    </w:rPr>
  </w:style>
  <w:style w:type="paragraph" w:customStyle="1" w:styleId="Tabletextnumberedlist">
    <w:name w:val="Table text numbered list"/>
    <w:qFormat/>
    <w:rsid w:val="00FA3905"/>
    <w:pPr>
      <w:spacing w:before="40" w:after="40" w:line="240" w:lineRule="atLeast"/>
      <w:ind w:left="340" w:hanging="340"/>
    </w:pPr>
    <w:rPr>
      <w:rFonts w:ascii="Arial" w:hAnsi="Arial" w:cs="Arial"/>
      <w:szCs w:val="24"/>
      <w:lang w:eastAsia="en-US"/>
    </w:rPr>
  </w:style>
  <w:style w:type="table" w:customStyle="1" w:styleId="Table2">
    <w:name w:val="Table 2"/>
    <w:basedOn w:val="TableNormal"/>
    <w:rsid w:val="009A56F5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Overviewtable">
    <w:name w:val="Overview table"/>
    <w:basedOn w:val="TableNormal"/>
    <w:rsid w:val="00DF35F1"/>
    <w:rPr>
      <w:rFonts w:ascii="Arial" w:hAnsi="Arial"/>
    </w:rPr>
    <w:tblPr/>
    <w:tcPr>
      <w:shd w:val="clear" w:color="auto" w:fill="E0E0E0"/>
    </w:tcPr>
  </w:style>
  <w:style w:type="paragraph" w:customStyle="1" w:styleId="awsmallspace">
    <w:name w:val="a/w small space"/>
    <w:next w:val="Text"/>
    <w:qFormat/>
    <w:rsid w:val="00262CB9"/>
    <w:pPr>
      <w:spacing w:before="2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mediumspace">
    <w:name w:val="a/w medium space"/>
    <w:next w:val="Text"/>
    <w:qFormat/>
    <w:rsid w:val="00262CB9"/>
    <w:pPr>
      <w:spacing w:before="4800" w:after="120"/>
      <w:jc w:val="center"/>
    </w:pPr>
    <w:rPr>
      <w:rFonts w:ascii="Arial" w:hAnsi="Arial" w:cs="Arial"/>
      <w:color w:val="FF00FF"/>
      <w:szCs w:val="24"/>
      <w:lang w:eastAsia="en-US"/>
    </w:rPr>
  </w:style>
  <w:style w:type="paragraph" w:customStyle="1" w:styleId="awlargespace">
    <w:name w:val="a/w large space"/>
    <w:next w:val="Text"/>
    <w:qFormat/>
    <w:rsid w:val="00262CB9"/>
    <w:pPr>
      <w:spacing w:before="6800" w:after="120"/>
      <w:jc w:val="center"/>
    </w:pPr>
    <w:rPr>
      <w:rFonts w:ascii="Arial" w:hAnsi="Arial" w:cs="Arial"/>
      <w:color w:val="FF00FF"/>
      <w:szCs w:val="24"/>
      <w:lang w:eastAsia="en-US"/>
    </w:rPr>
  </w:style>
  <w:style w:type="table" w:customStyle="1" w:styleId="Table1">
    <w:name w:val="Table 1"/>
    <w:basedOn w:val="TableNormal"/>
    <w:rsid w:val="009A56F5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C0C0C0"/>
      </w:tcPr>
    </w:tblStylePr>
  </w:style>
  <w:style w:type="paragraph" w:customStyle="1" w:styleId="Audioscript">
    <w:name w:val="Audioscript"/>
    <w:basedOn w:val="Starterhead"/>
    <w:next w:val="Audionumberlist"/>
    <w:qFormat/>
    <w:rsid w:val="0034002C"/>
    <w:pPr>
      <w:pBdr>
        <w:top w:val="single" w:sz="4" w:space="3" w:color="auto"/>
      </w:pBdr>
      <w:tabs>
        <w:tab w:val="right" w:pos="9498"/>
      </w:tabs>
      <w:spacing w:before="180" w:after="120"/>
    </w:pPr>
    <w:rPr>
      <w:sz w:val="24"/>
    </w:rPr>
  </w:style>
  <w:style w:type="paragraph" w:customStyle="1" w:styleId="Sectiondivider">
    <w:name w:val="Section divider"/>
    <w:basedOn w:val="Text"/>
    <w:qFormat/>
    <w:rsid w:val="00DF35F1"/>
    <w:pPr>
      <w:spacing w:before="0" w:after="240" w:line="240" w:lineRule="auto"/>
    </w:pPr>
  </w:style>
  <w:style w:type="paragraph" w:customStyle="1" w:styleId="Answertext">
    <w:name w:val="Answer text"/>
    <w:basedOn w:val="Startertext"/>
    <w:qFormat/>
    <w:rsid w:val="00785553"/>
    <w:pPr>
      <w:pBdr>
        <w:top w:val="single" w:sz="4" w:space="1" w:color="ECECEC"/>
        <w:left w:val="single" w:sz="4" w:space="4" w:color="ECECEC"/>
        <w:bottom w:val="single" w:sz="4" w:space="1" w:color="ECECEC"/>
        <w:right w:val="single" w:sz="4" w:space="4" w:color="ECECEC"/>
      </w:pBdr>
      <w:shd w:val="clear" w:color="auto" w:fill="EAEAEA"/>
      <w:spacing w:before="0" w:after="0" w:line="280" w:lineRule="atLeast"/>
    </w:pPr>
  </w:style>
  <w:style w:type="paragraph" w:customStyle="1" w:styleId="Audiobullets">
    <w:name w:val="Audio bullets"/>
    <w:qFormat/>
    <w:rsid w:val="00C87535"/>
    <w:pPr>
      <w:numPr>
        <w:numId w:val="12"/>
      </w:numPr>
      <w:tabs>
        <w:tab w:val="clear" w:pos="397"/>
        <w:tab w:val="left" w:pos="567"/>
      </w:tabs>
      <w:spacing w:before="80" w:after="60" w:line="240" w:lineRule="atLeast"/>
      <w:ind w:left="567" w:hanging="369"/>
    </w:pPr>
    <w:rPr>
      <w:rFonts w:ascii="Arial" w:hAnsi="Arial" w:cs="Arial"/>
      <w:i/>
      <w:szCs w:val="24"/>
    </w:rPr>
  </w:style>
  <w:style w:type="numbering" w:customStyle="1" w:styleId="Listfeature">
    <w:name w:val="List feature"/>
    <w:basedOn w:val="NoList"/>
    <w:semiHidden/>
    <w:rsid w:val="00EE54F3"/>
    <w:pPr>
      <w:numPr>
        <w:numId w:val="8"/>
      </w:numPr>
    </w:pPr>
  </w:style>
  <w:style w:type="paragraph" w:styleId="BalloonText">
    <w:name w:val="Balloon Text"/>
    <w:basedOn w:val="Normal"/>
    <w:semiHidden/>
    <w:rsid w:val="00D44439"/>
    <w:rPr>
      <w:rFonts w:cs="Arial"/>
      <w:sz w:val="16"/>
      <w:szCs w:val="16"/>
    </w:rPr>
  </w:style>
  <w:style w:type="paragraph" w:customStyle="1" w:styleId="Teachertipbox">
    <w:name w:val="Teacher tip box"/>
    <w:basedOn w:val="Plenaryhead"/>
    <w:next w:val="Teachertiptext"/>
    <w:qFormat/>
    <w:rsid w:val="0026035A"/>
    <w:pPr>
      <w:keepNext w:val="0"/>
      <w:spacing w:before="120" w:after="0" w:line="260" w:lineRule="atLeast"/>
    </w:pPr>
    <w:rPr>
      <w:lang w:eastAsia="en-GB"/>
    </w:rPr>
  </w:style>
  <w:style w:type="paragraph" w:customStyle="1" w:styleId="Audionumberlist">
    <w:name w:val="Audio number list"/>
    <w:qFormat/>
    <w:rsid w:val="003B26F4"/>
    <w:pPr>
      <w:ind w:left="567" w:hanging="567"/>
    </w:pPr>
    <w:rPr>
      <w:rFonts w:ascii="Arial" w:hAnsi="Arial"/>
      <w:i/>
      <w:szCs w:val="24"/>
    </w:rPr>
  </w:style>
  <w:style w:type="numbering" w:customStyle="1" w:styleId="Listaudio">
    <w:name w:val="List audio"/>
    <w:basedOn w:val="Listnum"/>
    <w:rsid w:val="000559D8"/>
    <w:pPr>
      <w:numPr>
        <w:numId w:val="13"/>
      </w:numPr>
    </w:pPr>
  </w:style>
  <w:style w:type="character" w:customStyle="1" w:styleId="Pages">
    <w:name w:val="Pages"/>
    <w:rsid w:val="005625C0"/>
    <w:rPr>
      <w:caps w:val="0"/>
      <w:color w:val="auto"/>
      <w:sz w:val="22"/>
    </w:rPr>
  </w:style>
  <w:style w:type="paragraph" w:customStyle="1" w:styleId="Grammarsuggestionbullet">
    <w:name w:val="Grammar suggestion bullet"/>
    <w:basedOn w:val="Grammarsuggestiontext"/>
    <w:qFormat/>
    <w:rsid w:val="00F23039"/>
    <w:pPr>
      <w:numPr>
        <w:numId w:val="24"/>
      </w:numPr>
    </w:pPr>
  </w:style>
  <w:style w:type="table" w:customStyle="1" w:styleId="Answertable">
    <w:name w:val="Answer table"/>
    <w:basedOn w:val="TableNormal"/>
    <w:rsid w:val="00D0215D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EAEAEA"/>
    </w:tcPr>
  </w:style>
  <w:style w:type="paragraph" w:customStyle="1" w:styleId="Answerhead">
    <w:name w:val="Answer head"/>
    <w:basedOn w:val="Answertext"/>
    <w:next w:val="Answertext"/>
    <w:qFormat/>
    <w:rsid w:val="003C7918"/>
    <w:rPr>
      <w:b/>
      <w:sz w:val="22"/>
    </w:rPr>
  </w:style>
  <w:style w:type="paragraph" w:customStyle="1" w:styleId="Moduletitle">
    <w:name w:val="Module title"/>
    <w:next w:val="Text"/>
    <w:qFormat/>
    <w:rsid w:val="00B0785D"/>
    <w:pPr>
      <w:jc w:val="right"/>
    </w:pPr>
    <w:rPr>
      <w:rFonts w:ascii="Arial" w:hAnsi="Arial" w:cs="Arial"/>
      <w:sz w:val="22"/>
      <w:szCs w:val="28"/>
    </w:rPr>
  </w:style>
  <w:style w:type="paragraph" w:customStyle="1" w:styleId="Alphalist">
    <w:name w:val="Alpha list"/>
    <w:qFormat/>
    <w:rsid w:val="00496199"/>
    <w:pPr>
      <w:spacing w:before="80" w:after="60" w:line="240" w:lineRule="atLeast"/>
      <w:ind w:left="680" w:hanging="340"/>
    </w:pPr>
    <w:rPr>
      <w:rFonts w:ascii="Arial" w:hAnsi="Arial"/>
      <w:szCs w:val="24"/>
    </w:rPr>
  </w:style>
  <w:style w:type="paragraph" w:customStyle="1" w:styleId="Romanlist">
    <w:name w:val="Roman list"/>
    <w:qFormat/>
    <w:rsid w:val="00646CC2"/>
    <w:pPr>
      <w:spacing w:before="80" w:after="60" w:line="240" w:lineRule="atLeast"/>
      <w:ind w:left="1020" w:hanging="340"/>
    </w:pPr>
    <w:rPr>
      <w:rFonts w:ascii="Arial" w:hAnsi="Arial"/>
      <w:szCs w:val="24"/>
    </w:rPr>
  </w:style>
  <w:style w:type="numbering" w:customStyle="1" w:styleId="Listalpha">
    <w:name w:val="List alpha"/>
    <w:basedOn w:val="NoList"/>
    <w:semiHidden/>
    <w:rsid w:val="00EE54F3"/>
    <w:pPr>
      <w:numPr>
        <w:numId w:val="2"/>
      </w:numPr>
    </w:pPr>
  </w:style>
  <w:style w:type="numbering" w:customStyle="1" w:styleId="Listroman">
    <w:name w:val="List roman"/>
    <w:basedOn w:val="NoList"/>
    <w:semiHidden/>
    <w:rsid w:val="00EE54F3"/>
    <w:pPr>
      <w:numPr>
        <w:numId w:val="3"/>
      </w:numPr>
    </w:pPr>
  </w:style>
  <w:style w:type="paragraph" w:customStyle="1" w:styleId="Teachertiptext">
    <w:name w:val="Teacher tip text"/>
    <w:basedOn w:val="Teachertipbox"/>
    <w:qFormat/>
    <w:rsid w:val="0026035A"/>
    <w:rPr>
      <w:b w:val="0"/>
    </w:rPr>
  </w:style>
  <w:style w:type="paragraph" w:customStyle="1" w:styleId="Worksheettitle2lines">
    <w:name w:val="Worksheet title 2 lines"/>
    <w:qFormat/>
    <w:rsid w:val="009027B5"/>
    <w:pPr>
      <w:spacing w:line="380" w:lineRule="exact"/>
    </w:pPr>
    <w:rPr>
      <w:rFonts w:ascii="Arial" w:hAnsi="Arial" w:cs="Arial"/>
      <w:b/>
      <w:color w:val="FFFFFF" w:themeColor="background1"/>
      <w:sz w:val="34"/>
      <w:szCs w:val="24"/>
    </w:rPr>
  </w:style>
  <w:style w:type="character" w:customStyle="1" w:styleId="Heading4Char">
    <w:name w:val="Heading 4 Char"/>
    <w:basedOn w:val="DefaultParagraphFont"/>
    <w:link w:val="Heading4"/>
    <w:rsid w:val="00A337F3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kill">
    <w:name w:val="Skill"/>
    <w:basedOn w:val="Text"/>
    <w:next w:val="Text"/>
    <w:qFormat/>
    <w:rsid w:val="00A337F3"/>
    <w:pPr>
      <w:spacing w:before="0"/>
      <w:ind w:left="680"/>
    </w:pPr>
  </w:style>
  <w:style w:type="character" w:customStyle="1" w:styleId="Steps">
    <w:name w:val="Steps"/>
    <w:uiPriority w:val="1"/>
    <w:qFormat/>
    <w:rsid w:val="00A337F3"/>
    <w:rPr>
      <w:noProof/>
      <w:position w:val="-30"/>
    </w:rPr>
  </w:style>
  <w:style w:type="character" w:customStyle="1" w:styleId="Skillschr">
    <w:name w:val="Skills chr"/>
    <w:uiPriority w:val="1"/>
    <w:qFormat/>
    <w:rsid w:val="00A337F3"/>
    <w:rPr>
      <w:b/>
      <w:i w:val="0"/>
      <w:sz w:val="20"/>
      <w:szCs w:val="20"/>
    </w:rPr>
  </w:style>
  <w:style w:type="paragraph" w:customStyle="1" w:styleId="Rubricquestion2steps">
    <w:name w:val="Rubric question 2steps"/>
    <w:basedOn w:val="Rubricquestion"/>
    <w:qFormat/>
    <w:rsid w:val="00A337F3"/>
    <w:pPr>
      <w:spacing w:line="260" w:lineRule="exact"/>
      <w:ind w:left="1276" w:hanging="1276"/>
    </w:pPr>
    <w:rPr>
      <w:lang w:val="fr-FR"/>
    </w:rPr>
  </w:style>
  <w:style w:type="paragraph" w:customStyle="1" w:styleId="-OverviewHead">
    <w:name w:val="-Overview Head"/>
    <w:next w:val="Tabletext"/>
    <w:rsid w:val="00A337F3"/>
    <w:pPr>
      <w:keepNext/>
      <w:spacing w:before="180" w:after="60"/>
    </w:pPr>
    <w:rPr>
      <w:rFonts w:ascii="Arial" w:eastAsia="Times New Roman" w:hAnsi="Arial" w:cs="Arial"/>
      <w:b/>
      <w:sz w:val="22"/>
      <w:szCs w:val="24"/>
      <w:lang w:eastAsia="en-US"/>
    </w:rPr>
  </w:style>
  <w:style w:type="paragraph" w:customStyle="1" w:styleId="Grammartopicheader">
    <w:name w:val="Grammar topic header"/>
    <w:basedOn w:val="Rubricquestion"/>
    <w:next w:val="Rubricquestion"/>
    <w:qFormat/>
    <w:rsid w:val="00A337F3"/>
    <w:pPr>
      <w:spacing w:before="0" w:line="260" w:lineRule="exact"/>
    </w:pPr>
    <w:rPr>
      <w:i/>
    </w:rPr>
  </w:style>
  <w:style w:type="character" w:styleId="CommentReference">
    <w:name w:val="annotation reference"/>
    <w:basedOn w:val="DefaultParagraphFont"/>
    <w:rsid w:val="00753418"/>
    <w:rPr>
      <w:sz w:val="16"/>
      <w:szCs w:val="16"/>
    </w:rPr>
  </w:style>
  <w:style w:type="paragraph" w:styleId="CommentText">
    <w:name w:val="annotation text"/>
    <w:basedOn w:val="Normal"/>
    <w:link w:val="CommentTextChar"/>
    <w:rsid w:val="00753418"/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753418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7534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53418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11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elan\Dropbox\Newgen%20Publishing\Dynamo%202%20Rouge\Compilation_Stage_2_final\Compilation_Stage_2_Module_1_final\TG%20template_MACROtempl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070EFE-F416-4418-8C18-A3EA27631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TG template_MACROtemplate</Template>
  <TotalTime>0</TotalTime>
  <Pages>5</Pages>
  <Words>962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Dynamo</vt:lpstr>
    </vt:vector>
  </TitlesOfParts>
  <Company>Pearson Education</Company>
  <LinksUpToDate>false</LinksUpToDate>
  <CharactersWithSpaces>6434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Dynamo</dc:title>
  <dc:subject>German</dc:subject>
  <dc:creator>Pearson Education</dc:creator>
  <cp:keywords/>
  <cp:lastModifiedBy>Lee, Hannah</cp:lastModifiedBy>
  <cp:revision>2</cp:revision>
  <cp:lastPrinted>2018-02-08T13:55:00Z</cp:lastPrinted>
  <dcterms:created xsi:type="dcterms:W3CDTF">2019-05-10T14:41:00Z</dcterms:created>
  <dcterms:modified xsi:type="dcterms:W3CDTF">2019-05-10T14:41:00Z</dcterms:modified>
</cp:coreProperties>
</file>